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3BBC59" w14:textId="195A6CA3" w:rsidR="00F6133D" w:rsidRPr="003F4573" w:rsidRDefault="0011541D" w:rsidP="004E046E">
      <w:pPr>
        <w:pStyle w:val="TitleCover"/>
      </w:pPr>
      <w:sdt>
        <w:sdtPr>
          <w:alias w:val="Product"/>
          <w:tag w:val="j7e7b800099f4ad4b7003f2a6724bc88"/>
          <w:id w:val="-1177497659"/>
          <w:placeholder>
            <w:docPart w:val="2C890DD5E1E24B19BBA17AF1A7AB485E"/>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xmlns:ns5='6d1a5804-6b29-4f7b-a452-2e11798e4cf4' " w:xpath="/ns0:properties[1]/documentManagement[1]/ns3:j7e7b800099f4ad4b7003f2a6724bc88[1]/ns2:Terms[1]" w:storeItemID="{C25B175B-AE41-4583-B473-7AD7E5487BFB}"/>
          <w:text w:multiLine="1"/>
        </w:sdtPr>
        <w:sdtEndPr/>
        <w:sdtContent>
          <w:r w:rsidR="00695053">
            <w:t>P2 Explorer</w:t>
          </w:r>
        </w:sdtContent>
      </w:sdt>
      <w:r w:rsidR="00F769C3">
        <w:t xml:space="preserve"> </w:t>
      </w:r>
      <w:sdt>
        <w:sdtPr>
          <w:alias w:val="Software Version"/>
          <w:tag w:val="Software_x0020_Version"/>
          <w:id w:val="-1378151753"/>
          <w:placeholder>
            <w:docPart w:val="00DAC671BFC846BCAE06CC19CCB7E4F0"/>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Software_x0020_Version[1]" w:storeItemID="{C25B175B-AE41-4583-B473-7AD7E5487BFB}"/>
          <w:text/>
        </w:sdtPr>
        <w:sdtEndPr/>
        <w:sdtContent>
          <w:r w:rsidR="00695053">
            <w:t>4.0</w:t>
          </w:r>
        </w:sdtContent>
      </w:sdt>
    </w:p>
    <w:sdt>
      <w:sdtPr>
        <w:rPr>
          <w:caps/>
          <w:lang w:eastAsia="en-US"/>
        </w:rPr>
        <w:alias w:val="Software Doc Type"/>
        <w:tag w:val="Software_x0020_Doc_x0020_Type"/>
        <w:id w:val="1316525586"/>
        <w:placeholder>
          <w:docPart w:val="52DB70C79FA94D049B04BC2940F07991"/>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Software_x0020_Doc_x0020_Type[1]" w:storeItemID="{C25B175B-AE41-4583-B473-7AD7E5487BFB}"/>
        <w:dropDownList w:lastValue="Installation Guide">
          <w:listItem w:value="[Software Doc Type]"/>
        </w:dropDownList>
      </w:sdtPr>
      <w:sdtEndPr/>
      <w:sdtContent>
        <w:p w14:paraId="6E3BBC5A" w14:textId="77777777" w:rsidR="00F6133D" w:rsidRPr="00251394" w:rsidRDefault="00DD75ED" w:rsidP="004E046E">
          <w:pPr>
            <w:pStyle w:val="Title"/>
            <w:rPr>
              <w:caps/>
              <w:lang w:eastAsia="en-US"/>
            </w:rPr>
          </w:pPr>
          <w:r w:rsidRPr="00251394">
            <w:rPr>
              <w:lang w:eastAsia="en-US"/>
            </w:rPr>
            <w:t>Installation Guide</w:t>
          </w:r>
        </w:p>
      </w:sdtContent>
    </w:sdt>
    <w:p w14:paraId="6E3BBC5B" w14:textId="5E8EA419" w:rsidR="009F1367" w:rsidRDefault="009F1367" w:rsidP="004E046E">
      <w:pPr>
        <w:pStyle w:val="BodyText"/>
      </w:pPr>
    </w:p>
    <w:p w14:paraId="688CAE74" w14:textId="77777777" w:rsidR="004E046E" w:rsidRPr="004E046E" w:rsidRDefault="004E046E" w:rsidP="004E046E">
      <w:pPr>
        <w:pStyle w:val="BodyText"/>
      </w:pPr>
    </w:p>
    <w:p w14:paraId="6E3BBC5C" w14:textId="77777777" w:rsidR="009F1367" w:rsidRPr="009F1367" w:rsidRDefault="009F1367" w:rsidP="009F1367">
      <w:pPr>
        <w:pStyle w:val="Title"/>
        <w:sectPr w:rsidR="009F1367" w:rsidRPr="009F1367" w:rsidSect="003803E4">
          <w:headerReference w:type="even" r:id="rId14"/>
          <w:headerReference w:type="default" r:id="rId15"/>
          <w:footerReference w:type="even" r:id="rId16"/>
          <w:footerReference w:type="default" r:id="rId17"/>
          <w:headerReference w:type="first" r:id="rId18"/>
          <w:footerReference w:type="first" r:id="rId19"/>
          <w:type w:val="continuous"/>
          <w:pgSz w:w="11906" w:h="16838" w:code="1"/>
          <w:pgMar w:top="1418" w:right="1418" w:bottom="1418" w:left="1418" w:header="567" w:footer="567" w:gutter="0"/>
          <w:cols w:space="720"/>
          <w:titlePg/>
          <w:docGrid w:linePitch="299"/>
        </w:sectPr>
      </w:pPr>
    </w:p>
    <w:sdt>
      <w:sdtPr>
        <w:alias w:val="Product"/>
        <w:tag w:val="j7e7b800099f4ad4b7003f2a6724bc88"/>
        <w:id w:val="-697388980"/>
        <w:lock w:val="contentLocked"/>
        <w:placeholder>
          <w:docPart w:val="186007AD18094473903D442FC4651675"/>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p w14:paraId="6E3BBC5D" w14:textId="4AD80D81" w:rsidR="00F6133D" w:rsidRPr="0074484E" w:rsidRDefault="00695053" w:rsidP="0074484E">
          <w:pPr>
            <w:pStyle w:val="InsideCoverSupertitle"/>
          </w:pPr>
          <w:r>
            <w:t>P2 Explorer</w:t>
          </w:r>
        </w:p>
      </w:sdtContent>
    </w:sdt>
    <w:sdt>
      <w:sdtPr>
        <w:alias w:val="Software Doc Type"/>
        <w:tag w:val="Software_x0020_Doc_x0020_Type"/>
        <w:id w:val="-1659678121"/>
        <w:placeholder>
          <w:docPart w:val="69E2D143BF7343ED8474CBCA3FC3D788"/>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Software_x0020_Doc_x0020_Type[1]" w:storeItemID="{C25B175B-AE41-4583-B473-7AD7E5487BFB}"/>
        <w:dropDownList w:lastValue="Installation Guide">
          <w:listItem w:value="[Software Doc Type]"/>
        </w:dropDownList>
      </w:sdtPr>
      <w:sdtEndPr/>
      <w:sdtContent>
        <w:p w14:paraId="6E3BBC5E" w14:textId="77777777" w:rsidR="00F6133D" w:rsidRPr="0074484E" w:rsidRDefault="00DD75ED" w:rsidP="0074484E">
          <w:pPr>
            <w:pStyle w:val="InsideCoverTitle"/>
          </w:pPr>
          <w:r>
            <w:t>Installation Guide</w:t>
          </w:r>
        </w:p>
      </w:sdtContent>
    </w:sdt>
    <w:p w14:paraId="6E3BBC5F" w14:textId="531A2901" w:rsidR="00FC0A40" w:rsidRPr="00C61E59" w:rsidRDefault="0011541D" w:rsidP="00EE5A17">
      <w:pPr>
        <w:pStyle w:val="EditionNotice"/>
      </w:pPr>
      <w:sdt>
        <w:sdtPr>
          <w:alias w:val="Edition"/>
          <w:tag w:val="Edition"/>
          <w:id w:val="1350455268"/>
          <w:placeholder>
            <w:docPart w:val="011D6F1ECDDD4AA1BD29D6F1DC0A892E"/>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Edition[1]" w:storeItemID="{C25B175B-AE41-4583-B473-7AD7E5487BFB}"/>
          <w:dropDownList w:lastValue="First">
            <w:listItem w:value="[Edition]"/>
          </w:dropDownList>
        </w:sdtPr>
        <w:sdtEndPr/>
        <w:sdtContent>
          <w:r w:rsidR="00BA1D40">
            <w:t>First</w:t>
          </w:r>
        </w:sdtContent>
      </w:sdt>
      <w:r w:rsidR="00C61E59" w:rsidRPr="00C61E59">
        <w:t xml:space="preserve"> </w:t>
      </w:r>
      <w:r w:rsidR="00CD45F7" w:rsidRPr="00C61E59">
        <w:t>Edition (</w:t>
      </w:r>
      <w:sdt>
        <w:sdtPr>
          <w:alias w:val="Issue Month"/>
          <w:tag w:val="Issue_x0020_Month"/>
          <w:id w:val="1585881997"/>
          <w:placeholder>
            <w:docPart w:val="D26D5CC1B30B42C0A282A8210499E618"/>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Issue_x0020_Month[1]" w:storeItemID="{C25B175B-AE41-4583-B473-7AD7E5487BFB}"/>
          <w:dropDownList w:lastValue="September">
            <w:listItem w:value="[Issue Month]"/>
          </w:dropDownList>
        </w:sdtPr>
        <w:sdtEndPr/>
        <w:sdtContent>
          <w:r w:rsidR="004E7BE5">
            <w:t>September</w:t>
          </w:r>
        </w:sdtContent>
      </w:sdt>
      <w:r w:rsidR="00EB57D7" w:rsidRPr="00C61E59">
        <w:t xml:space="preserve"> </w:t>
      </w:r>
      <w:sdt>
        <w:sdtPr>
          <w:alias w:val="Copyright Year"/>
          <w:tag w:val="Copyright_x0020_Year"/>
          <w:id w:val="1611168680"/>
          <w:placeholder>
            <w:docPart w:val="3D06EEE1C18145169DB1E4752A9E64B6"/>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Copyright_x0020_Year[1]" w:storeItemID="{C25B175B-AE41-4583-B473-7AD7E5487BFB}"/>
          <w:text/>
        </w:sdtPr>
        <w:sdtEndPr/>
        <w:sdtContent>
          <w:r w:rsidR="00695053">
            <w:t>2014</w:t>
          </w:r>
        </w:sdtContent>
      </w:sdt>
      <w:r w:rsidR="00CD45F7" w:rsidRPr="00C61E59">
        <w:t>)</w:t>
      </w:r>
    </w:p>
    <w:p w14:paraId="6E3BBC60" w14:textId="7AE48C79" w:rsidR="003B4195" w:rsidRDefault="003B4195" w:rsidP="003B4195">
      <w:pPr>
        <w:pStyle w:val="EditionNotice"/>
      </w:pPr>
      <w:r w:rsidRPr="00C61E59">
        <w:t xml:space="preserve">This edition applies to Version </w:t>
      </w:r>
      <w:sdt>
        <w:sdtPr>
          <w:alias w:val="Software Version"/>
          <w:tag w:val="Software_x0020_Version"/>
          <w:id w:val="-2088837230"/>
          <w:placeholder>
            <w:docPart w:val="15D4C86E27354565BF6CA66EE69310A9"/>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Software_x0020_Version[1]" w:storeItemID="{C25B175B-AE41-4583-B473-7AD7E5487BFB}"/>
          <w:text/>
        </w:sdtPr>
        <w:sdtEndPr/>
        <w:sdtContent>
          <w:r w:rsidR="00695053">
            <w:t>4.0</w:t>
          </w:r>
        </w:sdtContent>
      </w:sdt>
      <w:r w:rsidRPr="00C61E59">
        <w:t xml:space="preserve"> of</w:t>
      </w:r>
      <w:r w:rsidR="00C61E59">
        <w:t xml:space="preserve"> </w:t>
      </w:r>
      <w:sdt>
        <w:sdtPr>
          <w:alias w:val="Product"/>
          <w:tag w:val="j7e7b800099f4ad4b7003f2a6724bc88"/>
          <w:id w:val="1789703379"/>
          <w:lock w:val="contentLocked"/>
          <w:placeholder>
            <w:docPart w:val="BF2E46332F8447DFADBEEAACF68F1EC4"/>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695053">
            <w:t>P2 Explorer</w:t>
          </w:r>
        </w:sdtContent>
      </w:sdt>
      <w:r w:rsidR="00C61E59">
        <w:t xml:space="preserve"> </w:t>
      </w:r>
      <w:r w:rsidRPr="00C61E59">
        <w:t>and to all subsequent releases and modifications until otherwise indicated in new editions.</w:t>
      </w:r>
    </w:p>
    <w:p w14:paraId="5EA86C99" w14:textId="21BD6D74" w:rsidR="00CC67E7" w:rsidRDefault="00F769C3" w:rsidP="00EE5A17">
      <w:pPr>
        <w:pStyle w:val="EditionNotice"/>
      </w:pPr>
      <w:r>
        <w:rPr>
          <w:noProof/>
        </w:rPr>
        <w:drawing>
          <wp:anchor distT="0" distB="0" distL="114300" distR="114300" simplePos="0" relativeHeight="251658241" behindDoc="1" locked="0" layoutInCell="1" allowOverlap="1" wp14:anchorId="6E3BBDB6" wp14:editId="6E3BBDB7">
            <wp:simplePos x="0" y="0"/>
            <wp:positionH relativeFrom="column">
              <wp:posOffset>6400165</wp:posOffset>
            </wp:positionH>
            <wp:positionV relativeFrom="paragraph">
              <wp:posOffset>9446895</wp:posOffset>
            </wp:positionV>
            <wp:extent cx="781050" cy="1047750"/>
            <wp:effectExtent l="0" t="0" r="0" b="0"/>
            <wp:wrapNone/>
            <wp:docPr id="16" name="Picture 16" descr="Description: C:\Users\trish.haynes\Desktop\Cover pages\Cover art\Logos\ISS Group RG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C:\Users\trish.haynes\Desktop\Cover pages\Cover art\Logos\ISS Group RGB.wmf"/>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81050" cy="10477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6E3BBDB8" wp14:editId="6E3BBDB9">
            <wp:simplePos x="0" y="0"/>
            <wp:positionH relativeFrom="column">
              <wp:posOffset>6400165</wp:posOffset>
            </wp:positionH>
            <wp:positionV relativeFrom="paragraph">
              <wp:posOffset>9446895</wp:posOffset>
            </wp:positionV>
            <wp:extent cx="781050" cy="1047750"/>
            <wp:effectExtent l="0" t="0" r="0" b="0"/>
            <wp:wrapNone/>
            <wp:docPr id="15" name="Picture 15" descr="Description: C:\Users\trish.haynes\Desktop\Cover pages\Cover art\Logos\ISS Group RGB.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C:\Users\trish.haynes\Desktop\Cover pages\Cover art\Logos\ISS Group RGB.wmf"/>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81050" cy="1047750"/>
                    </a:xfrm>
                    <a:prstGeom prst="rect">
                      <a:avLst/>
                    </a:prstGeom>
                    <a:noFill/>
                  </pic:spPr>
                </pic:pic>
              </a:graphicData>
            </a:graphic>
            <wp14:sizeRelH relativeFrom="page">
              <wp14:pctWidth>0</wp14:pctWidth>
            </wp14:sizeRelH>
            <wp14:sizeRelV relativeFrom="page">
              <wp14:pctHeight>0</wp14:pctHeight>
            </wp14:sizeRelV>
          </wp:anchor>
        </w:drawing>
      </w:r>
    </w:p>
    <w:p w14:paraId="7E5B1D0B" w14:textId="77777777" w:rsidR="00CC67E7" w:rsidRDefault="00CC67E7" w:rsidP="00EE5A17">
      <w:pPr>
        <w:pStyle w:val="EditionNotice"/>
      </w:pPr>
    </w:p>
    <w:p w14:paraId="08762BAE" w14:textId="77777777" w:rsidR="00CC67E7" w:rsidRPr="004D102D" w:rsidRDefault="00CC67E7" w:rsidP="00EE5A17">
      <w:pPr>
        <w:pStyle w:val="EditionNotice"/>
      </w:pPr>
    </w:p>
    <w:p w14:paraId="6E3BBC63" w14:textId="6AA064A0" w:rsidR="008854DB" w:rsidRPr="008854DB" w:rsidRDefault="008854DB" w:rsidP="008854DB">
      <w:pPr>
        <w:pStyle w:val="ReturnAddress"/>
      </w:pPr>
      <w:bookmarkStart w:id="0" w:name="_Toc195080196"/>
      <w:bookmarkStart w:id="1" w:name="_Toc195080358"/>
      <w:r w:rsidRPr="008854DB">
        <w:sym w:font="Symbol" w:char="00E3"/>
      </w:r>
      <w:r w:rsidRPr="008854DB">
        <w:t xml:space="preserve"> </w:t>
      </w:r>
      <w:bookmarkEnd w:id="0"/>
      <w:bookmarkEnd w:id="1"/>
      <w:sdt>
        <w:sdtPr>
          <w:alias w:val="Company"/>
          <w:tag w:val=""/>
          <w:id w:val="-190295621"/>
          <w:placeholder>
            <w:docPart w:val="92AC7A5118C0439BA1F7C92A5D0477DA"/>
          </w:placeholder>
          <w:dataBinding w:prefixMappings="xmlns:ns0='http://schemas.openxmlformats.org/officeDocument/2006/extended-properties' " w:xpath="/ns0:Properties[1]/ns0:Company[1]" w:storeItemID="{6668398D-A668-4E3E-A5EB-62B293D839F1}"/>
          <w:text/>
        </w:sdtPr>
        <w:sdtEndPr/>
        <w:sdtContent>
          <w:r w:rsidR="009A3DB1">
            <w:t>P2</w:t>
          </w:r>
        </w:sdtContent>
      </w:sdt>
      <w:r w:rsidR="004D102D">
        <w:t xml:space="preserve"> </w:t>
      </w:r>
      <w:sdt>
        <w:sdtPr>
          <w:alias w:val="Copyright Year"/>
          <w:tag w:val="Copyright_x0020_Year"/>
          <w:id w:val="1853838177"/>
          <w:placeholder>
            <w:docPart w:val="8D3A23D66ADA4F69B1E5CD9AD0A966DD"/>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Copyright_x0020_Year[1]" w:storeItemID="{C25B175B-AE41-4583-B473-7AD7E5487BFB}"/>
          <w:text/>
        </w:sdtPr>
        <w:sdtEndPr/>
        <w:sdtContent>
          <w:r w:rsidR="00695053">
            <w:t>2014</w:t>
          </w:r>
        </w:sdtContent>
      </w:sdt>
      <w:r w:rsidRPr="008854DB">
        <w:t>. All rights reserved.</w:t>
      </w:r>
    </w:p>
    <w:p w14:paraId="6E3BBC64" w14:textId="77777777" w:rsidR="00320B47" w:rsidRDefault="00320B47" w:rsidP="00320B47">
      <w:pPr>
        <w:pStyle w:val="ReturnAddress"/>
      </w:pPr>
      <w:r>
        <w:t>40 Hasler Road, Osborne Park, WA, 6017, Australia</w:t>
      </w:r>
    </w:p>
    <w:p w14:paraId="6E3BBC65" w14:textId="77777777" w:rsidR="00320B47" w:rsidRDefault="00320B47" w:rsidP="00320B47">
      <w:pPr>
        <w:pStyle w:val="ReturnAddress"/>
      </w:pPr>
      <w:r>
        <w:t>PO Box 1313, Osborne Park BC, Osborne Park, WA, 691</w:t>
      </w:r>
      <w:r w:rsidR="000475C8">
        <w:t>6</w:t>
      </w:r>
      <w:r>
        <w:t>, Australia</w:t>
      </w:r>
    </w:p>
    <w:p w14:paraId="6E3BBC66" w14:textId="77777777" w:rsidR="00320B47" w:rsidRDefault="00320B47" w:rsidP="00320B47">
      <w:pPr>
        <w:pStyle w:val="ReturnAddress"/>
      </w:pPr>
      <w:r>
        <w:t>Phone +61 8 9241 0300 • Fax +61 8 9242 8121</w:t>
      </w:r>
    </w:p>
    <w:p w14:paraId="4F5870CA" w14:textId="77777777" w:rsidR="009826C5" w:rsidRDefault="009826C5" w:rsidP="009826C5">
      <w:pPr>
        <w:pStyle w:val="FinePrint"/>
      </w:pPr>
      <w:r>
        <w:t>Reference herein to P2ES Holdings, LLC shall also include any affiliates thereof (collectively, “P2”).</w:t>
      </w:r>
    </w:p>
    <w:p w14:paraId="0EEBE46E" w14:textId="77777777" w:rsidR="009826C5" w:rsidRPr="00281F0F" w:rsidRDefault="009826C5" w:rsidP="009826C5">
      <w:pPr>
        <w:pStyle w:val="FinePrint"/>
      </w:pPr>
      <w:r w:rsidRPr="00281F0F">
        <w:t>Use of this product and accompanying documentation is subject to the terms and conditions set out in the P2ES Holdings, LLC standard Master Agreement terms and conditions.  All information contained in these Release Notes is the confidential and proprietary property of P2ES Holdings, LLC.</w:t>
      </w:r>
    </w:p>
    <w:p w14:paraId="0AA70AC9" w14:textId="77777777" w:rsidR="009826C5" w:rsidRPr="00EC0140" w:rsidRDefault="009826C5" w:rsidP="009826C5">
      <w:pPr>
        <w:pStyle w:val="FinePrint"/>
      </w:pPr>
      <w:r w:rsidRPr="00281F0F">
        <w:t xml:space="preserve">The products of </w:t>
      </w:r>
      <w:sdt>
        <w:sdtPr>
          <w:alias w:val="Company"/>
          <w:tag w:val=""/>
          <w:id w:val="459238231"/>
          <w:placeholder>
            <w:docPart w:val="01D7D8F600074E9FAD2B5D5E834D55DB"/>
          </w:placeholder>
          <w:dataBinding w:prefixMappings="xmlns:ns0='http://schemas.openxmlformats.org/officeDocument/2006/extended-properties' " w:xpath="/ns0:Properties[1]/ns0:Company[1]" w:storeItemID="{6668398D-A668-4E3E-A5EB-62B293D839F1}"/>
          <w:text/>
        </w:sdtPr>
        <w:sdtEndPr/>
        <w:sdtContent>
          <w:r>
            <w:t>P2</w:t>
          </w:r>
        </w:sdtContent>
      </w:sdt>
      <w:r w:rsidRPr="00281F0F">
        <w:t xml:space="preserve"> are not a primary alarming, machine health, or asset protection system. This function must</w:t>
      </w:r>
      <w:r w:rsidRPr="00EC0140">
        <w:t xml:space="preserve"> be performed by low level SCADA / Control Systems or machine monitoring equipment. </w:t>
      </w:r>
      <w:sdt>
        <w:sdtPr>
          <w:alias w:val="Company"/>
          <w:tag w:val=""/>
          <w:id w:val="-1449307016"/>
          <w:placeholder>
            <w:docPart w:val="8B577B4D77104E13AB7E229AA47B11EB"/>
          </w:placeholder>
          <w:dataBinding w:prefixMappings="xmlns:ns0='http://schemas.openxmlformats.org/officeDocument/2006/extended-properties' " w:xpath="/ns0:Properties[1]/ns0:Company[1]" w:storeItemID="{6668398D-A668-4E3E-A5EB-62B293D839F1}"/>
          <w:text/>
        </w:sdtPr>
        <w:sdtEndPr/>
        <w:sdtContent>
          <w:r>
            <w:t>P2</w:t>
          </w:r>
        </w:sdtContent>
      </w:sdt>
      <w:r>
        <w:t xml:space="preserve"> products are</w:t>
      </w:r>
      <w:r w:rsidRPr="00EC0140">
        <w:t xml:space="preserve"> provided for advisory, informational, optimisation and diagnosis purposes.</w:t>
      </w:r>
    </w:p>
    <w:p w14:paraId="455564AF" w14:textId="77777777" w:rsidR="009826C5" w:rsidRPr="00EC0140" w:rsidRDefault="009826C5" w:rsidP="009826C5">
      <w:pPr>
        <w:pStyle w:val="FinePrint"/>
      </w:pPr>
      <w:r>
        <w:t>T</w:t>
      </w:r>
      <w:r w:rsidRPr="00EC0140">
        <w:t xml:space="preserve">his information may change without notice. The information and intellectual property contained herein remains the exclusive property of </w:t>
      </w:r>
      <w:sdt>
        <w:sdtPr>
          <w:alias w:val="Company"/>
          <w:tag w:val=""/>
          <w:id w:val="1515184988"/>
          <w:placeholder>
            <w:docPart w:val="6B78A29A18FF428AA5E2C1501D15EEEF"/>
          </w:placeholder>
          <w:dataBinding w:prefixMappings="xmlns:ns0='http://schemas.openxmlformats.org/officeDocument/2006/extended-properties' " w:xpath="/ns0:Properties[1]/ns0:Company[1]" w:storeItemID="{6668398D-A668-4E3E-A5EB-62B293D839F1}"/>
          <w:text/>
        </w:sdtPr>
        <w:sdtEndPr/>
        <w:sdtContent>
          <w:r>
            <w:t>P2</w:t>
          </w:r>
        </w:sdtContent>
      </w:sdt>
      <w:r w:rsidRPr="00EC0140">
        <w:t xml:space="preserve">. If you find any problems in the documentation, please report them to us in writing. </w:t>
      </w:r>
      <w:sdt>
        <w:sdtPr>
          <w:alias w:val="Company"/>
          <w:tag w:val=""/>
          <w:id w:val="-285122691"/>
          <w:placeholder>
            <w:docPart w:val="6FA44B93DC4E46E3A7BFB8D81F58FCB9"/>
          </w:placeholder>
          <w:dataBinding w:prefixMappings="xmlns:ns0='http://schemas.openxmlformats.org/officeDocument/2006/extended-properties' " w:xpath="/ns0:Properties[1]/ns0:Company[1]" w:storeItemID="{6668398D-A668-4E3E-A5EB-62B293D839F1}"/>
          <w:text/>
        </w:sdtPr>
        <w:sdtEndPr/>
        <w:sdtContent>
          <w:r>
            <w:t>P2</w:t>
          </w:r>
        </w:sdtContent>
      </w:sdt>
      <w:r w:rsidRPr="00EC0140">
        <w:t xml:space="preserve"> does not warrant that this document is error-free.</w:t>
      </w:r>
    </w:p>
    <w:p w14:paraId="78047918" w14:textId="77777777" w:rsidR="009826C5" w:rsidRPr="00EC0140" w:rsidRDefault="009826C5" w:rsidP="009826C5">
      <w:pPr>
        <w:pStyle w:val="FinePrint"/>
      </w:pPr>
      <w:r w:rsidRPr="00EC0140">
        <w:t xml:space="preserve">Through product maintenance, </w:t>
      </w:r>
      <w:sdt>
        <w:sdtPr>
          <w:alias w:val="Company"/>
          <w:tag w:val=""/>
          <w:id w:val="-1206944047"/>
          <w:placeholder>
            <w:docPart w:val="9580CFB7979047F2B58FA916ACB2AC42"/>
          </w:placeholder>
          <w:dataBinding w:prefixMappings="xmlns:ns0='http://schemas.openxmlformats.org/officeDocument/2006/extended-properties' " w:xpath="/ns0:Properties[1]/ns0:Company[1]" w:storeItemID="{6668398D-A668-4E3E-A5EB-62B293D839F1}"/>
          <w:text/>
        </w:sdtPr>
        <w:sdtEndPr/>
        <w:sdtContent>
          <w:r>
            <w:t>P2</w:t>
          </w:r>
        </w:sdtContent>
      </w:sdt>
      <w:r w:rsidRPr="00EC0140">
        <w:t xml:space="preserve"> endeavours to keep its applications up to date with major platform version changes as these platform changes are adopted by our customers. Examples include Internet Explorer </w:t>
      </w:r>
      <w:r>
        <w:t>9</w:t>
      </w:r>
      <w:r w:rsidRPr="00EC0140">
        <w:t>, Oracle 1</w:t>
      </w:r>
      <w:r>
        <w:t>1g</w:t>
      </w:r>
      <w:r w:rsidRPr="00EC0140">
        <w:t>, Microsoft Server 2008</w:t>
      </w:r>
      <w:r>
        <w:t xml:space="preserve"> R2</w:t>
      </w:r>
      <w:r w:rsidRPr="00EC0140">
        <w:t>. Whilst we cannot test our products against every service pack and patch within a whole third party version release, we publish minimum required major version number, and offer support in the event that a minor patch released by a third party vendor causes an issue.</w:t>
      </w:r>
    </w:p>
    <w:p w14:paraId="5EA680A8" w14:textId="77777777" w:rsidR="009826C5" w:rsidRPr="00EC0140" w:rsidRDefault="009826C5" w:rsidP="009826C5">
      <w:pPr>
        <w:pStyle w:val="FinePrint"/>
      </w:pPr>
      <w:r w:rsidRPr="00EC0140">
        <w:t xml:space="preserve">For licensing </w:t>
      </w:r>
      <w:r>
        <w:t xml:space="preserve">and compliance </w:t>
      </w:r>
      <w:r w:rsidRPr="00EC0140">
        <w:t xml:space="preserve">purposes, </w:t>
      </w:r>
      <w:sdt>
        <w:sdtPr>
          <w:alias w:val="Company"/>
          <w:tag w:val=""/>
          <w:id w:val="1577323597"/>
          <w:placeholder>
            <w:docPart w:val="1D85EB9911BC42C1B387BC26000C89D0"/>
          </w:placeholder>
          <w:dataBinding w:prefixMappings="xmlns:ns0='http://schemas.openxmlformats.org/officeDocument/2006/extended-properties' " w:xpath="/ns0:Properties[1]/ns0:Company[1]" w:storeItemID="{6668398D-A668-4E3E-A5EB-62B293D839F1}"/>
          <w:text/>
        </w:sdtPr>
        <w:sdtEndPr/>
        <w:sdtContent>
          <w:r>
            <w:t>P2</w:t>
          </w:r>
        </w:sdtContent>
      </w:sdt>
      <w:r w:rsidRPr="00EC0140">
        <w:t xml:space="preserve"> may track usage of this product by capturing the following details: IP address, date/time, action (such as login, logout, timeout). No personal data such as user ID or passwords are tracked or recorded in this process.</w:t>
      </w:r>
    </w:p>
    <w:p w14:paraId="34A29F73" w14:textId="77777777" w:rsidR="009826C5" w:rsidRDefault="009826C5" w:rsidP="009826C5">
      <w:pPr>
        <w:pStyle w:val="FinePrint"/>
      </w:pPr>
      <w:r>
        <w:t>P2 Production Operations and the P2 Production Operation logos</w:t>
      </w:r>
      <w:r w:rsidRPr="00EC0140">
        <w:t xml:space="preserve"> are either registered trademarks or trademarks of </w:t>
      </w:r>
      <w:sdt>
        <w:sdtPr>
          <w:alias w:val="Company"/>
          <w:tag w:val=""/>
          <w:id w:val="-380639155"/>
          <w:placeholder>
            <w:docPart w:val="B1CD419F44484701A7CC8FBCE6B01ACD"/>
          </w:placeholder>
          <w:dataBinding w:prefixMappings="xmlns:ns0='http://schemas.openxmlformats.org/officeDocument/2006/extended-properties' " w:xpath="/ns0:Properties[1]/ns0:Company[1]" w:storeItemID="{6668398D-A668-4E3E-A5EB-62B293D839F1}"/>
          <w:text/>
        </w:sdtPr>
        <w:sdtEndPr/>
        <w:sdtContent>
          <w:r>
            <w:t>P2</w:t>
          </w:r>
        </w:sdtContent>
      </w:sdt>
      <w:r w:rsidRPr="00EC0140">
        <w:t xml:space="preserve"> (and/or its affiliates) in Australia and/or other countries.</w:t>
      </w:r>
    </w:p>
    <w:p w14:paraId="5DCBC043" w14:textId="77777777" w:rsidR="009826C5" w:rsidRPr="00281F0F" w:rsidRDefault="009826C5" w:rsidP="009826C5">
      <w:pPr>
        <w:pStyle w:val="FinePrint"/>
      </w:pPr>
      <w:r w:rsidRPr="00281F0F">
        <w:t>Oracle is a registered trademark of Oracle Corporation and/or its affiliates.</w:t>
      </w:r>
    </w:p>
    <w:p w14:paraId="6C9BC119" w14:textId="77777777" w:rsidR="009826C5" w:rsidRDefault="009826C5" w:rsidP="009826C5">
      <w:pPr>
        <w:pStyle w:val="FinePrint"/>
      </w:pPr>
      <w:r w:rsidRPr="00EC0140">
        <w:t xml:space="preserve">ActiveX, </w:t>
      </w:r>
      <w:r>
        <w:t xml:space="preserve">Active Directory, </w:t>
      </w:r>
      <w:r w:rsidRPr="00EC0140">
        <w:t xml:space="preserve">Authenticode, Excel, Internet Explorer, Microsoft, SharePoint, SQL Server, </w:t>
      </w:r>
      <w:r>
        <w:t xml:space="preserve">Visual Studio, </w:t>
      </w:r>
      <w:r w:rsidRPr="00EC0140">
        <w:t xml:space="preserve">Windows, </w:t>
      </w:r>
      <w:r>
        <w:t xml:space="preserve">and </w:t>
      </w:r>
      <w:r w:rsidRPr="00EC0140">
        <w:t>Windows Server are either registered trademarks or trademarks of Microsoft Corporation in the United States and/or other countries.</w:t>
      </w:r>
    </w:p>
    <w:p w14:paraId="6E3BBC71" w14:textId="2E4BD877" w:rsidR="00F6133D" w:rsidRDefault="009826C5" w:rsidP="009826C5">
      <w:pPr>
        <w:pStyle w:val="FinePrint"/>
      </w:pPr>
      <w:r>
        <w:t>Other product and company names mentioned herein may be the trademarks of their respective owners.</w:t>
      </w:r>
    </w:p>
    <w:p w14:paraId="6E3BBC72" w14:textId="77777777" w:rsidR="00011D14" w:rsidRDefault="00011D14" w:rsidP="00456D06">
      <w:pPr>
        <w:pStyle w:val="SectionLabel"/>
        <w:outlineLvl w:val="0"/>
        <w:sectPr w:rsidR="00011D14" w:rsidSect="003803E4">
          <w:headerReference w:type="first" r:id="rId21"/>
          <w:footerReference w:type="first" r:id="rId22"/>
          <w:pgSz w:w="11906" w:h="16838" w:code="1"/>
          <w:pgMar w:top="1418" w:right="1418" w:bottom="1418" w:left="1418" w:header="567" w:footer="567" w:gutter="0"/>
          <w:pgNumType w:fmt="lowerRoman" w:start="1"/>
          <w:cols w:space="720"/>
          <w:titlePg/>
          <w:docGrid w:linePitch="299"/>
        </w:sectPr>
      </w:pPr>
      <w:bookmarkStart w:id="2" w:name="_Toc195080200"/>
      <w:bookmarkStart w:id="3" w:name="_Toc195080362"/>
      <w:bookmarkStart w:id="4" w:name="_Toc195501649"/>
      <w:bookmarkStart w:id="5" w:name="_Toc195671428"/>
      <w:bookmarkStart w:id="6" w:name="_Toc195674125"/>
      <w:bookmarkStart w:id="7" w:name="_Toc195674184"/>
      <w:bookmarkStart w:id="8" w:name="_Toc195674371"/>
      <w:bookmarkStart w:id="9" w:name="_Toc195674899"/>
      <w:bookmarkStart w:id="10" w:name="_Toc195674958"/>
      <w:bookmarkStart w:id="11" w:name="_Toc195677927"/>
      <w:bookmarkStart w:id="12" w:name="_Toc195678008"/>
      <w:bookmarkStart w:id="13" w:name="_Toc195691355"/>
      <w:bookmarkStart w:id="14" w:name="_Toc195691826"/>
      <w:bookmarkStart w:id="15" w:name="_Toc197764397"/>
      <w:bookmarkStart w:id="16" w:name="_Toc197770241"/>
      <w:bookmarkStart w:id="17" w:name="_Toc198091291"/>
      <w:bookmarkStart w:id="18" w:name="_Toc198097269"/>
    </w:p>
    <w:p w14:paraId="6E3BBC73" w14:textId="77777777" w:rsidR="00F6133D" w:rsidRPr="00A05231" w:rsidRDefault="00F6133D" w:rsidP="00F769C3">
      <w:pPr>
        <w:pStyle w:val="TOCTitle"/>
      </w:pPr>
      <w:r w:rsidRPr="00A05231">
        <w:lastRenderedPageBreak/>
        <w:t>Contents</w:t>
      </w:r>
      <w:bookmarkStart w:id="19" w:name="_GoBack"/>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4970FAB4" w14:textId="77777777" w:rsidR="0011541D" w:rsidRDefault="008854DB">
      <w:pPr>
        <w:pStyle w:val="TOC1"/>
        <w:rPr>
          <w:rFonts w:asciiTheme="minorHAnsi" w:hAnsiTheme="minorHAnsi"/>
          <w:b w:val="0"/>
          <w:noProof/>
          <w:spacing w:val="0"/>
          <w:kern w:val="0"/>
          <w:sz w:val="22"/>
        </w:rPr>
      </w:pPr>
      <w:r>
        <w:rPr>
          <w:rFonts w:eastAsia="Calibri" w:cs="Times New Roman"/>
          <w:b w:val="0"/>
          <w:bCs/>
          <w:caps/>
          <w:sz w:val="22"/>
          <w:lang w:eastAsia="en-US"/>
        </w:rPr>
        <w:fldChar w:fldCharType="begin"/>
      </w:r>
      <w:r>
        <w:rPr>
          <w:b w:val="0"/>
          <w:bCs/>
          <w:caps/>
        </w:rPr>
        <w:instrText xml:space="preserve"> TOC \o "2-3" \h \z \t "Heading 1,1" </w:instrText>
      </w:r>
      <w:r>
        <w:rPr>
          <w:rFonts w:eastAsia="Calibri" w:cs="Times New Roman"/>
          <w:b w:val="0"/>
          <w:bCs/>
          <w:caps/>
          <w:sz w:val="22"/>
          <w:lang w:eastAsia="en-US"/>
        </w:rPr>
        <w:fldChar w:fldCharType="separate"/>
      </w:r>
      <w:hyperlink w:anchor="_Toc399510894" w:history="1">
        <w:r w:rsidR="0011541D" w:rsidRPr="00C367AB">
          <w:rPr>
            <w:rStyle w:val="Hyperlink"/>
            <w:noProof/>
          </w:rPr>
          <w:t>Preface</w:t>
        </w:r>
        <w:r w:rsidR="0011541D">
          <w:rPr>
            <w:noProof/>
            <w:webHidden/>
          </w:rPr>
          <w:tab/>
        </w:r>
        <w:r w:rsidR="0011541D">
          <w:rPr>
            <w:noProof/>
            <w:webHidden/>
          </w:rPr>
          <w:fldChar w:fldCharType="begin"/>
        </w:r>
        <w:r w:rsidR="0011541D">
          <w:rPr>
            <w:noProof/>
            <w:webHidden/>
          </w:rPr>
          <w:instrText xml:space="preserve"> PAGEREF _Toc399510894 \h </w:instrText>
        </w:r>
        <w:r w:rsidR="0011541D">
          <w:rPr>
            <w:noProof/>
            <w:webHidden/>
          </w:rPr>
        </w:r>
        <w:r w:rsidR="0011541D">
          <w:rPr>
            <w:noProof/>
            <w:webHidden/>
          </w:rPr>
          <w:fldChar w:fldCharType="separate"/>
        </w:r>
        <w:r w:rsidR="0011541D">
          <w:rPr>
            <w:noProof/>
            <w:webHidden/>
          </w:rPr>
          <w:t>1</w:t>
        </w:r>
        <w:r w:rsidR="0011541D">
          <w:rPr>
            <w:noProof/>
            <w:webHidden/>
          </w:rPr>
          <w:fldChar w:fldCharType="end"/>
        </w:r>
      </w:hyperlink>
    </w:p>
    <w:p w14:paraId="0E4EAE60" w14:textId="77777777" w:rsidR="0011541D" w:rsidRDefault="0011541D">
      <w:pPr>
        <w:pStyle w:val="TOC2"/>
        <w:rPr>
          <w:rFonts w:asciiTheme="minorHAnsi" w:hAnsiTheme="minorHAnsi"/>
          <w:noProof/>
          <w:kern w:val="0"/>
          <w:sz w:val="22"/>
        </w:rPr>
      </w:pPr>
      <w:hyperlink w:anchor="_Toc399510895" w:history="1">
        <w:r w:rsidRPr="00C367AB">
          <w:rPr>
            <w:rStyle w:val="Hyperlink"/>
            <w:noProof/>
          </w:rPr>
          <w:t>What’s New</w:t>
        </w:r>
        <w:r>
          <w:rPr>
            <w:noProof/>
            <w:webHidden/>
          </w:rPr>
          <w:tab/>
        </w:r>
        <w:r>
          <w:rPr>
            <w:noProof/>
            <w:webHidden/>
          </w:rPr>
          <w:fldChar w:fldCharType="begin"/>
        </w:r>
        <w:r>
          <w:rPr>
            <w:noProof/>
            <w:webHidden/>
          </w:rPr>
          <w:instrText xml:space="preserve"> PAGEREF _Toc399510895 \h </w:instrText>
        </w:r>
        <w:r>
          <w:rPr>
            <w:noProof/>
            <w:webHidden/>
          </w:rPr>
        </w:r>
        <w:r>
          <w:rPr>
            <w:noProof/>
            <w:webHidden/>
          </w:rPr>
          <w:fldChar w:fldCharType="separate"/>
        </w:r>
        <w:r>
          <w:rPr>
            <w:noProof/>
            <w:webHidden/>
          </w:rPr>
          <w:t>1</w:t>
        </w:r>
        <w:r>
          <w:rPr>
            <w:noProof/>
            <w:webHidden/>
          </w:rPr>
          <w:fldChar w:fldCharType="end"/>
        </w:r>
      </w:hyperlink>
    </w:p>
    <w:p w14:paraId="7B844A53" w14:textId="77777777" w:rsidR="0011541D" w:rsidRDefault="0011541D">
      <w:pPr>
        <w:pStyle w:val="TOC2"/>
        <w:rPr>
          <w:rFonts w:asciiTheme="minorHAnsi" w:hAnsiTheme="minorHAnsi"/>
          <w:noProof/>
          <w:kern w:val="0"/>
          <w:sz w:val="22"/>
        </w:rPr>
      </w:pPr>
      <w:hyperlink w:anchor="_Toc399510896" w:history="1">
        <w:r w:rsidRPr="00C367AB">
          <w:rPr>
            <w:rStyle w:val="Hyperlink"/>
            <w:noProof/>
          </w:rPr>
          <w:t>Who Should Read This Guide</w:t>
        </w:r>
        <w:r>
          <w:rPr>
            <w:noProof/>
            <w:webHidden/>
          </w:rPr>
          <w:tab/>
        </w:r>
        <w:r>
          <w:rPr>
            <w:noProof/>
            <w:webHidden/>
          </w:rPr>
          <w:fldChar w:fldCharType="begin"/>
        </w:r>
        <w:r>
          <w:rPr>
            <w:noProof/>
            <w:webHidden/>
          </w:rPr>
          <w:instrText xml:space="preserve"> PAGEREF _Toc399510896 \h </w:instrText>
        </w:r>
        <w:r>
          <w:rPr>
            <w:noProof/>
            <w:webHidden/>
          </w:rPr>
        </w:r>
        <w:r>
          <w:rPr>
            <w:noProof/>
            <w:webHidden/>
          </w:rPr>
          <w:fldChar w:fldCharType="separate"/>
        </w:r>
        <w:r>
          <w:rPr>
            <w:noProof/>
            <w:webHidden/>
          </w:rPr>
          <w:t>1</w:t>
        </w:r>
        <w:r>
          <w:rPr>
            <w:noProof/>
            <w:webHidden/>
          </w:rPr>
          <w:fldChar w:fldCharType="end"/>
        </w:r>
      </w:hyperlink>
    </w:p>
    <w:p w14:paraId="1D244DDD" w14:textId="77777777" w:rsidR="0011541D" w:rsidRDefault="0011541D">
      <w:pPr>
        <w:pStyle w:val="TOC2"/>
        <w:rPr>
          <w:rFonts w:asciiTheme="minorHAnsi" w:hAnsiTheme="minorHAnsi"/>
          <w:noProof/>
          <w:kern w:val="0"/>
          <w:sz w:val="22"/>
        </w:rPr>
      </w:pPr>
      <w:hyperlink w:anchor="_Toc399510897" w:history="1">
        <w:r w:rsidRPr="00C367AB">
          <w:rPr>
            <w:rStyle w:val="Hyperlink"/>
            <w:noProof/>
          </w:rPr>
          <w:t>Related Documentation</w:t>
        </w:r>
        <w:r>
          <w:rPr>
            <w:noProof/>
            <w:webHidden/>
          </w:rPr>
          <w:tab/>
        </w:r>
        <w:r>
          <w:rPr>
            <w:noProof/>
            <w:webHidden/>
          </w:rPr>
          <w:fldChar w:fldCharType="begin"/>
        </w:r>
        <w:r>
          <w:rPr>
            <w:noProof/>
            <w:webHidden/>
          </w:rPr>
          <w:instrText xml:space="preserve"> PAGEREF _Toc399510897 \h </w:instrText>
        </w:r>
        <w:r>
          <w:rPr>
            <w:noProof/>
            <w:webHidden/>
          </w:rPr>
        </w:r>
        <w:r>
          <w:rPr>
            <w:noProof/>
            <w:webHidden/>
          </w:rPr>
          <w:fldChar w:fldCharType="separate"/>
        </w:r>
        <w:r>
          <w:rPr>
            <w:noProof/>
            <w:webHidden/>
          </w:rPr>
          <w:t>1</w:t>
        </w:r>
        <w:r>
          <w:rPr>
            <w:noProof/>
            <w:webHidden/>
          </w:rPr>
          <w:fldChar w:fldCharType="end"/>
        </w:r>
      </w:hyperlink>
    </w:p>
    <w:p w14:paraId="14CBC691" w14:textId="77777777" w:rsidR="0011541D" w:rsidRDefault="0011541D">
      <w:pPr>
        <w:pStyle w:val="TOC2"/>
        <w:rPr>
          <w:rFonts w:asciiTheme="minorHAnsi" w:hAnsiTheme="minorHAnsi"/>
          <w:noProof/>
          <w:kern w:val="0"/>
          <w:sz w:val="22"/>
        </w:rPr>
      </w:pPr>
      <w:hyperlink w:anchor="_Toc399510898" w:history="1">
        <w:r w:rsidRPr="00C367AB">
          <w:rPr>
            <w:rStyle w:val="Hyperlink"/>
            <w:noProof/>
          </w:rPr>
          <w:t>Help and Support</w:t>
        </w:r>
        <w:r>
          <w:rPr>
            <w:noProof/>
            <w:webHidden/>
          </w:rPr>
          <w:tab/>
        </w:r>
        <w:r>
          <w:rPr>
            <w:noProof/>
            <w:webHidden/>
          </w:rPr>
          <w:fldChar w:fldCharType="begin"/>
        </w:r>
        <w:r>
          <w:rPr>
            <w:noProof/>
            <w:webHidden/>
          </w:rPr>
          <w:instrText xml:space="preserve"> PAGEREF _Toc399510898 \h </w:instrText>
        </w:r>
        <w:r>
          <w:rPr>
            <w:noProof/>
            <w:webHidden/>
          </w:rPr>
        </w:r>
        <w:r>
          <w:rPr>
            <w:noProof/>
            <w:webHidden/>
          </w:rPr>
          <w:fldChar w:fldCharType="separate"/>
        </w:r>
        <w:r>
          <w:rPr>
            <w:noProof/>
            <w:webHidden/>
          </w:rPr>
          <w:t>1</w:t>
        </w:r>
        <w:r>
          <w:rPr>
            <w:noProof/>
            <w:webHidden/>
          </w:rPr>
          <w:fldChar w:fldCharType="end"/>
        </w:r>
      </w:hyperlink>
    </w:p>
    <w:p w14:paraId="688D73C0" w14:textId="77777777" w:rsidR="0011541D" w:rsidRDefault="0011541D">
      <w:pPr>
        <w:pStyle w:val="TOC1"/>
        <w:rPr>
          <w:rFonts w:asciiTheme="minorHAnsi" w:hAnsiTheme="minorHAnsi"/>
          <w:b w:val="0"/>
          <w:noProof/>
          <w:spacing w:val="0"/>
          <w:kern w:val="0"/>
          <w:sz w:val="22"/>
        </w:rPr>
      </w:pPr>
      <w:hyperlink w:anchor="_Toc399510899" w:history="1">
        <w:r w:rsidRPr="00C367AB">
          <w:rPr>
            <w:rStyle w:val="Hyperlink"/>
            <w:noProof/>
          </w:rPr>
          <w:t>About P2 Explorer</w:t>
        </w:r>
        <w:r>
          <w:rPr>
            <w:noProof/>
            <w:webHidden/>
          </w:rPr>
          <w:tab/>
        </w:r>
        <w:r>
          <w:rPr>
            <w:noProof/>
            <w:webHidden/>
          </w:rPr>
          <w:fldChar w:fldCharType="begin"/>
        </w:r>
        <w:r>
          <w:rPr>
            <w:noProof/>
            <w:webHidden/>
          </w:rPr>
          <w:instrText xml:space="preserve"> PAGEREF _Toc399510899 \h </w:instrText>
        </w:r>
        <w:r>
          <w:rPr>
            <w:noProof/>
            <w:webHidden/>
          </w:rPr>
        </w:r>
        <w:r>
          <w:rPr>
            <w:noProof/>
            <w:webHidden/>
          </w:rPr>
          <w:fldChar w:fldCharType="separate"/>
        </w:r>
        <w:r>
          <w:rPr>
            <w:noProof/>
            <w:webHidden/>
          </w:rPr>
          <w:t>3</w:t>
        </w:r>
        <w:r>
          <w:rPr>
            <w:noProof/>
            <w:webHidden/>
          </w:rPr>
          <w:fldChar w:fldCharType="end"/>
        </w:r>
      </w:hyperlink>
    </w:p>
    <w:p w14:paraId="159E8D1B" w14:textId="77777777" w:rsidR="0011541D" w:rsidRDefault="0011541D">
      <w:pPr>
        <w:pStyle w:val="TOC2"/>
        <w:rPr>
          <w:rFonts w:asciiTheme="minorHAnsi" w:hAnsiTheme="minorHAnsi"/>
          <w:noProof/>
          <w:kern w:val="0"/>
          <w:sz w:val="22"/>
        </w:rPr>
      </w:pPr>
      <w:hyperlink w:anchor="_Toc399510900" w:history="1">
        <w:r w:rsidRPr="00C367AB">
          <w:rPr>
            <w:rStyle w:val="Hyperlink"/>
            <w:noProof/>
          </w:rPr>
          <w:t>Component Overview</w:t>
        </w:r>
        <w:r>
          <w:rPr>
            <w:noProof/>
            <w:webHidden/>
          </w:rPr>
          <w:tab/>
        </w:r>
        <w:r>
          <w:rPr>
            <w:noProof/>
            <w:webHidden/>
          </w:rPr>
          <w:fldChar w:fldCharType="begin"/>
        </w:r>
        <w:r>
          <w:rPr>
            <w:noProof/>
            <w:webHidden/>
          </w:rPr>
          <w:instrText xml:space="preserve"> PAGEREF _Toc399510900 \h </w:instrText>
        </w:r>
        <w:r>
          <w:rPr>
            <w:noProof/>
            <w:webHidden/>
          </w:rPr>
        </w:r>
        <w:r>
          <w:rPr>
            <w:noProof/>
            <w:webHidden/>
          </w:rPr>
          <w:fldChar w:fldCharType="separate"/>
        </w:r>
        <w:r>
          <w:rPr>
            <w:noProof/>
            <w:webHidden/>
          </w:rPr>
          <w:t>3</w:t>
        </w:r>
        <w:r>
          <w:rPr>
            <w:noProof/>
            <w:webHidden/>
          </w:rPr>
          <w:fldChar w:fldCharType="end"/>
        </w:r>
      </w:hyperlink>
    </w:p>
    <w:p w14:paraId="7E97FE0D" w14:textId="77777777" w:rsidR="0011541D" w:rsidRDefault="0011541D">
      <w:pPr>
        <w:pStyle w:val="TOC1"/>
        <w:rPr>
          <w:rFonts w:asciiTheme="minorHAnsi" w:hAnsiTheme="minorHAnsi"/>
          <w:b w:val="0"/>
          <w:noProof/>
          <w:spacing w:val="0"/>
          <w:kern w:val="0"/>
          <w:sz w:val="22"/>
        </w:rPr>
      </w:pPr>
      <w:hyperlink w:anchor="_Toc399510901" w:history="1">
        <w:r w:rsidRPr="00C367AB">
          <w:rPr>
            <w:rStyle w:val="Hyperlink"/>
            <w:noProof/>
          </w:rPr>
          <w:t>Quick Start Cheat Sheet</w:t>
        </w:r>
        <w:r>
          <w:rPr>
            <w:noProof/>
            <w:webHidden/>
          </w:rPr>
          <w:tab/>
        </w:r>
        <w:r>
          <w:rPr>
            <w:noProof/>
            <w:webHidden/>
          </w:rPr>
          <w:fldChar w:fldCharType="begin"/>
        </w:r>
        <w:r>
          <w:rPr>
            <w:noProof/>
            <w:webHidden/>
          </w:rPr>
          <w:instrText xml:space="preserve"> PAGEREF _Toc399510901 \h </w:instrText>
        </w:r>
        <w:r>
          <w:rPr>
            <w:noProof/>
            <w:webHidden/>
          </w:rPr>
        </w:r>
        <w:r>
          <w:rPr>
            <w:noProof/>
            <w:webHidden/>
          </w:rPr>
          <w:fldChar w:fldCharType="separate"/>
        </w:r>
        <w:r>
          <w:rPr>
            <w:noProof/>
            <w:webHidden/>
          </w:rPr>
          <w:t>4</w:t>
        </w:r>
        <w:r>
          <w:rPr>
            <w:noProof/>
            <w:webHidden/>
          </w:rPr>
          <w:fldChar w:fldCharType="end"/>
        </w:r>
      </w:hyperlink>
    </w:p>
    <w:p w14:paraId="27FA303C" w14:textId="77777777" w:rsidR="0011541D" w:rsidRDefault="0011541D">
      <w:pPr>
        <w:pStyle w:val="TOC1"/>
        <w:rPr>
          <w:rFonts w:asciiTheme="minorHAnsi" w:hAnsiTheme="minorHAnsi"/>
          <w:b w:val="0"/>
          <w:noProof/>
          <w:spacing w:val="0"/>
          <w:kern w:val="0"/>
          <w:sz w:val="22"/>
        </w:rPr>
      </w:pPr>
      <w:hyperlink w:anchor="_Toc399510902" w:history="1">
        <w:r w:rsidRPr="00C367AB">
          <w:rPr>
            <w:rStyle w:val="Hyperlink"/>
            <w:noProof/>
          </w:rPr>
          <w:t>Planning the Installation</w:t>
        </w:r>
        <w:r>
          <w:rPr>
            <w:noProof/>
            <w:webHidden/>
          </w:rPr>
          <w:tab/>
        </w:r>
        <w:r>
          <w:rPr>
            <w:noProof/>
            <w:webHidden/>
          </w:rPr>
          <w:fldChar w:fldCharType="begin"/>
        </w:r>
        <w:r>
          <w:rPr>
            <w:noProof/>
            <w:webHidden/>
          </w:rPr>
          <w:instrText xml:space="preserve"> PAGEREF _Toc399510902 \h </w:instrText>
        </w:r>
        <w:r>
          <w:rPr>
            <w:noProof/>
            <w:webHidden/>
          </w:rPr>
        </w:r>
        <w:r>
          <w:rPr>
            <w:noProof/>
            <w:webHidden/>
          </w:rPr>
          <w:fldChar w:fldCharType="separate"/>
        </w:r>
        <w:r>
          <w:rPr>
            <w:noProof/>
            <w:webHidden/>
          </w:rPr>
          <w:t>5</w:t>
        </w:r>
        <w:r>
          <w:rPr>
            <w:noProof/>
            <w:webHidden/>
          </w:rPr>
          <w:fldChar w:fldCharType="end"/>
        </w:r>
      </w:hyperlink>
    </w:p>
    <w:p w14:paraId="44193CD9" w14:textId="77777777" w:rsidR="0011541D" w:rsidRDefault="0011541D">
      <w:pPr>
        <w:pStyle w:val="TOC2"/>
        <w:rPr>
          <w:rFonts w:asciiTheme="minorHAnsi" w:hAnsiTheme="minorHAnsi"/>
          <w:noProof/>
          <w:kern w:val="0"/>
          <w:sz w:val="22"/>
        </w:rPr>
      </w:pPr>
      <w:hyperlink w:anchor="_Toc399510903" w:history="1">
        <w:r w:rsidRPr="00C367AB">
          <w:rPr>
            <w:rStyle w:val="Hyperlink"/>
            <w:noProof/>
          </w:rPr>
          <w:t>Licensing</w:t>
        </w:r>
        <w:r>
          <w:rPr>
            <w:noProof/>
            <w:webHidden/>
          </w:rPr>
          <w:tab/>
        </w:r>
        <w:r>
          <w:rPr>
            <w:noProof/>
            <w:webHidden/>
          </w:rPr>
          <w:fldChar w:fldCharType="begin"/>
        </w:r>
        <w:r>
          <w:rPr>
            <w:noProof/>
            <w:webHidden/>
          </w:rPr>
          <w:instrText xml:space="preserve"> PAGEREF _Toc399510903 \h </w:instrText>
        </w:r>
        <w:r>
          <w:rPr>
            <w:noProof/>
            <w:webHidden/>
          </w:rPr>
        </w:r>
        <w:r>
          <w:rPr>
            <w:noProof/>
            <w:webHidden/>
          </w:rPr>
          <w:fldChar w:fldCharType="separate"/>
        </w:r>
        <w:r>
          <w:rPr>
            <w:noProof/>
            <w:webHidden/>
          </w:rPr>
          <w:t>5</w:t>
        </w:r>
        <w:r>
          <w:rPr>
            <w:noProof/>
            <w:webHidden/>
          </w:rPr>
          <w:fldChar w:fldCharType="end"/>
        </w:r>
      </w:hyperlink>
    </w:p>
    <w:p w14:paraId="17401C83" w14:textId="77777777" w:rsidR="0011541D" w:rsidRDefault="0011541D">
      <w:pPr>
        <w:pStyle w:val="TOC2"/>
        <w:rPr>
          <w:rFonts w:asciiTheme="minorHAnsi" w:hAnsiTheme="minorHAnsi"/>
          <w:noProof/>
          <w:kern w:val="0"/>
          <w:sz w:val="22"/>
        </w:rPr>
      </w:pPr>
      <w:hyperlink w:anchor="_Toc399510904" w:history="1">
        <w:r w:rsidRPr="00C367AB">
          <w:rPr>
            <w:rStyle w:val="Hyperlink"/>
            <w:noProof/>
          </w:rPr>
          <w:t>Required Information</w:t>
        </w:r>
        <w:r>
          <w:rPr>
            <w:noProof/>
            <w:webHidden/>
          </w:rPr>
          <w:tab/>
        </w:r>
        <w:r>
          <w:rPr>
            <w:noProof/>
            <w:webHidden/>
          </w:rPr>
          <w:fldChar w:fldCharType="begin"/>
        </w:r>
        <w:r>
          <w:rPr>
            <w:noProof/>
            <w:webHidden/>
          </w:rPr>
          <w:instrText xml:space="preserve"> PAGEREF _Toc399510904 \h </w:instrText>
        </w:r>
        <w:r>
          <w:rPr>
            <w:noProof/>
            <w:webHidden/>
          </w:rPr>
        </w:r>
        <w:r>
          <w:rPr>
            <w:noProof/>
            <w:webHidden/>
          </w:rPr>
          <w:fldChar w:fldCharType="separate"/>
        </w:r>
        <w:r>
          <w:rPr>
            <w:noProof/>
            <w:webHidden/>
          </w:rPr>
          <w:t>5</w:t>
        </w:r>
        <w:r>
          <w:rPr>
            <w:noProof/>
            <w:webHidden/>
          </w:rPr>
          <w:fldChar w:fldCharType="end"/>
        </w:r>
      </w:hyperlink>
    </w:p>
    <w:p w14:paraId="1192929A" w14:textId="77777777" w:rsidR="0011541D" w:rsidRDefault="0011541D">
      <w:pPr>
        <w:pStyle w:val="TOC3"/>
        <w:rPr>
          <w:rFonts w:asciiTheme="minorHAnsi" w:hAnsiTheme="minorHAnsi"/>
          <w:noProof/>
          <w:kern w:val="0"/>
          <w:sz w:val="22"/>
        </w:rPr>
      </w:pPr>
      <w:hyperlink w:anchor="_Toc399510905" w:history="1">
        <w:r w:rsidRPr="00C367AB">
          <w:rPr>
            <w:rStyle w:val="Hyperlink"/>
            <w:noProof/>
          </w:rPr>
          <w:t>URLs</w:t>
        </w:r>
        <w:r>
          <w:rPr>
            <w:noProof/>
            <w:webHidden/>
          </w:rPr>
          <w:tab/>
        </w:r>
        <w:r>
          <w:rPr>
            <w:noProof/>
            <w:webHidden/>
          </w:rPr>
          <w:fldChar w:fldCharType="begin"/>
        </w:r>
        <w:r>
          <w:rPr>
            <w:noProof/>
            <w:webHidden/>
          </w:rPr>
          <w:instrText xml:space="preserve"> PAGEREF _Toc399510905 \h </w:instrText>
        </w:r>
        <w:r>
          <w:rPr>
            <w:noProof/>
            <w:webHidden/>
          </w:rPr>
        </w:r>
        <w:r>
          <w:rPr>
            <w:noProof/>
            <w:webHidden/>
          </w:rPr>
          <w:fldChar w:fldCharType="separate"/>
        </w:r>
        <w:r>
          <w:rPr>
            <w:noProof/>
            <w:webHidden/>
          </w:rPr>
          <w:t>5</w:t>
        </w:r>
        <w:r>
          <w:rPr>
            <w:noProof/>
            <w:webHidden/>
          </w:rPr>
          <w:fldChar w:fldCharType="end"/>
        </w:r>
      </w:hyperlink>
    </w:p>
    <w:p w14:paraId="3F0EDC96" w14:textId="77777777" w:rsidR="0011541D" w:rsidRDefault="0011541D">
      <w:pPr>
        <w:pStyle w:val="TOC3"/>
        <w:rPr>
          <w:rFonts w:asciiTheme="minorHAnsi" w:hAnsiTheme="minorHAnsi"/>
          <w:noProof/>
          <w:kern w:val="0"/>
          <w:sz w:val="22"/>
        </w:rPr>
      </w:pPr>
      <w:hyperlink w:anchor="_Toc399510906" w:history="1">
        <w:r w:rsidRPr="00C367AB">
          <w:rPr>
            <w:rStyle w:val="Hyperlink"/>
            <w:noProof/>
          </w:rPr>
          <w:t>Database Information</w:t>
        </w:r>
        <w:r>
          <w:rPr>
            <w:noProof/>
            <w:webHidden/>
          </w:rPr>
          <w:tab/>
        </w:r>
        <w:r>
          <w:rPr>
            <w:noProof/>
            <w:webHidden/>
          </w:rPr>
          <w:fldChar w:fldCharType="begin"/>
        </w:r>
        <w:r>
          <w:rPr>
            <w:noProof/>
            <w:webHidden/>
          </w:rPr>
          <w:instrText xml:space="preserve"> PAGEREF _Toc399510906 \h </w:instrText>
        </w:r>
        <w:r>
          <w:rPr>
            <w:noProof/>
            <w:webHidden/>
          </w:rPr>
        </w:r>
        <w:r>
          <w:rPr>
            <w:noProof/>
            <w:webHidden/>
          </w:rPr>
          <w:fldChar w:fldCharType="separate"/>
        </w:r>
        <w:r>
          <w:rPr>
            <w:noProof/>
            <w:webHidden/>
          </w:rPr>
          <w:t>5</w:t>
        </w:r>
        <w:r>
          <w:rPr>
            <w:noProof/>
            <w:webHidden/>
          </w:rPr>
          <w:fldChar w:fldCharType="end"/>
        </w:r>
      </w:hyperlink>
    </w:p>
    <w:p w14:paraId="38313AA3" w14:textId="77777777" w:rsidR="0011541D" w:rsidRDefault="0011541D">
      <w:pPr>
        <w:pStyle w:val="TOC3"/>
        <w:rPr>
          <w:rFonts w:asciiTheme="minorHAnsi" w:hAnsiTheme="minorHAnsi"/>
          <w:noProof/>
          <w:kern w:val="0"/>
          <w:sz w:val="22"/>
        </w:rPr>
      </w:pPr>
      <w:hyperlink w:anchor="_Toc399510907" w:history="1">
        <w:r w:rsidRPr="00C367AB">
          <w:rPr>
            <w:rStyle w:val="Hyperlink"/>
            <w:noProof/>
          </w:rPr>
          <w:t>Other Information</w:t>
        </w:r>
        <w:r>
          <w:rPr>
            <w:noProof/>
            <w:webHidden/>
          </w:rPr>
          <w:tab/>
        </w:r>
        <w:r>
          <w:rPr>
            <w:noProof/>
            <w:webHidden/>
          </w:rPr>
          <w:fldChar w:fldCharType="begin"/>
        </w:r>
        <w:r>
          <w:rPr>
            <w:noProof/>
            <w:webHidden/>
          </w:rPr>
          <w:instrText xml:space="preserve"> PAGEREF _Toc399510907 \h </w:instrText>
        </w:r>
        <w:r>
          <w:rPr>
            <w:noProof/>
            <w:webHidden/>
          </w:rPr>
        </w:r>
        <w:r>
          <w:rPr>
            <w:noProof/>
            <w:webHidden/>
          </w:rPr>
          <w:fldChar w:fldCharType="separate"/>
        </w:r>
        <w:r>
          <w:rPr>
            <w:noProof/>
            <w:webHidden/>
          </w:rPr>
          <w:t>5</w:t>
        </w:r>
        <w:r>
          <w:rPr>
            <w:noProof/>
            <w:webHidden/>
          </w:rPr>
          <w:fldChar w:fldCharType="end"/>
        </w:r>
      </w:hyperlink>
    </w:p>
    <w:p w14:paraId="53A35861" w14:textId="77777777" w:rsidR="0011541D" w:rsidRDefault="0011541D">
      <w:pPr>
        <w:pStyle w:val="TOC2"/>
        <w:rPr>
          <w:rFonts w:asciiTheme="minorHAnsi" w:hAnsiTheme="minorHAnsi"/>
          <w:noProof/>
          <w:kern w:val="0"/>
          <w:sz w:val="22"/>
        </w:rPr>
      </w:pPr>
      <w:hyperlink w:anchor="_Toc399510908" w:history="1">
        <w:r w:rsidRPr="00C367AB">
          <w:rPr>
            <w:rStyle w:val="Hyperlink"/>
            <w:noProof/>
          </w:rPr>
          <w:t>Hardware Requirements</w:t>
        </w:r>
        <w:r>
          <w:rPr>
            <w:noProof/>
            <w:webHidden/>
          </w:rPr>
          <w:tab/>
        </w:r>
        <w:r>
          <w:rPr>
            <w:noProof/>
            <w:webHidden/>
          </w:rPr>
          <w:fldChar w:fldCharType="begin"/>
        </w:r>
        <w:r>
          <w:rPr>
            <w:noProof/>
            <w:webHidden/>
          </w:rPr>
          <w:instrText xml:space="preserve"> PAGEREF _Toc399510908 \h </w:instrText>
        </w:r>
        <w:r>
          <w:rPr>
            <w:noProof/>
            <w:webHidden/>
          </w:rPr>
        </w:r>
        <w:r>
          <w:rPr>
            <w:noProof/>
            <w:webHidden/>
          </w:rPr>
          <w:fldChar w:fldCharType="separate"/>
        </w:r>
        <w:r>
          <w:rPr>
            <w:noProof/>
            <w:webHidden/>
          </w:rPr>
          <w:t>6</w:t>
        </w:r>
        <w:r>
          <w:rPr>
            <w:noProof/>
            <w:webHidden/>
          </w:rPr>
          <w:fldChar w:fldCharType="end"/>
        </w:r>
      </w:hyperlink>
    </w:p>
    <w:p w14:paraId="3C8260EC" w14:textId="77777777" w:rsidR="0011541D" w:rsidRDefault="0011541D">
      <w:pPr>
        <w:pStyle w:val="TOC2"/>
        <w:rPr>
          <w:rFonts w:asciiTheme="minorHAnsi" w:hAnsiTheme="minorHAnsi"/>
          <w:noProof/>
          <w:kern w:val="0"/>
          <w:sz w:val="22"/>
        </w:rPr>
      </w:pPr>
      <w:hyperlink w:anchor="_Toc399510909" w:history="1">
        <w:r w:rsidRPr="00C367AB">
          <w:rPr>
            <w:rStyle w:val="Hyperlink"/>
            <w:noProof/>
          </w:rPr>
          <w:t>Network and Hardware Setup</w:t>
        </w:r>
        <w:r>
          <w:rPr>
            <w:noProof/>
            <w:webHidden/>
          </w:rPr>
          <w:tab/>
        </w:r>
        <w:r>
          <w:rPr>
            <w:noProof/>
            <w:webHidden/>
          </w:rPr>
          <w:fldChar w:fldCharType="begin"/>
        </w:r>
        <w:r>
          <w:rPr>
            <w:noProof/>
            <w:webHidden/>
          </w:rPr>
          <w:instrText xml:space="preserve"> PAGEREF _Toc399510909 \h </w:instrText>
        </w:r>
        <w:r>
          <w:rPr>
            <w:noProof/>
            <w:webHidden/>
          </w:rPr>
        </w:r>
        <w:r>
          <w:rPr>
            <w:noProof/>
            <w:webHidden/>
          </w:rPr>
          <w:fldChar w:fldCharType="separate"/>
        </w:r>
        <w:r>
          <w:rPr>
            <w:noProof/>
            <w:webHidden/>
          </w:rPr>
          <w:t>6</w:t>
        </w:r>
        <w:r>
          <w:rPr>
            <w:noProof/>
            <w:webHidden/>
          </w:rPr>
          <w:fldChar w:fldCharType="end"/>
        </w:r>
      </w:hyperlink>
    </w:p>
    <w:p w14:paraId="70CD15D9" w14:textId="77777777" w:rsidR="0011541D" w:rsidRDefault="0011541D">
      <w:pPr>
        <w:pStyle w:val="TOC2"/>
        <w:rPr>
          <w:rFonts w:asciiTheme="minorHAnsi" w:hAnsiTheme="minorHAnsi"/>
          <w:noProof/>
          <w:kern w:val="0"/>
          <w:sz w:val="22"/>
        </w:rPr>
      </w:pPr>
      <w:hyperlink w:anchor="_Toc399510910" w:history="1">
        <w:r w:rsidRPr="00C367AB">
          <w:rPr>
            <w:rStyle w:val="Hyperlink"/>
            <w:noProof/>
          </w:rPr>
          <w:t>Supported Technologies</w:t>
        </w:r>
        <w:r>
          <w:rPr>
            <w:noProof/>
            <w:webHidden/>
          </w:rPr>
          <w:tab/>
        </w:r>
        <w:r>
          <w:rPr>
            <w:noProof/>
            <w:webHidden/>
          </w:rPr>
          <w:fldChar w:fldCharType="begin"/>
        </w:r>
        <w:r>
          <w:rPr>
            <w:noProof/>
            <w:webHidden/>
          </w:rPr>
          <w:instrText xml:space="preserve"> PAGEREF _Toc399510910 \h </w:instrText>
        </w:r>
        <w:r>
          <w:rPr>
            <w:noProof/>
            <w:webHidden/>
          </w:rPr>
        </w:r>
        <w:r>
          <w:rPr>
            <w:noProof/>
            <w:webHidden/>
          </w:rPr>
          <w:fldChar w:fldCharType="separate"/>
        </w:r>
        <w:r>
          <w:rPr>
            <w:noProof/>
            <w:webHidden/>
          </w:rPr>
          <w:t>7</w:t>
        </w:r>
        <w:r>
          <w:rPr>
            <w:noProof/>
            <w:webHidden/>
          </w:rPr>
          <w:fldChar w:fldCharType="end"/>
        </w:r>
      </w:hyperlink>
    </w:p>
    <w:p w14:paraId="06CC170D" w14:textId="77777777" w:rsidR="0011541D" w:rsidRDefault="0011541D">
      <w:pPr>
        <w:pStyle w:val="TOC2"/>
        <w:rPr>
          <w:rFonts w:asciiTheme="minorHAnsi" w:hAnsiTheme="minorHAnsi"/>
          <w:noProof/>
          <w:kern w:val="0"/>
          <w:sz w:val="22"/>
        </w:rPr>
      </w:pPr>
      <w:hyperlink w:anchor="_Toc399510911" w:history="1">
        <w:r w:rsidRPr="00C367AB">
          <w:rPr>
            <w:rStyle w:val="Hyperlink"/>
            <w:noProof/>
          </w:rPr>
          <w:t>Software Prerequisites</w:t>
        </w:r>
        <w:r>
          <w:rPr>
            <w:noProof/>
            <w:webHidden/>
          </w:rPr>
          <w:tab/>
        </w:r>
        <w:r>
          <w:rPr>
            <w:noProof/>
            <w:webHidden/>
          </w:rPr>
          <w:fldChar w:fldCharType="begin"/>
        </w:r>
        <w:r>
          <w:rPr>
            <w:noProof/>
            <w:webHidden/>
          </w:rPr>
          <w:instrText xml:space="preserve"> PAGEREF _Toc399510911 \h </w:instrText>
        </w:r>
        <w:r>
          <w:rPr>
            <w:noProof/>
            <w:webHidden/>
          </w:rPr>
        </w:r>
        <w:r>
          <w:rPr>
            <w:noProof/>
            <w:webHidden/>
          </w:rPr>
          <w:fldChar w:fldCharType="separate"/>
        </w:r>
        <w:r>
          <w:rPr>
            <w:noProof/>
            <w:webHidden/>
          </w:rPr>
          <w:t>8</w:t>
        </w:r>
        <w:r>
          <w:rPr>
            <w:noProof/>
            <w:webHidden/>
          </w:rPr>
          <w:fldChar w:fldCharType="end"/>
        </w:r>
      </w:hyperlink>
    </w:p>
    <w:p w14:paraId="5E9D12E1" w14:textId="77777777" w:rsidR="0011541D" w:rsidRDefault="0011541D">
      <w:pPr>
        <w:pStyle w:val="TOC2"/>
        <w:rPr>
          <w:rFonts w:asciiTheme="minorHAnsi" w:hAnsiTheme="minorHAnsi"/>
          <w:noProof/>
          <w:kern w:val="0"/>
          <w:sz w:val="22"/>
        </w:rPr>
      </w:pPr>
      <w:hyperlink w:anchor="_Toc399510912" w:history="1">
        <w:r w:rsidRPr="00C367AB">
          <w:rPr>
            <w:rStyle w:val="Hyperlink"/>
            <w:noProof/>
          </w:rPr>
          <w:t>Supplied Software</w:t>
        </w:r>
        <w:r>
          <w:rPr>
            <w:noProof/>
            <w:webHidden/>
          </w:rPr>
          <w:tab/>
        </w:r>
        <w:r>
          <w:rPr>
            <w:noProof/>
            <w:webHidden/>
          </w:rPr>
          <w:fldChar w:fldCharType="begin"/>
        </w:r>
        <w:r>
          <w:rPr>
            <w:noProof/>
            <w:webHidden/>
          </w:rPr>
          <w:instrText xml:space="preserve"> PAGEREF _Toc399510912 \h </w:instrText>
        </w:r>
        <w:r>
          <w:rPr>
            <w:noProof/>
            <w:webHidden/>
          </w:rPr>
        </w:r>
        <w:r>
          <w:rPr>
            <w:noProof/>
            <w:webHidden/>
          </w:rPr>
          <w:fldChar w:fldCharType="separate"/>
        </w:r>
        <w:r>
          <w:rPr>
            <w:noProof/>
            <w:webHidden/>
          </w:rPr>
          <w:t>8</w:t>
        </w:r>
        <w:r>
          <w:rPr>
            <w:noProof/>
            <w:webHidden/>
          </w:rPr>
          <w:fldChar w:fldCharType="end"/>
        </w:r>
      </w:hyperlink>
    </w:p>
    <w:p w14:paraId="4AEA34AE" w14:textId="77777777" w:rsidR="0011541D" w:rsidRDefault="0011541D">
      <w:pPr>
        <w:pStyle w:val="TOC1"/>
        <w:rPr>
          <w:rFonts w:asciiTheme="minorHAnsi" w:hAnsiTheme="minorHAnsi"/>
          <w:b w:val="0"/>
          <w:noProof/>
          <w:spacing w:val="0"/>
          <w:kern w:val="0"/>
          <w:sz w:val="22"/>
        </w:rPr>
      </w:pPr>
      <w:hyperlink w:anchor="_Toc399510913" w:history="1">
        <w:r w:rsidRPr="00C367AB">
          <w:rPr>
            <w:rStyle w:val="Hyperlink"/>
            <w:noProof/>
          </w:rPr>
          <w:t>Installation</w:t>
        </w:r>
        <w:r>
          <w:rPr>
            <w:noProof/>
            <w:webHidden/>
          </w:rPr>
          <w:tab/>
        </w:r>
        <w:r>
          <w:rPr>
            <w:noProof/>
            <w:webHidden/>
          </w:rPr>
          <w:fldChar w:fldCharType="begin"/>
        </w:r>
        <w:r>
          <w:rPr>
            <w:noProof/>
            <w:webHidden/>
          </w:rPr>
          <w:instrText xml:space="preserve"> PAGEREF _Toc399510913 \h </w:instrText>
        </w:r>
        <w:r>
          <w:rPr>
            <w:noProof/>
            <w:webHidden/>
          </w:rPr>
        </w:r>
        <w:r>
          <w:rPr>
            <w:noProof/>
            <w:webHidden/>
          </w:rPr>
          <w:fldChar w:fldCharType="separate"/>
        </w:r>
        <w:r>
          <w:rPr>
            <w:noProof/>
            <w:webHidden/>
          </w:rPr>
          <w:t>9</w:t>
        </w:r>
        <w:r>
          <w:rPr>
            <w:noProof/>
            <w:webHidden/>
          </w:rPr>
          <w:fldChar w:fldCharType="end"/>
        </w:r>
      </w:hyperlink>
    </w:p>
    <w:p w14:paraId="15F3C31E" w14:textId="77777777" w:rsidR="0011541D" w:rsidRDefault="0011541D">
      <w:pPr>
        <w:pStyle w:val="TOC2"/>
        <w:rPr>
          <w:rFonts w:asciiTheme="minorHAnsi" w:hAnsiTheme="minorHAnsi"/>
          <w:noProof/>
          <w:kern w:val="0"/>
          <w:sz w:val="22"/>
        </w:rPr>
      </w:pPr>
      <w:hyperlink w:anchor="_Toc399510914" w:history="1">
        <w:r w:rsidRPr="00C367AB">
          <w:rPr>
            <w:rStyle w:val="Hyperlink"/>
            <w:noProof/>
          </w:rPr>
          <w:t>Fresh Installation</w:t>
        </w:r>
        <w:r>
          <w:rPr>
            <w:noProof/>
            <w:webHidden/>
          </w:rPr>
          <w:tab/>
        </w:r>
        <w:r>
          <w:rPr>
            <w:noProof/>
            <w:webHidden/>
          </w:rPr>
          <w:fldChar w:fldCharType="begin"/>
        </w:r>
        <w:r>
          <w:rPr>
            <w:noProof/>
            <w:webHidden/>
          </w:rPr>
          <w:instrText xml:space="preserve"> PAGEREF _Toc399510914 \h </w:instrText>
        </w:r>
        <w:r>
          <w:rPr>
            <w:noProof/>
            <w:webHidden/>
          </w:rPr>
        </w:r>
        <w:r>
          <w:rPr>
            <w:noProof/>
            <w:webHidden/>
          </w:rPr>
          <w:fldChar w:fldCharType="separate"/>
        </w:r>
        <w:r>
          <w:rPr>
            <w:noProof/>
            <w:webHidden/>
          </w:rPr>
          <w:t>9</w:t>
        </w:r>
        <w:r>
          <w:rPr>
            <w:noProof/>
            <w:webHidden/>
          </w:rPr>
          <w:fldChar w:fldCharType="end"/>
        </w:r>
      </w:hyperlink>
    </w:p>
    <w:p w14:paraId="43910973" w14:textId="77777777" w:rsidR="0011541D" w:rsidRDefault="0011541D">
      <w:pPr>
        <w:pStyle w:val="TOC3"/>
        <w:rPr>
          <w:rFonts w:asciiTheme="minorHAnsi" w:hAnsiTheme="minorHAnsi"/>
          <w:noProof/>
          <w:kern w:val="0"/>
          <w:sz w:val="22"/>
        </w:rPr>
      </w:pPr>
      <w:hyperlink w:anchor="_Toc399510915" w:history="1">
        <w:r w:rsidRPr="00C367AB">
          <w:rPr>
            <w:rStyle w:val="Hyperlink"/>
            <w:noProof/>
          </w:rPr>
          <w:t>Step 1. Review Installation Requirements</w:t>
        </w:r>
        <w:r>
          <w:rPr>
            <w:noProof/>
            <w:webHidden/>
          </w:rPr>
          <w:tab/>
        </w:r>
        <w:r>
          <w:rPr>
            <w:noProof/>
            <w:webHidden/>
          </w:rPr>
          <w:fldChar w:fldCharType="begin"/>
        </w:r>
        <w:r>
          <w:rPr>
            <w:noProof/>
            <w:webHidden/>
          </w:rPr>
          <w:instrText xml:space="preserve"> PAGEREF _Toc399510915 \h </w:instrText>
        </w:r>
        <w:r>
          <w:rPr>
            <w:noProof/>
            <w:webHidden/>
          </w:rPr>
        </w:r>
        <w:r>
          <w:rPr>
            <w:noProof/>
            <w:webHidden/>
          </w:rPr>
          <w:fldChar w:fldCharType="separate"/>
        </w:r>
        <w:r>
          <w:rPr>
            <w:noProof/>
            <w:webHidden/>
          </w:rPr>
          <w:t>9</w:t>
        </w:r>
        <w:r>
          <w:rPr>
            <w:noProof/>
            <w:webHidden/>
          </w:rPr>
          <w:fldChar w:fldCharType="end"/>
        </w:r>
      </w:hyperlink>
    </w:p>
    <w:p w14:paraId="2E24596B" w14:textId="77777777" w:rsidR="0011541D" w:rsidRDefault="0011541D">
      <w:pPr>
        <w:pStyle w:val="TOC3"/>
        <w:rPr>
          <w:rFonts w:asciiTheme="minorHAnsi" w:hAnsiTheme="minorHAnsi"/>
          <w:noProof/>
          <w:kern w:val="0"/>
          <w:sz w:val="22"/>
        </w:rPr>
      </w:pPr>
      <w:hyperlink w:anchor="_Toc399510916" w:history="1">
        <w:r w:rsidRPr="00C367AB">
          <w:rPr>
            <w:rStyle w:val="Hyperlink"/>
            <w:noProof/>
          </w:rPr>
          <w:t>Step 2. Install Prerequisites</w:t>
        </w:r>
        <w:r>
          <w:rPr>
            <w:noProof/>
            <w:webHidden/>
          </w:rPr>
          <w:tab/>
        </w:r>
        <w:r>
          <w:rPr>
            <w:noProof/>
            <w:webHidden/>
          </w:rPr>
          <w:fldChar w:fldCharType="begin"/>
        </w:r>
        <w:r>
          <w:rPr>
            <w:noProof/>
            <w:webHidden/>
          </w:rPr>
          <w:instrText xml:space="preserve"> PAGEREF _Toc399510916 \h </w:instrText>
        </w:r>
        <w:r>
          <w:rPr>
            <w:noProof/>
            <w:webHidden/>
          </w:rPr>
        </w:r>
        <w:r>
          <w:rPr>
            <w:noProof/>
            <w:webHidden/>
          </w:rPr>
          <w:fldChar w:fldCharType="separate"/>
        </w:r>
        <w:r>
          <w:rPr>
            <w:noProof/>
            <w:webHidden/>
          </w:rPr>
          <w:t>9</w:t>
        </w:r>
        <w:r>
          <w:rPr>
            <w:noProof/>
            <w:webHidden/>
          </w:rPr>
          <w:fldChar w:fldCharType="end"/>
        </w:r>
      </w:hyperlink>
    </w:p>
    <w:p w14:paraId="43873324" w14:textId="77777777" w:rsidR="0011541D" w:rsidRDefault="0011541D">
      <w:pPr>
        <w:pStyle w:val="TOC3"/>
        <w:rPr>
          <w:rFonts w:asciiTheme="minorHAnsi" w:hAnsiTheme="minorHAnsi"/>
          <w:noProof/>
          <w:kern w:val="0"/>
          <w:sz w:val="22"/>
        </w:rPr>
      </w:pPr>
      <w:hyperlink w:anchor="_Toc399510917" w:history="1">
        <w:r w:rsidRPr="00C367AB">
          <w:rPr>
            <w:rStyle w:val="Hyperlink"/>
            <w:noProof/>
          </w:rPr>
          <w:t>Step 3. Install P2 Explorer</w:t>
        </w:r>
        <w:r>
          <w:rPr>
            <w:noProof/>
            <w:webHidden/>
          </w:rPr>
          <w:tab/>
        </w:r>
        <w:r>
          <w:rPr>
            <w:noProof/>
            <w:webHidden/>
          </w:rPr>
          <w:fldChar w:fldCharType="begin"/>
        </w:r>
        <w:r>
          <w:rPr>
            <w:noProof/>
            <w:webHidden/>
          </w:rPr>
          <w:instrText xml:space="preserve"> PAGEREF _Toc399510917 \h </w:instrText>
        </w:r>
        <w:r>
          <w:rPr>
            <w:noProof/>
            <w:webHidden/>
          </w:rPr>
        </w:r>
        <w:r>
          <w:rPr>
            <w:noProof/>
            <w:webHidden/>
          </w:rPr>
          <w:fldChar w:fldCharType="separate"/>
        </w:r>
        <w:r>
          <w:rPr>
            <w:noProof/>
            <w:webHidden/>
          </w:rPr>
          <w:t>9</w:t>
        </w:r>
        <w:r>
          <w:rPr>
            <w:noProof/>
            <w:webHidden/>
          </w:rPr>
          <w:fldChar w:fldCharType="end"/>
        </w:r>
      </w:hyperlink>
    </w:p>
    <w:p w14:paraId="34C1BAAE" w14:textId="77777777" w:rsidR="0011541D" w:rsidRDefault="0011541D">
      <w:pPr>
        <w:pStyle w:val="TOC3"/>
        <w:rPr>
          <w:rFonts w:asciiTheme="minorHAnsi" w:hAnsiTheme="minorHAnsi"/>
          <w:noProof/>
          <w:kern w:val="0"/>
          <w:sz w:val="22"/>
        </w:rPr>
      </w:pPr>
      <w:hyperlink w:anchor="_Toc399510918" w:history="1">
        <w:r w:rsidRPr="00C367AB">
          <w:rPr>
            <w:rStyle w:val="Hyperlink"/>
            <w:noProof/>
          </w:rPr>
          <w:t>Step 4. Update the Configuration File</w:t>
        </w:r>
        <w:r>
          <w:rPr>
            <w:noProof/>
            <w:webHidden/>
          </w:rPr>
          <w:tab/>
        </w:r>
        <w:r>
          <w:rPr>
            <w:noProof/>
            <w:webHidden/>
          </w:rPr>
          <w:fldChar w:fldCharType="begin"/>
        </w:r>
        <w:r>
          <w:rPr>
            <w:noProof/>
            <w:webHidden/>
          </w:rPr>
          <w:instrText xml:space="preserve"> PAGEREF _Toc399510918 \h </w:instrText>
        </w:r>
        <w:r>
          <w:rPr>
            <w:noProof/>
            <w:webHidden/>
          </w:rPr>
        </w:r>
        <w:r>
          <w:rPr>
            <w:noProof/>
            <w:webHidden/>
          </w:rPr>
          <w:fldChar w:fldCharType="separate"/>
        </w:r>
        <w:r>
          <w:rPr>
            <w:noProof/>
            <w:webHidden/>
          </w:rPr>
          <w:t>15</w:t>
        </w:r>
        <w:r>
          <w:rPr>
            <w:noProof/>
            <w:webHidden/>
          </w:rPr>
          <w:fldChar w:fldCharType="end"/>
        </w:r>
      </w:hyperlink>
    </w:p>
    <w:p w14:paraId="07236D72" w14:textId="77777777" w:rsidR="0011541D" w:rsidRDefault="0011541D">
      <w:pPr>
        <w:pStyle w:val="TOC3"/>
        <w:rPr>
          <w:rFonts w:asciiTheme="minorHAnsi" w:hAnsiTheme="minorHAnsi"/>
          <w:noProof/>
          <w:kern w:val="0"/>
          <w:sz w:val="22"/>
        </w:rPr>
      </w:pPr>
      <w:hyperlink w:anchor="_Toc399510919" w:history="1">
        <w:r w:rsidRPr="00C367AB">
          <w:rPr>
            <w:rStyle w:val="Hyperlink"/>
            <w:noProof/>
          </w:rPr>
          <w:t>Step 5. Configure P2 Security</w:t>
        </w:r>
        <w:r>
          <w:rPr>
            <w:noProof/>
            <w:webHidden/>
          </w:rPr>
          <w:tab/>
        </w:r>
        <w:r>
          <w:rPr>
            <w:noProof/>
            <w:webHidden/>
          </w:rPr>
          <w:fldChar w:fldCharType="begin"/>
        </w:r>
        <w:r>
          <w:rPr>
            <w:noProof/>
            <w:webHidden/>
          </w:rPr>
          <w:instrText xml:space="preserve"> PAGEREF _Toc399510919 \h </w:instrText>
        </w:r>
        <w:r>
          <w:rPr>
            <w:noProof/>
            <w:webHidden/>
          </w:rPr>
        </w:r>
        <w:r>
          <w:rPr>
            <w:noProof/>
            <w:webHidden/>
          </w:rPr>
          <w:fldChar w:fldCharType="separate"/>
        </w:r>
        <w:r>
          <w:rPr>
            <w:noProof/>
            <w:webHidden/>
          </w:rPr>
          <w:t>15</w:t>
        </w:r>
        <w:r>
          <w:rPr>
            <w:noProof/>
            <w:webHidden/>
          </w:rPr>
          <w:fldChar w:fldCharType="end"/>
        </w:r>
      </w:hyperlink>
    </w:p>
    <w:p w14:paraId="752A65C8" w14:textId="77777777" w:rsidR="0011541D" w:rsidRDefault="0011541D">
      <w:pPr>
        <w:pStyle w:val="TOC2"/>
        <w:rPr>
          <w:rFonts w:asciiTheme="minorHAnsi" w:hAnsiTheme="minorHAnsi"/>
          <w:noProof/>
          <w:kern w:val="0"/>
          <w:sz w:val="22"/>
        </w:rPr>
      </w:pPr>
      <w:hyperlink w:anchor="_Toc399510920" w:history="1">
        <w:r w:rsidRPr="00C367AB">
          <w:rPr>
            <w:rStyle w:val="Hyperlink"/>
            <w:noProof/>
          </w:rPr>
          <w:t>Upgrading</w:t>
        </w:r>
        <w:r>
          <w:rPr>
            <w:noProof/>
            <w:webHidden/>
          </w:rPr>
          <w:tab/>
        </w:r>
        <w:r>
          <w:rPr>
            <w:noProof/>
            <w:webHidden/>
          </w:rPr>
          <w:fldChar w:fldCharType="begin"/>
        </w:r>
        <w:r>
          <w:rPr>
            <w:noProof/>
            <w:webHidden/>
          </w:rPr>
          <w:instrText xml:space="preserve"> PAGEREF _Toc399510920 \h </w:instrText>
        </w:r>
        <w:r>
          <w:rPr>
            <w:noProof/>
            <w:webHidden/>
          </w:rPr>
        </w:r>
        <w:r>
          <w:rPr>
            <w:noProof/>
            <w:webHidden/>
          </w:rPr>
          <w:fldChar w:fldCharType="separate"/>
        </w:r>
        <w:r>
          <w:rPr>
            <w:noProof/>
            <w:webHidden/>
          </w:rPr>
          <w:t>17</w:t>
        </w:r>
        <w:r>
          <w:rPr>
            <w:noProof/>
            <w:webHidden/>
          </w:rPr>
          <w:fldChar w:fldCharType="end"/>
        </w:r>
      </w:hyperlink>
    </w:p>
    <w:p w14:paraId="768FB2C6" w14:textId="77777777" w:rsidR="0011541D" w:rsidRDefault="0011541D">
      <w:pPr>
        <w:pStyle w:val="TOC3"/>
        <w:rPr>
          <w:rFonts w:asciiTheme="minorHAnsi" w:hAnsiTheme="minorHAnsi"/>
          <w:noProof/>
          <w:kern w:val="0"/>
          <w:sz w:val="22"/>
        </w:rPr>
      </w:pPr>
      <w:hyperlink w:anchor="_Toc399510921" w:history="1">
        <w:r w:rsidRPr="00C367AB">
          <w:rPr>
            <w:rStyle w:val="Hyperlink"/>
            <w:noProof/>
          </w:rPr>
          <w:t>Upgrade Procedure</w:t>
        </w:r>
        <w:r>
          <w:rPr>
            <w:noProof/>
            <w:webHidden/>
          </w:rPr>
          <w:tab/>
        </w:r>
        <w:r>
          <w:rPr>
            <w:noProof/>
            <w:webHidden/>
          </w:rPr>
          <w:fldChar w:fldCharType="begin"/>
        </w:r>
        <w:r>
          <w:rPr>
            <w:noProof/>
            <w:webHidden/>
          </w:rPr>
          <w:instrText xml:space="preserve"> PAGEREF _Toc399510921 \h </w:instrText>
        </w:r>
        <w:r>
          <w:rPr>
            <w:noProof/>
            <w:webHidden/>
          </w:rPr>
        </w:r>
        <w:r>
          <w:rPr>
            <w:noProof/>
            <w:webHidden/>
          </w:rPr>
          <w:fldChar w:fldCharType="separate"/>
        </w:r>
        <w:r>
          <w:rPr>
            <w:noProof/>
            <w:webHidden/>
          </w:rPr>
          <w:t>17</w:t>
        </w:r>
        <w:r>
          <w:rPr>
            <w:noProof/>
            <w:webHidden/>
          </w:rPr>
          <w:fldChar w:fldCharType="end"/>
        </w:r>
      </w:hyperlink>
    </w:p>
    <w:p w14:paraId="01CA3F5C" w14:textId="77777777" w:rsidR="0011541D" w:rsidRDefault="0011541D">
      <w:pPr>
        <w:pStyle w:val="TOC3"/>
        <w:rPr>
          <w:rFonts w:asciiTheme="minorHAnsi" w:hAnsiTheme="minorHAnsi"/>
          <w:noProof/>
          <w:kern w:val="0"/>
          <w:sz w:val="22"/>
        </w:rPr>
      </w:pPr>
      <w:hyperlink w:anchor="_Toc399510922" w:history="1">
        <w:r w:rsidRPr="00C367AB">
          <w:rPr>
            <w:rStyle w:val="Hyperlink"/>
            <w:noProof/>
          </w:rPr>
          <w:t>Rollback Procedure</w:t>
        </w:r>
        <w:r>
          <w:rPr>
            <w:noProof/>
            <w:webHidden/>
          </w:rPr>
          <w:tab/>
        </w:r>
        <w:r>
          <w:rPr>
            <w:noProof/>
            <w:webHidden/>
          </w:rPr>
          <w:fldChar w:fldCharType="begin"/>
        </w:r>
        <w:r>
          <w:rPr>
            <w:noProof/>
            <w:webHidden/>
          </w:rPr>
          <w:instrText xml:space="preserve"> PAGEREF _Toc399510922 \h </w:instrText>
        </w:r>
        <w:r>
          <w:rPr>
            <w:noProof/>
            <w:webHidden/>
          </w:rPr>
        </w:r>
        <w:r>
          <w:rPr>
            <w:noProof/>
            <w:webHidden/>
          </w:rPr>
          <w:fldChar w:fldCharType="separate"/>
        </w:r>
        <w:r>
          <w:rPr>
            <w:noProof/>
            <w:webHidden/>
          </w:rPr>
          <w:t>23</w:t>
        </w:r>
        <w:r>
          <w:rPr>
            <w:noProof/>
            <w:webHidden/>
          </w:rPr>
          <w:fldChar w:fldCharType="end"/>
        </w:r>
      </w:hyperlink>
    </w:p>
    <w:p w14:paraId="46ED4F6A" w14:textId="77777777" w:rsidR="0011541D" w:rsidRDefault="0011541D">
      <w:pPr>
        <w:pStyle w:val="TOC2"/>
        <w:rPr>
          <w:rFonts w:asciiTheme="minorHAnsi" w:hAnsiTheme="minorHAnsi"/>
          <w:noProof/>
          <w:kern w:val="0"/>
          <w:sz w:val="22"/>
        </w:rPr>
      </w:pPr>
      <w:hyperlink w:anchor="_Toc399510923" w:history="1">
        <w:r w:rsidRPr="00C367AB">
          <w:rPr>
            <w:rStyle w:val="Hyperlink"/>
            <w:noProof/>
          </w:rPr>
          <w:t>Launching the Application</w:t>
        </w:r>
        <w:r>
          <w:rPr>
            <w:noProof/>
            <w:webHidden/>
          </w:rPr>
          <w:tab/>
        </w:r>
        <w:r>
          <w:rPr>
            <w:noProof/>
            <w:webHidden/>
          </w:rPr>
          <w:fldChar w:fldCharType="begin"/>
        </w:r>
        <w:r>
          <w:rPr>
            <w:noProof/>
            <w:webHidden/>
          </w:rPr>
          <w:instrText xml:space="preserve"> PAGEREF _Toc399510923 \h </w:instrText>
        </w:r>
        <w:r>
          <w:rPr>
            <w:noProof/>
            <w:webHidden/>
          </w:rPr>
        </w:r>
        <w:r>
          <w:rPr>
            <w:noProof/>
            <w:webHidden/>
          </w:rPr>
          <w:fldChar w:fldCharType="separate"/>
        </w:r>
        <w:r>
          <w:rPr>
            <w:noProof/>
            <w:webHidden/>
          </w:rPr>
          <w:t>23</w:t>
        </w:r>
        <w:r>
          <w:rPr>
            <w:noProof/>
            <w:webHidden/>
          </w:rPr>
          <w:fldChar w:fldCharType="end"/>
        </w:r>
      </w:hyperlink>
    </w:p>
    <w:p w14:paraId="190C68AF" w14:textId="77777777" w:rsidR="0011541D" w:rsidRDefault="0011541D">
      <w:pPr>
        <w:pStyle w:val="TOC2"/>
        <w:rPr>
          <w:rFonts w:asciiTheme="minorHAnsi" w:hAnsiTheme="minorHAnsi"/>
          <w:noProof/>
          <w:kern w:val="0"/>
          <w:sz w:val="22"/>
        </w:rPr>
      </w:pPr>
      <w:hyperlink w:anchor="_Toc399510924" w:history="1">
        <w:r w:rsidRPr="00C367AB">
          <w:rPr>
            <w:rStyle w:val="Hyperlink"/>
            <w:noProof/>
          </w:rPr>
          <w:t>Uninstall</w:t>
        </w:r>
        <w:r>
          <w:rPr>
            <w:noProof/>
            <w:webHidden/>
          </w:rPr>
          <w:tab/>
        </w:r>
        <w:r>
          <w:rPr>
            <w:noProof/>
            <w:webHidden/>
          </w:rPr>
          <w:fldChar w:fldCharType="begin"/>
        </w:r>
        <w:r>
          <w:rPr>
            <w:noProof/>
            <w:webHidden/>
          </w:rPr>
          <w:instrText xml:space="preserve"> PAGEREF _Toc399510924 \h </w:instrText>
        </w:r>
        <w:r>
          <w:rPr>
            <w:noProof/>
            <w:webHidden/>
          </w:rPr>
        </w:r>
        <w:r>
          <w:rPr>
            <w:noProof/>
            <w:webHidden/>
          </w:rPr>
          <w:fldChar w:fldCharType="separate"/>
        </w:r>
        <w:r>
          <w:rPr>
            <w:noProof/>
            <w:webHidden/>
          </w:rPr>
          <w:t>24</w:t>
        </w:r>
        <w:r>
          <w:rPr>
            <w:noProof/>
            <w:webHidden/>
          </w:rPr>
          <w:fldChar w:fldCharType="end"/>
        </w:r>
      </w:hyperlink>
    </w:p>
    <w:p w14:paraId="0C18BD85" w14:textId="77777777" w:rsidR="0011541D" w:rsidRDefault="0011541D">
      <w:pPr>
        <w:pStyle w:val="TOC1"/>
        <w:rPr>
          <w:rFonts w:asciiTheme="minorHAnsi" w:hAnsiTheme="minorHAnsi"/>
          <w:b w:val="0"/>
          <w:noProof/>
          <w:spacing w:val="0"/>
          <w:kern w:val="0"/>
          <w:sz w:val="22"/>
        </w:rPr>
      </w:pPr>
      <w:hyperlink w:anchor="_Toc399510925" w:history="1">
        <w:r w:rsidRPr="00C367AB">
          <w:rPr>
            <w:rStyle w:val="Hyperlink"/>
            <w:noProof/>
          </w:rPr>
          <w:t>Appendix A. Installing the Database Manually</w:t>
        </w:r>
        <w:r>
          <w:rPr>
            <w:noProof/>
            <w:webHidden/>
          </w:rPr>
          <w:tab/>
        </w:r>
        <w:r>
          <w:rPr>
            <w:noProof/>
            <w:webHidden/>
          </w:rPr>
          <w:fldChar w:fldCharType="begin"/>
        </w:r>
        <w:r>
          <w:rPr>
            <w:noProof/>
            <w:webHidden/>
          </w:rPr>
          <w:instrText xml:space="preserve"> PAGEREF _Toc399510925 \h </w:instrText>
        </w:r>
        <w:r>
          <w:rPr>
            <w:noProof/>
            <w:webHidden/>
          </w:rPr>
        </w:r>
        <w:r>
          <w:rPr>
            <w:noProof/>
            <w:webHidden/>
          </w:rPr>
          <w:fldChar w:fldCharType="separate"/>
        </w:r>
        <w:r>
          <w:rPr>
            <w:noProof/>
            <w:webHidden/>
          </w:rPr>
          <w:t>27</w:t>
        </w:r>
        <w:r>
          <w:rPr>
            <w:noProof/>
            <w:webHidden/>
          </w:rPr>
          <w:fldChar w:fldCharType="end"/>
        </w:r>
      </w:hyperlink>
    </w:p>
    <w:p w14:paraId="2C2B56C8" w14:textId="77777777" w:rsidR="0011541D" w:rsidRDefault="0011541D">
      <w:pPr>
        <w:pStyle w:val="TOC1"/>
        <w:rPr>
          <w:rFonts w:asciiTheme="minorHAnsi" w:hAnsiTheme="minorHAnsi"/>
          <w:b w:val="0"/>
          <w:noProof/>
          <w:spacing w:val="0"/>
          <w:kern w:val="0"/>
          <w:sz w:val="22"/>
        </w:rPr>
      </w:pPr>
      <w:hyperlink w:anchor="_Toc399510926" w:history="1">
        <w:r w:rsidRPr="00C367AB">
          <w:rPr>
            <w:rStyle w:val="Hyperlink"/>
            <w:noProof/>
          </w:rPr>
          <w:t>Appendix B. Troubleshooting</w:t>
        </w:r>
        <w:r>
          <w:rPr>
            <w:noProof/>
            <w:webHidden/>
          </w:rPr>
          <w:tab/>
        </w:r>
        <w:r>
          <w:rPr>
            <w:noProof/>
            <w:webHidden/>
          </w:rPr>
          <w:fldChar w:fldCharType="begin"/>
        </w:r>
        <w:r>
          <w:rPr>
            <w:noProof/>
            <w:webHidden/>
          </w:rPr>
          <w:instrText xml:space="preserve"> PAGEREF _Toc399510926 \h </w:instrText>
        </w:r>
        <w:r>
          <w:rPr>
            <w:noProof/>
            <w:webHidden/>
          </w:rPr>
        </w:r>
        <w:r>
          <w:rPr>
            <w:noProof/>
            <w:webHidden/>
          </w:rPr>
          <w:fldChar w:fldCharType="separate"/>
        </w:r>
        <w:r>
          <w:rPr>
            <w:noProof/>
            <w:webHidden/>
          </w:rPr>
          <w:t>28</w:t>
        </w:r>
        <w:r>
          <w:rPr>
            <w:noProof/>
            <w:webHidden/>
          </w:rPr>
          <w:fldChar w:fldCharType="end"/>
        </w:r>
      </w:hyperlink>
    </w:p>
    <w:p w14:paraId="6E3BBC8F" w14:textId="77777777" w:rsidR="00CC3C28" w:rsidRDefault="008854DB" w:rsidP="009B0167">
      <w:pPr>
        <w:tabs>
          <w:tab w:val="right" w:pos="3544"/>
        </w:tabs>
        <w:sectPr w:rsidR="00CC3C28" w:rsidSect="003803E4">
          <w:footerReference w:type="first" r:id="rId23"/>
          <w:pgSz w:w="11906" w:h="16838" w:code="9"/>
          <w:pgMar w:top="1418" w:right="1418" w:bottom="1418" w:left="1418" w:header="567" w:footer="567" w:gutter="0"/>
          <w:pgNumType w:fmt="lowerRoman"/>
          <w:cols w:space="720"/>
          <w:docGrid w:linePitch="299"/>
        </w:sectPr>
      </w:pPr>
      <w:r>
        <w:rPr>
          <w:rFonts w:cs="Arial"/>
          <w:b/>
          <w:bCs/>
          <w:caps/>
          <w:sz w:val="24"/>
        </w:rPr>
        <w:fldChar w:fldCharType="end"/>
      </w:r>
    </w:p>
    <w:p w14:paraId="6E3BBC90" w14:textId="77777777" w:rsidR="00590014" w:rsidRDefault="00012567" w:rsidP="00063F41">
      <w:pPr>
        <w:pStyle w:val="Heading1"/>
      </w:pPr>
      <w:bookmarkStart w:id="20" w:name="_Toc197764398"/>
      <w:bookmarkStart w:id="21" w:name="_Ref194979713"/>
      <w:bookmarkStart w:id="22" w:name="_Ref194980375"/>
      <w:bookmarkStart w:id="23" w:name="_Toc195080201"/>
      <w:bookmarkStart w:id="24" w:name="_Toc195080363"/>
      <w:bookmarkStart w:id="25" w:name="_Toc399510894"/>
      <w:r w:rsidRPr="00063F41">
        <w:lastRenderedPageBreak/>
        <w:t>Preface</w:t>
      </w:r>
      <w:bookmarkEnd w:id="20"/>
      <w:bookmarkEnd w:id="25"/>
    </w:p>
    <w:bookmarkEnd w:id="21"/>
    <w:bookmarkEnd w:id="22"/>
    <w:bookmarkEnd w:id="23"/>
    <w:bookmarkEnd w:id="24"/>
    <w:p w14:paraId="6E3BBC91" w14:textId="61326397" w:rsidR="00F6133D" w:rsidRPr="00695053" w:rsidRDefault="00695053" w:rsidP="00873DB8">
      <w:pPr>
        <w:pStyle w:val="ChapterSubtitle"/>
      </w:pPr>
      <w:r w:rsidRPr="00695053">
        <w:t xml:space="preserve">Integrated </w:t>
      </w:r>
      <w:r>
        <w:t>real-t</w:t>
      </w:r>
      <w:r w:rsidRPr="00695053">
        <w:t xml:space="preserve">ime </w:t>
      </w:r>
      <w:r>
        <w:t>v</w:t>
      </w:r>
      <w:r w:rsidRPr="00695053">
        <w:t xml:space="preserve">isualization, </w:t>
      </w:r>
      <w:r>
        <w:t>a</w:t>
      </w:r>
      <w:r w:rsidRPr="00695053">
        <w:t>nalysis</w:t>
      </w:r>
      <w:r>
        <w:t>,</w:t>
      </w:r>
      <w:r w:rsidRPr="00695053">
        <w:t xml:space="preserve"> and </w:t>
      </w:r>
      <w:r>
        <w:t>d</w:t>
      </w:r>
      <w:r w:rsidRPr="00695053">
        <w:t xml:space="preserve">iagnostics of </w:t>
      </w:r>
      <w:r>
        <w:t>p</w:t>
      </w:r>
      <w:r w:rsidRPr="00695053">
        <w:t xml:space="preserve">roduction and </w:t>
      </w:r>
      <w:r>
        <w:t>o</w:t>
      </w:r>
      <w:r w:rsidRPr="00695053">
        <w:t xml:space="preserve">perational </w:t>
      </w:r>
      <w:r>
        <w:t>d</w:t>
      </w:r>
      <w:r w:rsidRPr="00695053">
        <w:t>ata</w:t>
      </w:r>
      <w:r w:rsidR="00A84E91" w:rsidRPr="00695053">
        <w:t>.</w:t>
      </w:r>
    </w:p>
    <w:p w14:paraId="6E3BBC93" w14:textId="27E054FF" w:rsidR="00A84E91" w:rsidRPr="007F319B" w:rsidRDefault="00A84E91" w:rsidP="00695053">
      <w:pPr>
        <w:pStyle w:val="BodyText"/>
      </w:pPr>
      <w:r w:rsidRPr="007F319B">
        <w:t>This document outlines</w:t>
      </w:r>
      <w:r w:rsidR="00695053">
        <w:t xml:space="preserve"> h</w:t>
      </w:r>
      <w:r w:rsidRPr="007F319B">
        <w:t xml:space="preserve">ow to install </w:t>
      </w:r>
      <w:r w:rsidR="00695053">
        <w:t xml:space="preserve">and configure </w:t>
      </w:r>
      <w:r w:rsidRPr="007F319B">
        <w:t xml:space="preserve">the </w:t>
      </w:r>
      <w:sdt>
        <w:sdtPr>
          <w:alias w:val="Product"/>
          <w:tag w:val="j7e7b800099f4ad4b7003f2a6724bc88"/>
          <w:id w:val="473191424"/>
          <w:lock w:val="contentLocked"/>
          <w:placeholder>
            <w:docPart w:val="28EB8F5ED4334526A25E891318DAD7E9"/>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695053">
            <w:t>P2 Explorer</w:t>
          </w:r>
        </w:sdtContent>
      </w:sdt>
      <w:r w:rsidR="007F319B" w:rsidRPr="007F319B">
        <w:t xml:space="preserve"> </w:t>
      </w:r>
      <w:r w:rsidRPr="007F319B">
        <w:t>components.</w:t>
      </w:r>
    </w:p>
    <w:p w14:paraId="087E8D78" w14:textId="33A73061" w:rsidR="00695053" w:rsidRDefault="00695053" w:rsidP="00C7539A">
      <w:pPr>
        <w:pStyle w:val="Heading2"/>
      </w:pPr>
      <w:bookmarkStart w:id="26" w:name="_Toc195080203"/>
      <w:bookmarkStart w:id="27" w:name="_Toc195080365"/>
      <w:bookmarkStart w:id="28" w:name="_Toc197764399"/>
      <w:bookmarkStart w:id="29" w:name="_Toc399510895"/>
      <w:r>
        <w:t>What’s New</w:t>
      </w:r>
      <w:bookmarkEnd w:id="29"/>
    </w:p>
    <w:p w14:paraId="5EC72AE1" w14:textId="4A44E4F9" w:rsidR="00695053" w:rsidRPr="00695053" w:rsidRDefault="0011541D" w:rsidP="00695053">
      <w:pPr>
        <w:pStyle w:val="ListBullet"/>
      </w:pPr>
      <w:sdt>
        <w:sdtPr>
          <w:alias w:val="Product"/>
          <w:tag w:val="j7e7b800099f4ad4b7003f2a6724bc88"/>
          <w:id w:val="-1802913014"/>
          <w:lock w:val="contentLocked"/>
          <w:placeholder>
            <w:docPart w:val="171295F289C74782B647341D2D8E13E6"/>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695053">
            <w:t>P2 Explorer</w:t>
          </w:r>
        </w:sdtContent>
      </w:sdt>
      <w:r w:rsidR="00695053">
        <w:t xml:space="preserve"> </w:t>
      </w:r>
      <w:r w:rsidR="008444BD">
        <w:t xml:space="preserve">4.0 </w:t>
      </w:r>
      <w:r w:rsidR="00695053">
        <w:t>provides a much simpler installation and configuration process.</w:t>
      </w:r>
    </w:p>
    <w:p w14:paraId="6E3BBC9D" w14:textId="77777777" w:rsidR="00F6133D" w:rsidRDefault="00F6133D" w:rsidP="00C7539A">
      <w:pPr>
        <w:pStyle w:val="Heading2"/>
      </w:pPr>
      <w:bookmarkStart w:id="30" w:name="_Toc399510896"/>
      <w:r>
        <w:t xml:space="preserve">Who </w:t>
      </w:r>
      <w:r w:rsidR="00C51F7F">
        <w:t>S</w:t>
      </w:r>
      <w:r>
        <w:t xml:space="preserve">hould </w:t>
      </w:r>
      <w:r w:rsidR="00C51F7F">
        <w:t>R</w:t>
      </w:r>
      <w:r>
        <w:t xml:space="preserve">ead </w:t>
      </w:r>
      <w:r w:rsidR="00C51F7F">
        <w:t>T</w:t>
      </w:r>
      <w:r>
        <w:t xml:space="preserve">his </w:t>
      </w:r>
      <w:bookmarkEnd w:id="26"/>
      <w:bookmarkEnd w:id="27"/>
      <w:r w:rsidR="00C51F7F">
        <w:t>G</w:t>
      </w:r>
      <w:r w:rsidR="00FA7F02">
        <w:t>uide</w:t>
      </w:r>
      <w:bookmarkEnd w:id="28"/>
      <w:bookmarkEnd w:id="30"/>
    </w:p>
    <w:p w14:paraId="6E3BBC9E" w14:textId="58B02867" w:rsidR="00F6133D" w:rsidRPr="004074DA" w:rsidRDefault="00695053" w:rsidP="00E97D20">
      <w:pPr>
        <w:pStyle w:val="BodyText"/>
        <w:rPr>
          <w:highlight w:val="yellow"/>
        </w:rPr>
      </w:pPr>
      <w:r w:rsidRPr="00CC021C">
        <w:t xml:space="preserve">This guide is intended for anyone who is installing </w:t>
      </w:r>
      <w:sdt>
        <w:sdtPr>
          <w:alias w:val="Product"/>
          <w:tag w:val="j7e7b800099f4ad4b7003f2a6724bc88"/>
          <w:id w:val="-63652171"/>
          <w:lock w:val="contentLocked"/>
          <w:placeholder>
            <w:docPart w:val="FC5DC31DE97D4A59AE8B17A1B030DCF5"/>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t>P2 Explorer</w:t>
          </w:r>
        </w:sdtContent>
      </w:sdt>
      <w:r w:rsidRPr="00CC021C">
        <w:t xml:space="preserve"> into an existing enterprise system. It assumes working knowledge of:</w:t>
      </w:r>
    </w:p>
    <w:p w14:paraId="6E3BBC9F" w14:textId="77777777" w:rsidR="00A378A0" w:rsidRPr="00695053" w:rsidRDefault="00A378A0" w:rsidP="00A378A0">
      <w:pPr>
        <w:pStyle w:val="ListBulletCondensed"/>
      </w:pPr>
      <w:r w:rsidRPr="00695053">
        <w:t>Microsoft® Internet Explorer®</w:t>
      </w:r>
    </w:p>
    <w:p w14:paraId="6E3BBCA0" w14:textId="77777777" w:rsidR="00A84E91" w:rsidRPr="00695053" w:rsidRDefault="002E4CCE" w:rsidP="00C20357">
      <w:pPr>
        <w:pStyle w:val="ListBulletCondensed"/>
      </w:pPr>
      <w:r w:rsidRPr="00695053">
        <w:t>Microsoft®</w:t>
      </w:r>
      <w:r w:rsidR="00A84E91" w:rsidRPr="00695053">
        <w:t xml:space="preserve"> Windows</w:t>
      </w:r>
      <w:r w:rsidRPr="00695053">
        <w:t>®</w:t>
      </w:r>
      <w:r w:rsidR="00A84E91" w:rsidRPr="00695053">
        <w:t xml:space="preserve"> operating system</w:t>
      </w:r>
    </w:p>
    <w:p w14:paraId="6E3BBCA2" w14:textId="77777777" w:rsidR="00F6133D" w:rsidRDefault="00C51F7F" w:rsidP="00C7539A">
      <w:pPr>
        <w:pStyle w:val="Heading2"/>
      </w:pPr>
      <w:bookmarkStart w:id="31" w:name="_Toc195080205"/>
      <w:bookmarkStart w:id="32" w:name="_Toc195080367"/>
      <w:bookmarkStart w:id="33" w:name="_Toc197764401"/>
      <w:bookmarkStart w:id="34" w:name="_Toc399510897"/>
      <w:r>
        <w:t>Related D</w:t>
      </w:r>
      <w:r w:rsidR="00F6133D">
        <w:t>ocumentation</w:t>
      </w:r>
      <w:bookmarkEnd w:id="31"/>
      <w:bookmarkEnd w:id="32"/>
      <w:bookmarkEnd w:id="33"/>
      <w:bookmarkEnd w:id="34"/>
    </w:p>
    <w:p w14:paraId="6E3BBCA3" w14:textId="1FB838EB" w:rsidR="005C7D34" w:rsidRPr="00695053" w:rsidRDefault="005C7D34" w:rsidP="005C7D34">
      <w:pPr>
        <w:pStyle w:val="BodyText"/>
      </w:pPr>
      <w:r w:rsidRPr="00695053">
        <w:t xml:space="preserve">Documents in the </w:t>
      </w:r>
      <w:sdt>
        <w:sdtPr>
          <w:alias w:val="Product"/>
          <w:tag w:val="j7e7b800099f4ad4b7003f2a6724bc88"/>
          <w:id w:val="266511738"/>
          <w:lock w:val="contentLocked"/>
          <w:placeholder>
            <w:docPart w:val="3C9D2CC0263845E0AF180FE04C1B611C"/>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695053">
            <w:t>P2 Explorer</w:t>
          </w:r>
        </w:sdtContent>
      </w:sdt>
      <w:r w:rsidR="00695053">
        <w:t xml:space="preserve"> </w:t>
      </w:r>
      <w:r w:rsidRPr="00695053">
        <w:t>documentation suite are:</w:t>
      </w:r>
    </w:p>
    <w:tbl>
      <w:tblPr>
        <w:tblStyle w:val="P2Table"/>
        <w:tblW w:w="9180" w:type="dxa"/>
        <w:tblLook w:val="04A0" w:firstRow="1" w:lastRow="0" w:firstColumn="1" w:lastColumn="0" w:noHBand="0" w:noVBand="1"/>
      </w:tblPr>
      <w:tblGrid>
        <w:gridCol w:w="2802"/>
        <w:gridCol w:w="6378"/>
      </w:tblGrid>
      <w:tr w:rsidR="002D1172" w:rsidRPr="00F769C3" w14:paraId="6E3BBCA6" w14:textId="77777777" w:rsidTr="00CC67E7">
        <w:trPr>
          <w:cnfStyle w:val="100000000000" w:firstRow="1" w:lastRow="0" w:firstColumn="0" w:lastColumn="0" w:oddVBand="0" w:evenVBand="0" w:oddHBand="0" w:evenHBand="0" w:firstRowFirstColumn="0" w:firstRowLastColumn="0" w:lastRowFirstColumn="0" w:lastRowLastColumn="0"/>
        </w:trPr>
        <w:tc>
          <w:tcPr>
            <w:tcW w:w="2802" w:type="dxa"/>
          </w:tcPr>
          <w:p w14:paraId="6E3BBCA4" w14:textId="77777777" w:rsidR="002D1172" w:rsidRPr="00F769C3" w:rsidRDefault="002D1172" w:rsidP="00F769C3">
            <w:pPr>
              <w:pStyle w:val="TableCell"/>
            </w:pPr>
            <w:r w:rsidRPr="00F769C3">
              <w:t>Title</w:t>
            </w:r>
          </w:p>
        </w:tc>
        <w:tc>
          <w:tcPr>
            <w:tcW w:w="6378" w:type="dxa"/>
          </w:tcPr>
          <w:p w14:paraId="6E3BBCA5" w14:textId="77777777" w:rsidR="002D1172" w:rsidRPr="00F769C3" w:rsidRDefault="002D1172" w:rsidP="00F769C3">
            <w:pPr>
              <w:pStyle w:val="TableCell"/>
            </w:pPr>
            <w:r w:rsidRPr="00F769C3">
              <w:t>Description</w:t>
            </w:r>
          </w:p>
        </w:tc>
      </w:tr>
      <w:tr w:rsidR="00695053" w14:paraId="4E64FBD3" w14:textId="77777777" w:rsidTr="00CC67E7">
        <w:tc>
          <w:tcPr>
            <w:tcW w:w="2802" w:type="dxa"/>
          </w:tcPr>
          <w:p w14:paraId="6672A801" w14:textId="29C2F527" w:rsidR="00695053" w:rsidRPr="00695053" w:rsidRDefault="0011541D" w:rsidP="00695053">
            <w:pPr>
              <w:pStyle w:val="TableCell"/>
            </w:pPr>
            <w:sdt>
              <w:sdtPr>
                <w:alias w:val="Product"/>
                <w:tag w:val="j7e7b800099f4ad4b7003f2a6724bc88"/>
                <w:id w:val="-749278000"/>
                <w:placeholder>
                  <w:docPart w:val="661468BDFA454AD6BF60FF6CFD58AF4F"/>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xmlns:ns5='6d1a5804-6b29-4f7b-a452-2e11798e4cf4' " w:xpath="/ns0:properties[1]/documentManagement[1]/ns3:j7e7b800099f4ad4b7003f2a6724bc88[1]/ns2:Terms[1]" w:storeItemID="{C25B175B-AE41-4583-B473-7AD7E5487BFB}"/>
                <w:text w:multiLine="1"/>
              </w:sdtPr>
              <w:sdtEndPr/>
              <w:sdtContent>
                <w:r w:rsidR="00695053" w:rsidRPr="00695053">
                  <w:t>P2 Explorer</w:t>
                </w:r>
              </w:sdtContent>
            </w:sdt>
            <w:r w:rsidR="00695053">
              <w:t xml:space="preserve"> Release Notes</w:t>
            </w:r>
          </w:p>
        </w:tc>
        <w:tc>
          <w:tcPr>
            <w:tcW w:w="6378" w:type="dxa"/>
          </w:tcPr>
          <w:p w14:paraId="57A41FCE" w14:textId="2DBF3438" w:rsidR="00695053" w:rsidRPr="00695053" w:rsidRDefault="00695053" w:rsidP="00F769C3">
            <w:pPr>
              <w:pStyle w:val="TableCell"/>
            </w:pPr>
            <w:r>
              <w:t xml:space="preserve">Release notes for the latest version of </w:t>
            </w:r>
            <w:sdt>
              <w:sdtPr>
                <w:alias w:val="Product"/>
                <w:tag w:val="j7e7b800099f4ad4b7003f2a6724bc88"/>
                <w:id w:val="-1963104154"/>
                <w:lock w:val="contentLocked"/>
                <w:placeholder>
                  <w:docPart w:val="E9290941B65B408CA35623758946871F"/>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t>P2 Explorer</w:t>
                </w:r>
              </w:sdtContent>
            </w:sdt>
            <w:r>
              <w:t>.</w:t>
            </w:r>
          </w:p>
        </w:tc>
      </w:tr>
      <w:tr w:rsidR="002D1172" w14:paraId="6E3BBCA9" w14:textId="77777777" w:rsidTr="00CC67E7">
        <w:tc>
          <w:tcPr>
            <w:tcW w:w="2802" w:type="dxa"/>
          </w:tcPr>
          <w:p w14:paraId="6E3BBCA7" w14:textId="6075D12D" w:rsidR="002D1172" w:rsidRPr="002D1172" w:rsidRDefault="0011541D" w:rsidP="00DD75ED">
            <w:pPr>
              <w:pStyle w:val="TableCell"/>
            </w:pPr>
            <w:sdt>
              <w:sdtPr>
                <w:alias w:val="Product"/>
                <w:tag w:val="j7e7b800099f4ad4b7003f2a6724bc88"/>
                <w:id w:val="379440100"/>
                <w:placeholder>
                  <w:docPart w:val="25320E09A9D84414A98408CE40FE0958"/>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xmlns:ns5='6d1a5804-6b29-4f7b-a452-2e11798e4cf4' " w:xpath="/ns0:properties[1]/documentManagement[1]/ns3:j7e7b800099f4ad4b7003f2a6724bc88[1]/ns2:Terms[1]" w:storeItemID="{C25B175B-AE41-4583-B473-7AD7E5487BFB}"/>
                <w:text w:multiLine="1"/>
              </w:sdtPr>
              <w:sdtEndPr/>
              <w:sdtContent>
                <w:r w:rsidR="00695053" w:rsidRPr="00695053">
                  <w:t>P2 Explorer</w:t>
                </w:r>
              </w:sdtContent>
            </w:sdt>
            <w:r w:rsidR="002D1172">
              <w:rPr>
                <w:rStyle w:val="Strong"/>
              </w:rPr>
              <w:t xml:space="preserve"> </w:t>
            </w:r>
            <w:sdt>
              <w:sdtPr>
                <w:alias w:val="Software Doc Type"/>
                <w:tag w:val="Software_x0020_Doc_x0020_Type"/>
                <w:id w:val="-2058240299"/>
                <w:placeholder>
                  <w:docPart w:val="D35A6B6138A84A2F9F8BAED802A294A7"/>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Software_x0020_Doc_x0020_Type[1]" w:storeItemID="{C25B175B-AE41-4583-B473-7AD7E5487BFB}"/>
                <w:dropDownList w:lastValue="Installation Guide">
                  <w:listItem w:value="[Software Doc Type]"/>
                </w:dropDownList>
              </w:sdtPr>
              <w:sdtEndPr/>
              <w:sdtContent>
                <w:r w:rsidR="002D1172" w:rsidRPr="002D1172">
                  <w:t>Installation Guide</w:t>
                </w:r>
              </w:sdtContent>
            </w:sdt>
          </w:p>
        </w:tc>
        <w:tc>
          <w:tcPr>
            <w:tcW w:w="6378" w:type="dxa"/>
          </w:tcPr>
          <w:p w14:paraId="6E3BBCA8" w14:textId="71916DB1" w:rsidR="002D1172" w:rsidRPr="004074DA" w:rsidRDefault="002D1172" w:rsidP="00695053">
            <w:pPr>
              <w:pStyle w:val="TableCell"/>
              <w:rPr>
                <w:highlight w:val="yellow"/>
              </w:rPr>
            </w:pPr>
            <w:r w:rsidRPr="00695053">
              <w:t xml:space="preserve">How to install </w:t>
            </w:r>
            <w:sdt>
              <w:sdtPr>
                <w:alias w:val="Product"/>
                <w:tag w:val="j7e7b800099f4ad4b7003f2a6724bc88"/>
                <w:id w:val="2131583181"/>
                <w:lock w:val="contentLocked"/>
                <w:placeholder>
                  <w:docPart w:val="9593A1AD8E684E3EAAB091B81F32A04F"/>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695053">
                  <w:t>P2 Explorer</w:t>
                </w:r>
              </w:sdtContent>
            </w:sdt>
            <w:r w:rsidRPr="00695053">
              <w:t>.</w:t>
            </w:r>
          </w:p>
        </w:tc>
      </w:tr>
      <w:tr w:rsidR="002D1172" w14:paraId="6E3BBCAC" w14:textId="77777777" w:rsidTr="00CC67E7">
        <w:tc>
          <w:tcPr>
            <w:tcW w:w="2802" w:type="dxa"/>
          </w:tcPr>
          <w:p w14:paraId="6E3BBCAA" w14:textId="24691240" w:rsidR="002D1172" w:rsidRPr="00AD2768" w:rsidRDefault="0011541D" w:rsidP="00BF4649">
            <w:pPr>
              <w:pStyle w:val="TableCell"/>
              <w:rPr>
                <w:rStyle w:val="Strong"/>
              </w:rPr>
            </w:pPr>
            <w:sdt>
              <w:sdtPr>
                <w:rPr>
                  <w:b/>
                  <w:bCs/>
                </w:rPr>
                <w:alias w:val="Product"/>
                <w:tag w:val="j7e7b800099f4ad4b7003f2a6724bc88"/>
                <w:id w:val="-1547139573"/>
                <w:placeholder>
                  <w:docPart w:val="6D927A5B701B413DB7BC41CDC7715CEF"/>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xmlns:ns5='6d1a5804-6b29-4f7b-a452-2e11798e4cf4' " w:xpath="/ns0:properties[1]/documentManagement[1]/ns3:j7e7b800099f4ad4b7003f2a6724bc88[1]/ns2:Terms[1]" w:storeItemID="{C25B175B-AE41-4583-B473-7AD7E5487BFB}"/>
                <w:text w:multiLine="1"/>
              </w:sdtPr>
              <w:sdtEndPr>
                <w:rPr>
                  <w:b w:val="0"/>
                  <w:bCs w:val="0"/>
                </w:rPr>
              </w:sdtEndPr>
              <w:sdtContent>
                <w:r w:rsidR="00695053" w:rsidRPr="00695053">
                  <w:t>P2 Explorer</w:t>
                </w:r>
              </w:sdtContent>
            </w:sdt>
            <w:r w:rsidR="002D1172" w:rsidRPr="00AD2768">
              <w:rPr>
                <w:rStyle w:val="Strong"/>
              </w:rPr>
              <w:t xml:space="preserve"> </w:t>
            </w:r>
            <w:r w:rsidR="002D1172" w:rsidRPr="002D1172">
              <w:t>User’s Guide</w:t>
            </w:r>
          </w:p>
        </w:tc>
        <w:tc>
          <w:tcPr>
            <w:tcW w:w="6378" w:type="dxa"/>
          </w:tcPr>
          <w:p w14:paraId="6E3BBCAB" w14:textId="37C1C559" w:rsidR="002D1172" w:rsidRPr="004074DA" w:rsidRDefault="002D1172" w:rsidP="00695053">
            <w:pPr>
              <w:pStyle w:val="TableCell"/>
              <w:rPr>
                <w:highlight w:val="yellow"/>
              </w:rPr>
            </w:pPr>
            <w:r w:rsidRPr="00695053">
              <w:t xml:space="preserve">How to use </w:t>
            </w:r>
            <w:sdt>
              <w:sdtPr>
                <w:alias w:val="Product"/>
                <w:tag w:val="j7e7b800099f4ad4b7003f2a6724bc88"/>
                <w:id w:val="1361013901"/>
                <w:lock w:val="contentLocked"/>
                <w:placeholder>
                  <w:docPart w:val="E107AD504845479D9D90E75BCFAE08C6"/>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695053">
                  <w:t>P2 Explorer</w:t>
                </w:r>
              </w:sdtContent>
            </w:sdt>
            <w:r w:rsidRPr="00695053">
              <w:t>.</w:t>
            </w:r>
          </w:p>
        </w:tc>
      </w:tr>
    </w:tbl>
    <w:p w14:paraId="796A842F" w14:textId="21F2C3F2" w:rsidR="00792AFE" w:rsidRDefault="00792AFE" w:rsidP="005C7D34">
      <w:pPr>
        <w:pStyle w:val="BodyText-FirstLine"/>
      </w:pPr>
      <w:r>
        <w:t>You may also find the following documents useful:</w:t>
      </w:r>
    </w:p>
    <w:p w14:paraId="7953D0C9" w14:textId="316AAA0B" w:rsidR="00792AFE" w:rsidRDefault="00792AFE" w:rsidP="00792AFE">
      <w:pPr>
        <w:pStyle w:val="ListBulletCondensed"/>
      </w:pPr>
      <w:r>
        <w:t>P2 Security Installation Guide</w:t>
      </w:r>
    </w:p>
    <w:p w14:paraId="1F7D9FDD" w14:textId="7ADC74FE" w:rsidR="00792AFE" w:rsidRDefault="00792AFE" w:rsidP="00792AFE">
      <w:pPr>
        <w:pStyle w:val="ListBulletCondensed"/>
      </w:pPr>
      <w:r>
        <w:t>P2 Server Installation Guide</w:t>
      </w:r>
    </w:p>
    <w:p w14:paraId="1CE2A450" w14:textId="4DD4888C" w:rsidR="00A972A6" w:rsidRPr="00792AFE" w:rsidRDefault="00A972A6" w:rsidP="00792AFE">
      <w:pPr>
        <w:pStyle w:val="ListBulletCondensed"/>
      </w:pPr>
      <w:r>
        <w:t>ISS Logger User’s Guide</w:t>
      </w:r>
    </w:p>
    <w:p w14:paraId="6E3BBCAD" w14:textId="3730D91B" w:rsidR="005C7D34" w:rsidRDefault="005C7D34" w:rsidP="00792AFE">
      <w:pPr>
        <w:pStyle w:val="BodyText"/>
      </w:pPr>
      <w:r>
        <w:t xml:space="preserve">These documents are available from </w:t>
      </w:r>
      <w:r w:rsidR="00E624F9">
        <w:t>P2</w:t>
      </w:r>
      <w:r>
        <w:t xml:space="preserve"> </w:t>
      </w:r>
      <w:r w:rsidR="00EA742B">
        <w:t xml:space="preserve">Customer </w:t>
      </w:r>
      <w:r>
        <w:t>Support</w:t>
      </w:r>
      <w:r w:rsidRPr="004D4D76">
        <w:t xml:space="preserve">. </w:t>
      </w:r>
    </w:p>
    <w:p w14:paraId="6E3BBCB5" w14:textId="77777777" w:rsidR="00A84E91" w:rsidRDefault="00A84E91" w:rsidP="00C7539A">
      <w:pPr>
        <w:pStyle w:val="Heading2"/>
      </w:pPr>
      <w:bookmarkStart w:id="35" w:name="_Toc399510898"/>
      <w:r>
        <w:t xml:space="preserve">Help and </w:t>
      </w:r>
      <w:r w:rsidR="00C51F7F">
        <w:t>S</w:t>
      </w:r>
      <w:r>
        <w:t>upport</w:t>
      </w:r>
      <w:bookmarkEnd w:id="35"/>
    </w:p>
    <w:p w14:paraId="2E8EB0A8" w14:textId="432E9077" w:rsidR="0032129A" w:rsidRDefault="00E624F9" w:rsidP="0032129A">
      <w:pPr>
        <w:pStyle w:val="BodyText"/>
        <w:rPr>
          <w:lang w:val="en-NZ"/>
        </w:rPr>
      </w:pPr>
      <w:bookmarkStart w:id="36" w:name="_Toc195691832"/>
      <w:bookmarkStart w:id="37" w:name="_Toc199124970"/>
      <w:r>
        <w:rPr>
          <w:lang w:val="en-NZ"/>
        </w:rPr>
        <w:t>P2</w:t>
      </w:r>
      <w:r w:rsidR="0032129A">
        <w:rPr>
          <w:lang w:val="en-NZ"/>
        </w:rPr>
        <w:t xml:space="preserve"> </w:t>
      </w:r>
      <w:r w:rsidR="00BC4E8E">
        <w:rPr>
          <w:lang w:val="en-NZ"/>
        </w:rPr>
        <w:t xml:space="preserve">Customer </w:t>
      </w:r>
      <w:r w:rsidR="0032129A">
        <w:rPr>
          <w:lang w:val="en-NZ"/>
        </w:rPr>
        <w:t xml:space="preserve">Support provides a central point of contact for software assistance and the resolution of software issues. As part of this, </w:t>
      </w:r>
      <w:sdt>
        <w:sdtPr>
          <w:alias w:val="Company"/>
          <w:tag w:val=""/>
          <w:id w:val="460003419"/>
          <w:placeholder>
            <w:docPart w:val="82A7E2F4AEEA4C0594D5049FBF435BF5"/>
          </w:placeholder>
          <w:dataBinding w:prefixMappings="xmlns:ns0='http://schemas.openxmlformats.org/officeDocument/2006/extended-properties' " w:xpath="/ns0:Properties[1]/ns0:Company[1]" w:storeItemID="{6668398D-A668-4E3E-A5EB-62B293D839F1}"/>
          <w:text/>
        </w:sdtPr>
        <w:sdtEndPr/>
        <w:sdtContent>
          <w:r w:rsidR="000E4E71">
            <w:t>P2</w:t>
          </w:r>
        </w:sdtContent>
      </w:sdt>
      <w:r w:rsidR="000E4E71">
        <w:rPr>
          <w:lang w:val="en-NZ"/>
        </w:rPr>
        <w:t xml:space="preserve"> </w:t>
      </w:r>
      <w:r w:rsidR="0032129A">
        <w:rPr>
          <w:lang w:val="en-NZ"/>
        </w:rPr>
        <w:t>offers a variety of professional services, online resources, and access to experienced product specialists who are able to assist with your service requests. For support and information regarding our products, the following resources are provided:</w:t>
      </w:r>
    </w:p>
    <w:p w14:paraId="331BE916" w14:textId="77777777" w:rsidR="0032129A" w:rsidRPr="005B058D" w:rsidRDefault="0032129A" w:rsidP="0032129A">
      <w:pPr>
        <w:pStyle w:val="HelpHeading"/>
      </w:pPr>
      <w:r w:rsidRPr="005B058D">
        <w:t>Free Documentation Resources</w:t>
      </w:r>
    </w:p>
    <w:p w14:paraId="50C9B27B" w14:textId="77777777" w:rsidR="0032129A" w:rsidRDefault="0032129A" w:rsidP="0032129A">
      <w:pPr>
        <w:pStyle w:val="ListBulletCondensed"/>
        <w:rPr>
          <w:lang w:val="en-NZ"/>
        </w:rPr>
      </w:pPr>
      <w:r>
        <w:rPr>
          <w:lang w:val="en-NZ"/>
        </w:rPr>
        <w:t>PDF documentation supplied in the installation directory.</w:t>
      </w:r>
    </w:p>
    <w:p w14:paraId="64D0E914" w14:textId="77777777" w:rsidR="0032129A" w:rsidRDefault="0032129A" w:rsidP="0032129A">
      <w:pPr>
        <w:pStyle w:val="ListBulletCondensed"/>
        <w:rPr>
          <w:lang w:val="en-NZ"/>
        </w:rPr>
      </w:pPr>
      <w:r>
        <w:rPr>
          <w:lang w:val="en-NZ"/>
        </w:rPr>
        <w:t>Online help provided with the product (if supplied).</w:t>
      </w:r>
    </w:p>
    <w:p w14:paraId="3D8AA0A6" w14:textId="77777777" w:rsidR="0032129A" w:rsidRDefault="0032129A" w:rsidP="0032129A">
      <w:pPr>
        <w:pStyle w:val="HelpHeading"/>
      </w:pPr>
      <w:r>
        <w:t>Online Support Portal</w:t>
      </w:r>
    </w:p>
    <w:p w14:paraId="0A41C7DD" w14:textId="76273CD9" w:rsidR="0032129A" w:rsidRDefault="0032129A" w:rsidP="0032129A">
      <w:pPr>
        <w:pStyle w:val="BodyText"/>
      </w:pPr>
      <w:r>
        <w:rPr>
          <w:lang w:val="en-NZ"/>
        </w:rPr>
        <w:t xml:space="preserve">The </w:t>
      </w:r>
      <w:r w:rsidR="00E624F9">
        <w:rPr>
          <w:lang w:val="en-NZ"/>
        </w:rPr>
        <w:t>P2</w:t>
      </w:r>
      <w:r>
        <w:rPr>
          <w:lang w:val="en-NZ"/>
        </w:rPr>
        <w:t xml:space="preserve"> </w:t>
      </w:r>
      <w:r w:rsidR="00250F27">
        <w:rPr>
          <w:lang w:val="en-NZ"/>
        </w:rPr>
        <w:t xml:space="preserve">Customer </w:t>
      </w:r>
      <w:r>
        <w:rPr>
          <w:lang w:val="en-NZ"/>
        </w:rPr>
        <w:t xml:space="preserve">Support Portal </w:t>
      </w:r>
      <w:r w:rsidR="00250F27">
        <w:rPr>
          <w:lang w:val="en-NZ"/>
        </w:rPr>
        <w:t>(</w:t>
      </w:r>
      <w:hyperlink r:id="rId24" w:history="1">
        <w:r w:rsidR="00250F27" w:rsidRPr="00250F27">
          <w:rPr>
            <w:rStyle w:val="Hyperlink"/>
          </w:rPr>
          <w:t>http://p2energysolutions.com/support</w:t>
        </w:r>
      </w:hyperlink>
      <w:r w:rsidR="00250F27">
        <w:rPr>
          <w:lang w:val="en-NZ"/>
        </w:rPr>
        <w:t xml:space="preserve">) </w:t>
      </w:r>
      <w:r>
        <w:rPr>
          <w:lang w:val="en-NZ"/>
        </w:rPr>
        <w:t xml:space="preserve">provides access to online support, where you can raise service requests for </w:t>
      </w:r>
      <w:r w:rsidR="00E624F9">
        <w:rPr>
          <w:lang w:val="en-NZ"/>
        </w:rPr>
        <w:t>P2</w:t>
      </w:r>
      <w:r>
        <w:rPr>
          <w:lang w:val="en-NZ"/>
        </w:rPr>
        <w:t xml:space="preserve"> software</w:t>
      </w:r>
      <w:r w:rsidR="00483744">
        <w:rPr>
          <w:lang w:val="en-NZ"/>
        </w:rPr>
        <w:t xml:space="preserve">, track </w:t>
      </w:r>
      <w:r w:rsidR="00483744" w:rsidRPr="00402C4F">
        <w:rPr>
          <w:szCs w:val="20"/>
        </w:rPr>
        <w:t>defect</w:t>
      </w:r>
      <w:r w:rsidR="00483744">
        <w:rPr>
          <w:szCs w:val="20"/>
        </w:rPr>
        <w:t>s</w:t>
      </w:r>
      <w:r w:rsidR="00483744" w:rsidRPr="00402C4F">
        <w:rPr>
          <w:szCs w:val="20"/>
        </w:rPr>
        <w:t xml:space="preserve">, get product information, and communicate with P2 </w:t>
      </w:r>
      <w:r w:rsidR="00483744">
        <w:rPr>
          <w:szCs w:val="20"/>
        </w:rPr>
        <w:t xml:space="preserve">Customer </w:t>
      </w:r>
      <w:r w:rsidR="00483744" w:rsidRPr="00402C4F">
        <w:rPr>
          <w:szCs w:val="20"/>
        </w:rPr>
        <w:t>Support</w:t>
      </w:r>
      <w:r w:rsidR="00483744">
        <w:rPr>
          <w:szCs w:val="20"/>
        </w:rPr>
        <w:t>.</w:t>
      </w:r>
    </w:p>
    <w:p w14:paraId="7BC6A7CE" w14:textId="77777777" w:rsidR="00F91308" w:rsidRDefault="00F91308" w:rsidP="00F91308">
      <w:pPr>
        <w:pStyle w:val="HelpHeading"/>
      </w:pPr>
      <w:r>
        <w:lastRenderedPageBreak/>
        <w:t>Customer Communities</w:t>
      </w:r>
    </w:p>
    <w:p w14:paraId="0F208C24" w14:textId="77777777" w:rsidR="00F91308" w:rsidRDefault="00F91308" w:rsidP="00F91308">
      <w:pPr>
        <w:rPr>
          <w:color w:val="1F497D"/>
        </w:rPr>
      </w:pPr>
      <w:r>
        <w:rPr>
          <w:color w:val="000000"/>
        </w:rPr>
        <w:t xml:space="preserve">P2’s customer communities offer a networking environment for you and other P2 users. Our boards and user groups offer an informal setting to exchange information and discuss issues relevant to today's oil and gas companies. P2 is confident that together, we can create an interactive venue that will provide value by allowing our customers to communicate, collaborate and connect at multiple levels. For details, see </w:t>
      </w:r>
      <w:hyperlink r:id="rId25" w:history="1">
        <w:r>
          <w:rPr>
            <w:rStyle w:val="Hyperlink"/>
          </w:rPr>
          <w:t>www.p2energysolutions.com/services/customer-communities</w:t>
        </w:r>
      </w:hyperlink>
      <w:r>
        <w:rPr>
          <w:color w:val="000000"/>
        </w:rPr>
        <w:t>.</w:t>
      </w:r>
    </w:p>
    <w:p w14:paraId="5FA5F4D9" w14:textId="77777777" w:rsidR="0032129A" w:rsidRDefault="0032129A" w:rsidP="0032129A">
      <w:pPr>
        <w:pStyle w:val="HelpHeading"/>
      </w:pPr>
      <w:r>
        <w:t>Training</w:t>
      </w:r>
    </w:p>
    <w:p w14:paraId="7CAF03DE" w14:textId="4B059317" w:rsidR="0032129A" w:rsidRDefault="0011541D" w:rsidP="0032129A">
      <w:pPr>
        <w:pStyle w:val="BodyText"/>
        <w:rPr>
          <w:lang w:val="en-NZ"/>
        </w:rPr>
      </w:pPr>
      <w:sdt>
        <w:sdtPr>
          <w:alias w:val="Company"/>
          <w:tag w:val=""/>
          <w:id w:val="-1344161683"/>
          <w:placeholder>
            <w:docPart w:val="C8289E465FB54AF9948C567EC0DB8A6A"/>
          </w:placeholder>
          <w:dataBinding w:prefixMappings="xmlns:ns0='http://schemas.openxmlformats.org/officeDocument/2006/extended-properties' " w:xpath="/ns0:Properties[1]/ns0:Company[1]" w:storeItemID="{6668398D-A668-4E3E-A5EB-62B293D839F1}"/>
          <w:text/>
        </w:sdtPr>
        <w:sdtEndPr/>
        <w:sdtContent>
          <w:r w:rsidR="000E4E71">
            <w:t>P2</w:t>
          </w:r>
        </w:sdtContent>
      </w:sdt>
      <w:r w:rsidR="000E4E71">
        <w:rPr>
          <w:lang w:val="en-NZ"/>
        </w:rPr>
        <w:t xml:space="preserve"> </w:t>
      </w:r>
      <w:r w:rsidR="0032129A">
        <w:rPr>
          <w:lang w:val="en-NZ"/>
        </w:rPr>
        <w:t xml:space="preserve">offers a variety of standard and customised training courses (ranging from introductory courses through to administrator courses) to help you learn how to use </w:t>
      </w:r>
      <w:r w:rsidR="00E624F9">
        <w:rPr>
          <w:lang w:val="en-NZ"/>
        </w:rPr>
        <w:t>P2</w:t>
      </w:r>
      <w:r w:rsidR="0032129A">
        <w:rPr>
          <w:lang w:val="en-NZ"/>
        </w:rPr>
        <w:t xml:space="preserve"> products.</w:t>
      </w:r>
    </w:p>
    <w:p w14:paraId="61345016" w14:textId="77777777" w:rsidR="0032129A" w:rsidRDefault="0032129A" w:rsidP="0032129A">
      <w:pPr>
        <w:pStyle w:val="HelpHeading"/>
      </w:pPr>
      <w:r>
        <w:t>Performance Tuning</w:t>
      </w:r>
    </w:p>
    <w:p w14:paraId="2EF14053" w14:textId="039F52D0" w:rsidR="0032129A" w:rsidRDefault="0011541D" w:rsidP="00F91308">
      <w:pPr>
        <w:pStyle w:val="BodyText"/>
        <w:ind w:right="-144"/>
        <w:rPr>
          <w:lang w:val="en-NZ"/>
        </w:rPr>
      </w:pPr>
      <w:sdt>
        <w:sdtPr>
          <w:alias w:val="Company"/>
          <w:tag w:val=""/>
          <w:id w:val="432632312"/>
          <w:placeholder>
            <w:docPart w:val="5652584A0C4E4AC8BA99E2606EB6AB21"/>
          </w:placeholder>
          <w:dataBinding w:prefixMappings="xmlns:ns0='http://schemas.openxmlformats.org/officeDocument/2006/extended-properties' " w:xpath="/ns0:Properties[1]/ns0:Company[1]" w:storeItemID="{6668398D-A668-4E3E-A5EB-62B293D839F1}"/>
          <w:text/>
        </w:sdtPr>
        <w:sdtEndPr/>
        <w:sdtContent>
          <w:r w:rsidR="000E4E71">
            <w:t>P2</w:t>
          </w:r>
        </w:sdtContent>
      </w:sdt>
      <w:r w:rsidR="000E4E71">
        <w:rPr>
          <w:lang w:val="en-NZ"/>
        </w:rPr>
        <w:t xml:space="preserve"> </w:t>
      </w:r>
      <w:r w:rsidR="0032129A">
        <w:rPr>
          <w:lang w:val="en-NZ"/>
        </w:rPr>
        <w:t xml:space="preserve">offers a series of system checks to make sure your </w:t>
      </w:r>
      <w:r w:rsidR="00E624F9">
        <w:rPr>
          <w:lang w:val="en-NZ"/>
        </w:rPr>
        <w:t>P2</w:t>
      </w:r>
      <w:r w:rsidR="0032129A">
        <w:rPr>
          <w:lang w:val="en-NZ"/>
        </w:rPr>
        <w:t xml:space="preserve"> systems are running as efficiently as possible. </w:t>
      </w:r>
    </w:p>
    <w:p w14:paraId="783D6BF1" w14:textId="77777777" w:rsidR="0032129A" w:rsidRDefault="0032129A" w:rsidP="0032129A">
      <w:pPr>
        <w:pStyle w:val="HelpHeading"/>
      </w:pPr>
      <w:bookmarkStart w:id="38" w:name="_Toc331167150"/>
      <w:r>
        <w:t>Your Feedback</w:t>
      </w:r>
      <w:bookmarkEnd w:id="36"/>
      <w:bookmarkEnd w:id="37"/>
      <w:bookmarkEnd w:id="38"/>
    </w:p>
    <w:p w14:paraId="6762FACE" w14:textId="7CCD369E" w:rsidR="0032129A" w:rsidRPr="00F91308" w:rsidRDefault="0032129A" w:rsidP="0032129A">
      <w:pPr>
        <w:pStyle w:val="BodyText"/>
      </w:pPr>
      <w:r w:rsidRPr="00F91308">
        <w:t xml:space="preserve">To help improve what we offer you, </w:t>
      </w:r>
      <w:sdt>
        <w:sdtPr>
          <w:alias w:val="Company"/>
          <w:tag w:val=""/>
          <w:id w:val="1265121346"/>
          <w:placeholder>
            <w:docPart w:val="3EE1FCCC0BDD4078A9AB14AB5C380B69"/>
          </w:placeholder>
          <w:dataBinding w:prefixMappings="xmlns:ns0='http://schemas.openxmlformats.org/officeDocument/2006/extended-properties' " w:xpath="/ns0:Properties[1]/ns0:Company[1]" w:storeItemID="{6668398D-A668-4E3E-A5EB-62B293D839F1}"/>
          <w:text/>
        </w:sdtPr>
        <w:sdtEndPr/>
        <w:sdtContent>
          <w:r w:rsidR="000E4E71" w:rsidRPr="00F91308">
            <w:t>P2</w:t>
          </w:r>
        </w:sdtContent>
      </w:sdt>
      <w:r w:rsidR="000E4E71" w:rsidRPr="00F91308">
        <w:t xml:space="preserve"> </w:t>
      </w:r>
      <w:r w:rsidRPr="00F91308">
        <w:t xml:space="preserve">would like your feedback about this guide. Please send your comments by email to </w:t>
      </w:r>
      <w:r w:rsidR="00E624F9" w:rsidRPr="00F91308">
        <w:t>P2</w:t>
      </w:r>
      <w:r w:rsidRPr="00F91308">
        <w:t xml:space="preserve"> </w:t>
      </w:r>
      <w:r w:rsidR="00BC4E8E" w:rsidRPr="00F91308">
        <w:t xml:space="preserve">Customer </w:t>
      </w:r>
      <w:r w:rsidRPr="00F91308">
        <w:t>Support, specifying the name of the guide, as well as section headings or page numbers for our reference.</w:t>
      </w:r>
    </w:p>
    <w:p w14:paraId="5B3C8D39" w14:textId="77777777" w:rsidR="0032129A" w:rsidRDefault="0032129A" w:rsidP="0032129A">
      <w:pPr>
        <w:pStyle w:val="HelpHeading"/>
      </w:pPr>
      <w:r w:rsidRPr="00827F01">
        <w:t>Contact Details</w:t>
      </w:r>
    </w:p>
    <w:p w14:paraId="3D029C1F" w14:textId="1684ED84" w:rsidR="0032129A" w:rsidRPr="00827F01" w:rsidRDefault="0032129A" w:rsidP="0032129A">
      <w:pPr>
        <w:pStyle w:val="BodyText"/>
        <w:rPr>
          <w:lang w:val="en-NZ"/>
        </w:rPr>
      </w:pPr>
      <w:r>
        <w:rPr>
          <w:lang w:val="en-NZ"/>
        </w:rPr>
        <w:t xml:space="preserve">You can contact </w:t>
      </w:r>
      <w:r w:rsidR="00D9397B">
        <w:rPr>
          <w:lang w:val="en-NZ"/>
        </w:rPr>
        <w:t xml:space="preserve">P2 Customer Support </w:t>
      </w:r>
      <w:r>
        <w:rPr>
          <w:lang w:val="en-NZ"/>
        </w:rPr>
        <w:t xml:space="preserve">via phone or email for technical support on any aspect of </w:t>
      </w:r>
      <w:sdt>
        <w:sdtPr>
          <w:alias w:val="Company"/>
          <w:tag w:val=""/>
          <w:id w:val="1564217491"/>
          <w:placeholder>
            <w:docPart w:val="621836C13AA949398C1C923C3EA68248"/>
          </w:placeholder>
          <w:dataBinding w:prefixMappings="xmlns:ns0='http://schemas.openxmlformats.org/officeDocument/2006/extended-properties' " w:xpath="/ns0:Properties[1]/ns0:Company[1]" w:storeItemID="{6668398D-A668-4E3E-A5EB-62B293D839F1}"/>
          <w:text/>
        </w:sdtPr>
        <w:sdtEndPr/>
        <w:sdtContent>
          <w:r w:rsidR="000E4E71">
            <w:t>P2</w:t>
          </w:r>
        </w:sdtContent>
      </w:sdt>
      <w:r w:rsidR="000E4E71">
        <w:t>’s</w:t>
      </w:r>
      <w:r w:rsidR="000E4E71">
        <w:rPr>
          <w:lang w:val="en-NZ"/>
        </w:rPr>
        <w:t xml:space="preserve"> </w:t>
      </w:r>
      <w:r>
        <w:rPr>
          <w:lang w:val="en-NZ"/>
        </w:rPr>
        <w:t xml:space="preserve">products. Please also contact </w:t>
      </w:r>
      <w:r w:rsidR="00D9397B">
        <w:rPr>
          <w:lang w:val="en-NZ"/>
        </w:rPr>
        <w:t xml:space="preserve">P2 Customer Support </w:t>
      </w:r>
      <w:r>
        <w:rPr>
          <w:lang w:val="en-NZ"/>
        </w:rPr>
        <w:t xml:space="preserve">for further information on the </w:t>
      </w:r>
      <w:r w:rsidR="00F91308">
        <w:rPr>
          <w:lang w:val="en-NZ"/>
        </w:rPr>
        <w:t>Customer Communities</w:t>
      </w:r>
      <w:r>
        <w:rPr>
          <w:lang w:val="en-NZ"/>
        </w:rPr>
        <w:t xml:space="preserve">, access to the online support portal, Performance Tuning services, and information on available training courses. Feedback on our products or user guides can also be sent to </w:t>
      </w:r>
      <w:r w:rsidR="00D9397B">
        <w:rPr>
          <w:lang w:val="en-NZ"/>
        </w:rPr>
        <w:t>P2 Customer Support</w:t>
      </w:r>
      <w:r>
        <w:rPr>
          <w:lang w:val="en-NZ"/>
        </w:rPr>
        <w:t>.</w:t>
      </w:r>
    </w:p>
    <w:tbl>
      <w:tblPr>
        <w:tblW w:w="0" w:type="auto"/>
        <w:tblInd w:w="108" w:type="dxa"/>
        <w:tblLayout w:type="fixed"/>
        <w:tblLook w:val="0000" w:firstRow="0" w:lastRow="0" w:firstColumn="0" w:lastColumn="0" w:noHBand="0" w:noVBand="0"/>
      </w:tblPr>
      <w:tblGrid>
        <w:gridCol w:w="990"/>
        <w:gridCol w:w="7941"/>
      </w:tblGrid>
      <w:tr w:rsidR="00E97D20" w:rsidRPr="00E97D20" w14:paraId="6E3BBCCC" w14:textId="77777777" w:rsidTr="00BC4E8E">
        <w:trPr>
          <w:cantSplit/>
        </w:trPr>
        <w:tc>
          <w:tcPr>
            <w:tcW w:w="990" w:type="dxa"/>
            <w:tcBorders>
              <w:top w:val="nil"/>
              <w:left w:val="nil"/>
              <w:bottom w:val="nil"/>
              <w:right w:val="nil"/>
            </w:tcBorders>
            <w:tcMar>
              <w:left w:w="108" w:type="dxa"/>
              <w:right w:w="108" w:type="dxa"/>
            </w:tcMar>
          </w:tcPr>
          <w:p w14:paraId="6E3BBCC9" w14:textId="77777777" w:rsidR="00E97D20" w:rsidRPr="00E97D20" w:rsidRDefault="00E97D20" w:rsidP="0032129A">
            <w:pPr>
              <w:pStyle w:val="BodyTextCondensed"/>
              <w:rPr>
                <w:rStyle w:val="Strong"/>
              </w:rPr>
            </w:pPr>
            <w:r w:rsidRPr="00E97D20">
              <w:rPr>
                <w:rStyle w:val="Strong"/>
              </w:rPr>
              <w:t>Phone:</w:t>
            </w:r>
          </w:p>
        </w:tc>
        <w:tc>
          <w:tcPr>
            <w:tcW w:w="7941" w:type="dxa"/>
            <w:tcBorders>
              <w:top w:val="nil"/>
              <w:left w:val="nil"/>
              <w:bottom w:val="nil"/>
              <w:right w:val="nil"/>
            </w:tcBorders>
            <w:tcMar>
              <w:left w:w="108" w:type="dxa"/>
              <w:right w:w="108" w:type="dxa"/>
            </w:tcMar>
          </w:tcPr>
          <w:p w14:paraId="6E3BBCCB" w14:textId="4AEE67FE" w:rsidR="00E97D20" w:rsidRPr="00E97D20" w:rsidRDefault="00E97D20" w:rsidP="00483744">
            <w:pPr>
              <w:pStyle w:val="BodyTextCondensed"/>
              <w:rPr>
                <w:lang w:val="en-NZ"/>
              </w:rPr>
            </w:pPr>
            <w:r w:rsidRPr="00E97D20">
              <w:t>1300 739 969 (Australia only)</w:t>
            </w:r>
            <w:r w:rsidR="00483744">
              <w:t xml:space="preserve">  or  </w:t>
            </w:r>
            <w:r w:rsidR="002E74F5">
              <w:rPr>
                <w:lang w:val="en-NZ"/>
              </w:rPr>
              <w:t>+61 8 9241 0314</w:t>
            </w:r>
            <w:r w:rsidRPr="00E97D20">
              <w:rPr>
                <w:lang w:val="en-NZ"/>
              </w:rPr>
              <w:t xml:space="preserve"> (outside Australia)</w:t>
            </w:r>
          </w:p>
        </w:tc>
      </w:tr>
      <w:tr w:rsidR="00E97D20" w:rsidRPr="00E97D20" w14:paraId="6E3BBCCF" w14:textId="77777777" w:rsidTr="00BC4E8E">
        <w:tc>
          <w:tcPr>
            <w:tcW w:w="990" w:type="dxa"/>
            <w:tcBorders>
              <w:top w:val="nil"/>
              <w:left w:val="nil"/>
              <w:bottom w:val="nil"/>
              <w:right w:val="nil"/>
            </w:tcBorders>
            <w:tcMar>
              <w:left w:w="108" w:type="dxa"/>
              <w:right w:w="108" w:type="dxa"/>
            </w:tcMar>
          </w:tcPr>
          <w:p w14:paraId="6E3BBCCD" w14:textId="77777777" w:rsidR="00E97D20" w:rsidRPr="00E97D20" w:rsidRDefault="00E97D20" w:rsidP="0032129A">
            <w:pPr>
              <w:pStyle w:val="BodyTextCondensed"/>
              <w:rPr>
                <w:rStyle w:val="Strong"/>
              </w:rPr>
            </w:pPr>
            <w:r w:rsidRPr="00E97D20">
              <w:rPr>
                <w:rStyle w:val="Strong"/>
              </w:rPr>
              <w:t>Email:</w:t>
            </w:r>
          </w:p>
        </w:tc>
        <w:tc>
          <w:tcPr>
            <w:tcW w:w="7941" w:type="dxa"/>
            <w:tcBorders>
              <w:top w:val="nil"/>
              <w:left w:val="nil"/>
              <w:bottom w:val="nil"/>
              <w:right w:val="nil"/>
            </w:tcBorders>
            <w:tcMar>
              <w:left w:w="108" w:type="dxa"/>
              <w:right w:w="108" w:type="dxa"/>
            </w:tcMar>
          </w:tcPr>
          <w:p w14:paraId="6E3BBCCE" w14:textId="0C1BB490" w:rsidR="00E97D20" w:rsidRPr="00E97D20" w:rsidRDefault="0011541D" w:rsidP="0032129A">
            <w:pPr>
              <w:pStyle w:val="BodyTextCondensed"/>
              <w:rPr>
                <w:rStyle w:val="CrossReferenceLink"/>
              </w:rPr>
            </w:pPr>
            <w:hyperlink r:id="rId26" w:history="1">
              <w:r w:rsidR="00BC4E8E" w:rsidRPr="004F66C5">
                <w:rPr>
                  <w:rStyle w:val="Hyperlink"/>
                </w:rPr>
                <w:t>support@issgroup.com.au</w:t>
              </w:r>
            </w:hyperlink>
            <w:r w:rsidR="00BC4E8E" w:rsidRPr="00BC4E8E">
              <w:t xml:space="preserve"> </w:t>
            </w:r>
            <w:r w:rsidR="00BC4E8E">
              <w:t xml:space="preserve">or </w:t>
            </w:r>
            <w:hyperlink r:id="rId27" w:history="1">
              <w:r w:rsidR="00BC4E8E">
                <w:rPr>
                  <w:rStyle w:val="Hyperlink"/>
                </w:rPr>
                <w:t>iss.support@p2energysolutions.com</w:t>
              </w:r>
            </w:hyperlink>
          </w:p>
        </w:tc>
      </w:tr>
    </w:tbl>
    <w:p w14:paraId="6E3BBCD4" w14:textId="77777777" w:rsidR="00A84E91" w:rsidRDefault="00A84E91" w:rsidP="0086690D"/>
    <w:p w14:paraId="6E3BBCD5" w14:textId="77777777" w:rsidR="00CC2D86" w:rsidRDefault="00CC2D86" w:rsidP="0086690D">
      <w:pPr>
        <w:sectPr w:rsidR="00CC2D86" w:rsidSect="003803E4">
          <w:headerReference w:type="default" r:id="rId28"/>
          <w:headerReference w:type="first" r:id="rId29"/>
          <w:pgSz w:w="11906" w:h="16838" w:code="1"/>
          <w:pgMar w:top="1418" w:right="1418" w:bottom="1418" w:left="1418" w:header="567" w:footer="567" w:gutter="0"/>
          <w:pgNumType w:start="1"/>
          <w:cols w:space="720"/>
          <w:titlePg/>
          <w:docGrid w:linePitch="299"/>
        </w:sectPr>
      </w:pPr>
    </w:p>
    <w:p w14:paraId="6E3BBCD6" w14:textId="5806B53E" w:rsidR="00B8224C" w:rsidRDefault="00003D22" w:rsidP="00CC2D86">
      <w:pPr>
        <w:pStyle w:val="Heading1"/>
      </w:pPr>
      <w:bookmarkStart w:id="39" w:name="_Toc197764404"/>
      <w:bookmarkStart w:id="40" w:name="_Toc399510899"/>
      <w:r>
        <w:lastRenderedPageBreak/>
        <w:t xml:space="preserve">About </w:t>
      </w:r>
      <w:sdt>
        <w:sdtPr>
          <w:alias w:val="Product"/>
          <w:tag w:val="j7e7b800099f4ad4b7003f2a6724bc88"/>
          <w:id w:val="-1826892282"/>
          <w:lock w:val="contentLocked"/>
          <w:placeholder>
            <w:docPart w:val="27F4161D8D5A4491BDCBDD6469D0C48F"/>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695053">
            <w:t>P2 Explorer</w:t>
          </w:r>
        </w:sdtContent>
      </w:sdt>
      <w:bookmarkEnd w:id="40"/>
    </w:p>
    <w:bookmarkEnd w:id="39"/>
    <w:p w14:paraId="0FCB9B28" w14:textId="04772E1E" w:rsidR="008320A4" w:rsidRPr="00695053" w:rsidRDefault="0011541D" w:rsidP="00695053">
      <w:pPr>
        <w:pStyle w:val="BodyText"/>
      </w:pPr>
      <w:sdt>
        <w:sdtPr>
          <w:alias w:val="Product"/>
          <w:tag w:val="j7e7b800099f4ad4b7003f2a6724bc88"/>
          <w:id w:val="2125571693"/>
          <w:lock w:val="contentLocked"/>
          <w:placeholder>
            <w:docPart w:val="2BC5B998458B4C41B24F3C3B40F4A1F0"/>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695053">
            <w:t>P2 Explorer</w:t>
          </w:r>
        </w:sdtContent>
      </w:sdt>
      <w:r w:rsidR="00695053">
        <w:t xml:space="preserve"> provides i</w:t>
      </w:r>
      <w:r w:rsidR="001E1D6D" w:rsidRPr="00695053">
        <w:t xml:space="preserve">ntegrated </w:t>
      </w:r>
      <w:r w:rsidR="00695053">
        <w:t>real-t</w:t>
      </w:r>
      <w:r w:rsidR="001E1D6D" w:rsidRPr="00695053">
        <w:t xml:space="preserve">ime </w:t>
      </w:r>
      <w:r w:rsidR="00695053">
        <w:t>v</w:t>
      </w:r>
      <w:r w:rsidR="001E1D6D" w:rsidRPr="00695053">
        <w:t xml:space="preserve">isualization, </w:t>
      </w:r>
      <w:r w:rsidR="00695053">
        <w:t>a</w:t>
      </w:r>
      <w:r w:rsidR="001E1D6D" w:rsidRPr="00695053">
        <w:t>nalysis</w:t>
      </w:r>
      <w:r w:rsidR="00695053">
        <w:t>,</w:t>
      </w:r>
      <w:r w:rsidR="001E1D6D" w:rsidRPr="00695053">
        <w:t xml:space="preserve"> and </w:t>
      </w:r>
      <w:r w:rsidR="00695053">
        <w:t>d</w:t>
      </w:r>
      <w:r w:rsidR="001E1D6D" w:rsidRPr="00695053">
        <w:t xml:space="preserve">iagnostics of </w:t>
      </w:r>
      <w:r w:rsidR="00695053">
        <w:t>p</w:t>
      </w:r>
      <w:r w:rsidR="001E1D6D" w:rsidRPr="00695053">
        <w:t xml:space="preserve">roduction and </w:t>
      </w:r>
      <w:r w:rsidR="00695053">
        <w:t>o</w:t>
      </w:r>
      <w:r w:rsidR="001E1D6D" w:rsidRPr="00695053">
        <w:t xml:space="preserve">perational </w:t>
      </w:r>
      <w:r w:rsidR="00695053">
        <w:t>d</w:t>
      </w:r>
      <w:r w:rsidR="001E1D6D" w:rsidRPr="00695053">
        <w:t>ata.</w:t>
      </w:r>
      <w:r w:rsidR="00695053">
        <w:t xml:space="preserve"> It b</w:t>
      </w:r>
      <w:r w:rsidR="001E1D6D" w:rsidRPr="00695053">
        <w:t>uild</w:t>
      </w:r>
      <w:r w:rsidR="00695053">
        <w:t>s</w:t>
      </w:r>
      <w:r w:rsidR="001E1D6D" w:rsidRPr="00695053">
        <w:t xml:space="preserve"> on P2 Server’s ability to combine data from a number of different sources, </w:t>
      </w:r>
      <w:r w:rsidR="00695053">
        <w:t xml:space="preserve">with </w:t>
      </w:r>
      <w:sdt>
        <w:sdtPr>
          <w:alias w:val="Product"/>
          <w:tag w:val="j7e7b800099f4ad4b7003f2a6724bc88"/>
          <w:id w:val="-1169943076"/>
          <w:lock w:val="contentLocked"/>
          <w:placeholder>
            <w:docPart w:val="7AA131C2F2AD428DA5831E4328B93E0F"/>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rsidR="00AF7AF3">
        <w:t xml:space="preserve"> </w:t>
      </w:r>
      <w:r w:rsidR="00695053">
        <w:t xml:space="preserve"> representing</w:t>
      </w:r>
      <w:r w:rsidR="001E1D6D" w:rsidRPr="00695053">
        <w:t xml:space="preserve"> this data through a rich visual component library.</w:t>
      </w:r>
    </w:p>
    <w:p w14:paraId="6E3BBCD7" w14:textId="371D3509" w:rsidR="008141E6" w:rsidRPr="0045200F" w:rsidRDefault="0011541D" w:rsidP="00695053">
      <w:pPr>
        <w:pStyle w:val="BodyText"/>
      </w:pPr>
      <w:sdt>
        <w:sdtPr>
          <w:alias w:val="Product"/>
          <w:tag w:val="j7e7b800099f4ad4b7003f2a6724bc88"/>
          <w:id w:val="-1727976755"/>
          <w:lock w:val="contentLocked"/>
          <w:placeholder>
            <w:docPart w:val="911657D575C446D5BA929FD840773436"/>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rsidR="00695053" w:rsidRPr="00695053">
        <w:t xml:space="preserve"> provides views for the user to navigate through the Server’s Data D</w:t>
      </w:r>
      <w:r w:rsidR="00695053">
        <w:t>ictionary and then display real-</w:t>
      </w:r>
      <w:r w:rsidR="00695053" w:rsidRPr="00695053">
        <w:t>time and historical data using the Data Broker component.</w:t>
      </w:r>
    </w:p>
    <w:p w14:paraId="6E3BBCD8" w14:textId="77777777" w:rsidR="00CC2D86" w:rsidRDefault="00585EAD" w:rsidP="00C7539A">
      <w:pPr>
        <w:pStyle w:val="Heading2"/>
      </w:pPr>
      <w:bookmarkStart w:id="41" w:name="_Toc399510900"/>
      <w:r w:rsidRPr="005412F1">
        <w:t xml:space="preserve">Component </w:t>
      </w:r>
      <w:r w:rsidR="006820FC" w:rsidRPr="005412F1">
        <w:t>O</w:t>
      </w:r>
      <w:r w:rsidRPr="005412F1">
        <w:t>verview</w:t>
      </w:r>
      <w:bookmarkEnd w:id="41"/>
    </w:p>
    <w:p w14:paraId="0C77522F" w14:textId="5E008E30" w:rsidR="00056E27" w:rsidRDefault="0011541D" w:rsidP="00056E27">
      <w:pPr>
        <w:pStyle w:val="BodyText"/>
      </w:pPr>
      <w:sdt>
        <w:sdtPr>
          <w:alias w:val="Product"/>
          <w:tag w:val="j7e7b800099f4ad4b7003f2a6724bc88"/>
          <w:id w:val="-2116739581"/>
          <w:lock w:val="contentLocked"/>
          <w:placeholder>
            <w:docPart w:val="4921EB7B00A94D08A41738858A2D67F1"/>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rsidR="00056E27">
        <w:t xml:space="preserve"> consists of several components.</w:t>
      </w:r>
    </w:p>
    <w:p w14:paraId="5898875A" w14:textId="4FDBB655" w:rsidR="00056E27" w:rsidRDefault="00056E27" w:rsidP="00056E27">
      <w:pPr>
        <w:pStyle w:val="BodyText"/>
      </w:pPr>
      <w:r>
        <w:rPr>
          <w:noProof/>
        </w:rPr>
        <w:drawing>
          <wp:inline distT="0" distB="0" distL="0" distR="0" wp14:anchorId="6B9226ED" wp14:editId="50B521BA">
            <wp:extent cx="5753100" cy="2714625"/>
            <wp:effectExtent l="0" t="0" r="0" b="9525"/>
            <wp:docPr id="5" name="Picture 5" descr="C:\Users\pxn0601\Desktop\Explorer architec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pxn0601\Desktop\Explorer architecture.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53100" cy="2714625"/>
                    </a:xfrm>
                    <a:prstGeom prst="rect">
                      <a:avLst/>
                    </a:prstGeom>
                    <a:noFill/>
                    <a:ln>
                      <a:noFill/>
                    </a:ln>
                  </pic:spPr>
                </pic:pic>
              </a:graphicData>
            </a:graphic>
          </wp:inline>
        </w:drawing>
      </w:r>
    </w:p>
    <w:p w14:paraId="6E3BBCDB" w14:textId="6660D5AD" w:rsidR="008141E6" w:rsidRPr="00056E27" w:rsidRDefault="00EF5753" w:rsidP="008141E6">
      <w:pPr>
        <w:pStyle w:val="DL-Term"/>
      </w:pPr>
      <w:r w:rsidRPr="00056E27">
        <w:t>Client</w:t>
      </w:r>
      <w:r w:rsidR="00056E27" w:rsidRPr="00056E27">
        <w:t>-Side Services</w:t>
      </w:r>
    </w:p>
    <w:p w14:paraId="6E3BBCDC" w14:textId="73C2BE22" w:rsidR="008141E6" w:rsidRPr="00056E27" w:rsidRDefault="00EF5753" w:rsidP="008141E6">
      <w:pPr>
        <w:pStyle w:val="DL-Definition"/>
      </w:pPr>
      <w:r w:rsidRPr="00056E27">
        <w:t xml:space="preserve">The </w:t>
      </w:r>
      <w:r w:rsidR="00056E27">
        <w:t xml:space="preserve">Client-Side Services component enables </w:t>
      </w:r>
      <w:sdt>
        <w:sdtPr>
          <w:alias w:val="Product"/>
          <w:tag w:val="j7e7b800099f4ad4b7003f2a6724bc88"/>
          <w:id w:val="1403947776"/>
          <w:lock w:val="contentLocked"/>
          <w:placeholder>
            <w:docPart w:val="12C5B94197044842BCD8CB3C60CEF3AF"/>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rsidR="00056E27">
        <w:t xml:space="preserve"> to communicate with P2 Server</w:t>
      </w:r>
      <w:r w:rsidRPr="00056E27">
        <w:t xml:space="preserve">. </w:t>
      </w:r>
    </w:p>
    <w:p w14:paraId="6E3BBCDD" w14:textId="6B66FAFC" w:rsidR="008141E6" w:rsidRPr="00056E27" w:rsidRDefault="00056E27" w:rsidP="008141E6">
      <w:pPr>
        <w:pStyle w:val="DL-Term"/>
      </w:pPr>
      <w:r w:rsidRPr="00056E27">
        <w:t>Custom Service</w:t>
      </w:r>
    </w:p>
    <w:p w14:paraId="6E3BBCDE" w14:textId="1234B049" w:rsidR="008141E6" w:rsidRDefault="00DF71BD" w:rsidP="008141E6">
      <w:pPr>
        <w:pStyle w:val="DL-Definition"/>
      </w:pPr>
      <w:r w:rsidRPr="00056E27">
        <w:t xml:space="preserve">The </w:t>
      </w:r>
      <w:r w:rsidR="00056E27">
        <w:t xml:space="preserve">Custom Service </w:t>
      </w:r>
      <w:r w:rsidRPr="00056E27">
        <w:t xml:space="preserve">is a </w:t>
      </w:r>
      <w:r w:rsidR="00056E27">
        <w:t>W</w:t>
      </w:r>
      <w:r w:rsidRPr="00056E27">
        <w:t xml:space="preserve">indows service that </w:t>
      </w:r>
      <w:r w:rsidR="00056E27">
        <w:t xml:space="preserve">enables </w:t>
      </w:r>
      <w:sdt>
        <w:sdtPr>
          <w:alias w:val="Product"/>
          <w:tag w:val="j7e7b800099f4ad4b7003f2a6724bc88"/>
          <w:id w:val="-265465619"/>
          <w:lock w:val="contentLocked"/>
          <w:placeholder>
            <w:docPart w:val="E2A2D3E7284C4BBD92617593AC21B380"/>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rsidR="00056E27">
        <w:t xml:space="preserve"> to communicate with third party web services</w:t>
      </w:r>
      <w:r w:rsidRPr="00056E27">
        <w:t>.</w:t>
      </w:r>
    </w:p>
    <w:p w14:paraId="3A705895" w14:textId="29F156FC" w:rsidR="00E70C8A" w:rsidRDefault="00E70C8A" w:rsidP="00E70C8A">
      <w:pPr>
        <w:pStyle w:val="DL-Term"/>
      </w:pPr>
      <w:r>
        <w:t>Navigation</w:t>
      </w:r>
    </w:p>
    <w:p w14:paraId="0303200D" w14:textId="709D147E" w:rsidR="00E70C8A" w:rsidRDefault="00E86DDE" w:rsidP="00E70C8A">
      <w:pPr>
        <w:pStyle w:val="DL-Definition"/>
      </w:pPr>
      <w:r>
        <w:t xml:space="preserve">The navigation component provides the framework through which to navigate through </w:t>
      </w:r>
      <w:sdt>
        <w:sdtPr>
          <w:alias w:val="Product"/>
          <w:tag w:val="j7e7b800099f4ad4b7003f2a6724bc88"/>
          <w:id w:val="1358619501"/>
          <w:lock w:val="contentLocked"/>
          <w:placeholder>
            <w:docPart w:val="257D11FD5652435FA486F3CA11BC1551"/>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t>.</w:t>
      </w:r>
    </w:p>
    <w:p w14:paraId="2AA2C73C" w14:textId="4CFD1850" w:rsidR="00E70C8A" w:rsidRDefault="00E70C8A" w:rsidP="00E70C8A">
      <w:pPr>
        <w:pStyle w:val="DL-Term"/>
      </w:pPr>
      <w:r>
        <w:t>Controls</w:t>
      </w:r>
    </w:p>
    <w:p w14:paraId="41C2106E" w14:textId="590D02E1" w:rsidR="00E70C8A" w:rsidRDefault="00E86DDE" w:rsidP="00E70C8A">
      <w:pPr>
        <w:pStyle w:val="DL-Definition"/>
      </w:pPr>
      <w:r>
        <w:t xml:space="preserve">A number of controls allows </w:t>
      </w:r>
      <w:sdt>
        <w:sdtPr>
          <w:alias w:val="Product"/>
          <w:tag w:val="j7e7b800099f4ad4b7003f2a6724bc88"/>
          <w:id w:val="518125652"/>
          <w:lock w:val="contentLocked"/>
          <w:placeholder>
            <w:docPart w:val="D42C3EE20CF54A06B6EAA836C09C65F2"/>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t xml:space="preserve"> to present data in an easily-understood, visually appealing manner.</w:t>
      </w:r>
    </w:p>
    <w:p w14:paraId="249A926D" w14:textId="0EF5BC1C" w:rsidR="00E70C8A" w:rsidRDefault="00E70C8A" w:rsidP="00E70C8A">
      <w:pPr>
        <w:pStyle w:val="DL-Term"/>
      </w:pPr>
      <w:r>
        <w:t>Charts</w:t>
      </w:r>
    </w:p>
    <w:p w14:paraId="58F01F83" w14:textId="68B7192D" w:rsidR="00E70C8A" w:rsidRDefault="00E86DDE" w:rsidP="00E70C8A">
      <w:pPr>
        <w:pStyle w:val="DL-Definition"/>
      </w:pPr>
      <w:r>
        <w:t>The Charts component allows presentation of data in various chart formats.</w:t>
      </w:r>
    </w:p>
    <w:p w14:paraId="043E37A5" w14:textId="542C2D76" w:rsidR="00E70C8A" w:rsidRDefault="00E70C8A" w:rsidP="00E70C8A">
      <w:pPr>
        <w:pStyle w:val="DL-Term"/>
      </w:pPr>
      <w:r>
        <w:t>Shapes</w:t>
      </w:r>
    </w:p>
    <w:p w14:paraId="61E974A1" w14:textId="34E8E4E7" w:rsidR="00E70C8A" w:rsidRDefault="0011541D" w:rsidP="00E70C8A">
      <w:pPr>
        <w:pStyle w:val="DL-Definition"/>
      </w:pPr>
      <w:sdt>
        <w:sdtPr>
          <w:alias w:val="Product"/>
          <w:tag w:val="j7e7b800099f4ad4b7003f2a6724bc88"/>
          <w:id w:val="693582559"/>
          <w:lock w:val="contentLocked"/>
          <w:placeholder>
            <w:docPart w:val="EADB9C2A14A04506BD93DB245056E757"/>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rsidR="00E86DDE">
        <w:t xml:space="preserve"> comes with a number of different shapes designed for visual display of data.</w:t>
      </w:r>
    </w:p>
    <w:p w14:paraId="3DD8F410" w14:textId="7C2EBC32" w:rsidR="00E70C8A" w:rsidRDefault="00E70C8A" w:rsidP="00E70C8A">
      <w:pPr>
        <w:pStyle w:val="DL-Term"/>
      </w:pPr>
      <w:r>
        <w:t>Custom Shape/Control</w:t>
      </w:r>
    </w:p>
    <w:p w14:paraId="68751F87" w14:textId="752A6604" w:rsidR="00E86DDE" w:rsidRPr="00E86DDE" w:rsidRDefault="0011541D" w:rsidP="00E86DDE">
      <w:pPr>
        <w:pStyle w:val="DL-Definition"/>
      </w:pPr>
      <w:sdt>
        <w:sdtPr>
          <w:alias w:val="Product"/>
          <w:tag w:val="j7e7b800099f4ad4b7003f2a6724bc88"/>
          <w:id w:val="-713805138"/>
          <w:lock w:val="contentLocked"/>
          <w:placeholder>
            <w:docPart w:val="9F7CB48CA362493FB1CAC3BE37EEF56A"/>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rsidR="00E86DDE">
        <w:t xml:space="preserve"> allows developers to create customised shapes and controls for specific requirements.</w:t>
      </w:r>
    </w:p>
    <w:p w14:paraId="6E3BBCDF" w14:textId="77777777" w:rsidR="00011D14" w:rsidRPr="00E671B5" w:rsidRDefault="00011D14" w:rsidP="00011D14">
      <w:pPr>
        <w:pStyle w:val="BodyText"/>
      </w:pPr>
      <w:bookmarkStart w:id="42" w:name="_Toc197764406"/>
    </w:p>
    <w:bookmarkEnd w:id="42"/>
    <w:p w14:paraId="6E3BBCE0" w14:textId="77777777" w:rsidR="00011D14" w:rsidRDefault="00011D14" w:rsidP="008F2709">
      <w:pPr>
        <w:pStyle w:val="Heading1"/>
        <w:sectPr w:rsidR="00011D14" w:rsidSect="003803E4">
          <w:pgSz w:w="11906" w:h="16838" w:code="1"/>
          <w:pgMar w:top="1418" w:right="1418" w:bottom="1418" w:left="1418" w:header="567" w:footer="567" w:gutter="0"/>
          <w:cols w:space="720"/>
          <w:titlePg/>
          <w:docGrid w:linePitch="299"/>
        </w:sectPr>
      </w:pPr>
    </w:p>
    <w:p w14:paraId="0348E1EA" w14:textId="364260B0" w:rsidR="002C0352" w:rsidRDefault="002C0352" w:rsidP="008F2709">
      <w:pPr>
        <w:pStyle w:val="Heading1"/>
      </w:pPr>
      <w:bookmarkStart w:id="43" w:name="_Toc399510901"/>
      <w:r>
        <w:lastRenderedPageBreak/>
        <w:t>Quick Start Che</w:t>
      </w:r>
      <w:r w:rsidR="00F67A80">
        <w:t>at Sheet</w:t>
      </w:r>
      <w:bookmarkEnd w:id="43"/>
    </w:p>
    <w:p w14:paraId="7EA2E56E" w14:textId="029EFE58" w:rsidR="002C0352" w:rsidRDefault="002C0352" w:rsidP="002C0352">
      <w:pPr>
        <w:pStyle w:val="BodyText"/>
      </w:pPr>
      <w:r>
        <w:t>Here is a rundown of the installation process for those who wish to view a summary of the main instructions.</w:t>
      </w:r>
      <w:r w:rsidR="00F67A80">
        <w:t xml:space="preserve"> </w:t>
      </w:r>
    </w:p>
    <w:p w14:paraId="2B840420" w14:textId="77777777" w:rsidR="00F67A80" w:rsidRDefault="00F67A80" w:rsidP="002C0352">
      <w:pPr>
        <w:pStyle w:val="BodyText"/>
      </w:pPr>
    </w:p>
    <w:p w14:paraId="28902AB8" w14:textId="05A9074F" w:rsidR="00F67A80" w:rsidRDefault="00F67A80" w:rsidP="00F67A80">
      <w:pPr>
        <w:pStyle w:val="ImportantNote"/>
      </w:pPr>
      <w:r w:rsidRPr="00F67A80">
        <w:rPr>
          <w:rStyle w:val="ImportantNoteLabel"/>
        </w:rPr>
        <w:t>Note</w:t>
      </w:r>
      <w:r>
        <w:t>: If you encounter any issues during installation, refer to the complete linked instructions.</w:t>
      </w:r>
    </w:p>
    <w:p w14:paraId="4A489F61" w14:textId="77777777" w:rsidR="002C0352" w:rsidRPr="002C0352" w:rsidRDefault="002C0352" w:rsidP="002C0352">
      <w:pPr>
        <w:pStyle w:val="BodyText"/>
      </w:pPr>
    </w:p>
    <w:p w14:paraId="1E0F9199" w14:textId="19899DB6" w:rsidR="002C0352" w:rsidRPr="00E02D7C" w:rsidRDefault="002C0352" w:rsidP="002C0352">
      <w:pPr>
        <w:pStyle w:val="Checklist"/>
        <w:rPr>
          <w:b/>
        </w:rPr>
      </w:pPr>
      <w:r w:rsidRPr="00E02D7C">
        <w:rPr>
          <w:b/>
        </w:rPr>
        <w:t xml:space="preserve">Collect your </w:t>
      </w:r>
      <w:hyperlink w:anchor="_Database_Information" w:history="1">
        <w:r w:rsidRPr="00E02D7C">
          <w:rPr>
            <w:rStyle w:val="Hyperlink"/>
            <w:b/>
          </w:rPr>
          <w:t>database connection information</w:t>
        </w:r>
      </w:hyperlink>
      <w:r w:rsidRPr="00E02D7C">
        <w:rPr>
          <w:b/>
        </w:rPr>
        <w:t>.</w:t>
      </w:r>
    </w:p>
    <w:p w14:paraId="4228C1F2" w14:textId="7685BEED" w:rsidR="002C0352" w:rsidRPr="00E02D7C" w:rsidRDefault="002C0352" w:rsidP="002C0352">
      <w:pPr>
        <w:pStyle w:val="Checklist"/>
        <w:rPr>
          <w:b/>
        </w:rPr>
      </w:pPr>
      <w:r w:rsidRPr="00E02D7C">
        <w:rPr>
          <w:b/>
        </w:rPr>
        <w:t xml:space="preserve">Collect </w:t>
      </w:r>
      <w:hyperlink w:anchor="_URLs" w:history="1">
        <w:r w:rsidRPr="00E02D7C">
          <w:rPr>
            <w:rStyle w:val="Hyperlink"/>
            <w:b/>
          </w:rPr>
          <w:t>URLs</w:t>
        </w:r>
      </w:hyperlink>
      <w:r w:rsidRPr="00E02D7C">
        <w:rPr>
          <w:b/>
        </w:rPr>
        <w:t xml:space="preserve"> for P2 Server Web API, P2 Server Connection Hub, and P2 Security.</w:t>
      </w:r>
    </w:p>
    <w:p w14:paraId="3B611228" w14:textId="7DA4548A" w:rsidR="002C0352" w:rsidRPr="00E02D7C" w:rsidRDefault="0011541D" w:rsidP="002C0352">
      <w:pPr>
        <w:pStyle w:val="Checklist"/>
        <w:rPr>
          <w:b/>
        </w:rPr>
      </w:pPr>
      <w:hyperlink w:anchor="_Step_1._Review" w:history="1">
        <w:r w:rsidR="002C0352" w:rsidRPr="00E02D7C">
          <w:rPr>
            <w:rStyle w:val="Hyperlink"/>
            <w:b/>
          </w:rPr>
          <w:t>Review</w:t>
        </w:r>
      </w:hyperlink>
      <w:r w:rsidR="002C0352" w:rsidRPr="00E02D7C">
        <w:rPr>
          <w:b/>
        </w:rPr>
        <w:t xml:space="preserve"> and </w:t>
      </w:r>
      <w:hyperlink w:anchor="_Step_2._Install" w:history="1">
        <w:r w:rsidR="002C0352" w:rsidRPr="00E02D7C">
          <w:rPr>
            <w:rStyle w:val="Hyperlink"/>
            <w:b/>
          </w:rPr>
          <w:t>install</w:t>
        </w:r>
      </w:hyperlink>
      <w:r w:rsidR="002C0352" w:rsidRPr="00E02D7C">
        <w:rPr>
          <w:b/>
        </w:rPr>
        <w:t xml:space="preserve"> the prerequisites.</w:t>
      </w:r>
    </w:p>
    <w:p w14:paraId="72DACFDD" w14:textId="199FC3AC" w:rsidR="002C0352" w:rsidRPr="00E02D7C" w:rsidRDefault="002C0352" w:rsidP="002C0352">
      <w:pPr>
        <w:pStyle w:val="Checklist"/>
        <w:rPr>
          <w:b/>
        </w:rPr>
      </w:pPr>
      <w:r w:rsidRPr="00E02D7C">
        <w:rPr>
          <w:b/>
        </w:rPr>
        <w:t xml:space="preserve">Install </w:t>
      </w:r>
      <w:hyperlink w:anchor="_Step_4._Install" w:history="1">
        <w:r w:rsidRPr="00E02D7C">
          <w:rPr>
            <w:rStyle w:val="Hyperlink"/>
            <w:b/>
          </w:rPr>
          <w:t>P2 Explorer</w:t>
        </w:r>
      </w:hyperlink>
      <w:r w:rsidRPr="00E02D7C">
        <w:rPr>
          <w:b/>
        </w:rPr>
        <w:t>.</w:t>
      </w:r>
    </w:p>
    <w:p w14:paraId="7DEB2F08" w14:textId="224956C5" w:rsidR="002C0352" w:rsidRPr="00E02D7C" w:rsidRDefault="001D2419" w:rsidP="002C0352">
      <w:pPr>
        <w:pStyle w:val="Checklist"/>
        <w:rPr>
          <w:b/>
        </w:rPr>
      </w:pPr>
      <w:r>
        <w:rPr>
          <w:b/>
        </w:rPr>
        <w:t xml:space="preserve">Update the </w:t>
      </w:r>
      <w:hyperlink w:anchor="_Step_4._Update" w:history="1">
        <w:r w:rsidRPr="001D2419">
          <w:rPr>
            <w:rStyle w:val="Hyperlink"/>
            <w:b/>
          </w:rPr>
          <w:t>configuration file</w:t>
        </w:r>
      </w:hyperlink>
      <w:r>
        <w:rPr>
          <w:b/>
        </w:rPr>
        <w:t>.</w:t>
      </w:r>
    </w:p>
    <w:p w14:paraId="1AC1D65F" w14:textId="3C6F0A10" w:rsidR="002C0352" w:rsidRPr="00E02D7C" w:rsidRDefault="002C0352" w:rsidP="002C0352">
      <w:pPr>
        <w:pStyle w:val="Checklist"/>
        <w:rPr>
          <w:b/>
        </w:rPr>
      </w:pPr>
      <w:r w:rsidRPr="00E02D7C">
        <w:rPr>
          <w:b/>
        </w:rPr>
        <w:t xml:space="preserve">Configure </w:t>
      </w:r>
      <w:hyperlink w:anchor="_Step_6._Configure" w:history="1">
        <w:r w:rsidRPr="00E02D7C">
          <w:rPr>
            <w:rStyle w:val="Hyperlink"/>
            <w:b/>
          </w:rPr>
          <w:t>P2 Security</w:t>
        </w:r>
      </w:hyperlink>
      <w:r w:rsidRPr="00E02D7C">
        <w:rPr>
          <w:b/>
        </w:rPr>
        <w:t>.</w:t>
      </w:r>
    </w:p>
    <w:p w14:paraId="05B84A6D" w14:textId="77777777" w:rsidR="002C0352" w:rsidRPr="002C0352" w:rsidRDefault="002C0352" w:rsidP="002C0352">
      <w:pPr>
        <w:pStyle w:val="BodyText"/>
      </w:pPr>
    </w:p>
    <w:p w14:paraId="01E9BA76" w14:textId="77777777" w:rsidR="002C0352" w:rsidRDefault="002C0352" w:rsidP="008F2709">
      <w:pPr>
        <w:pStyle w:val="Heading1"/>
        <w:sectPr w:rsidR="002C0352" w:rsidSect="003803E4">
          <w:pgSz w:w="11906" w:h="16838" w:code="1"/>
          <w:pgMar w:top="1418" w:right="1418" w:bottom="1418" w:left="1418" w:header="567" w:footer="567" w:gutter="0"/>
          <w:cols w:space="720"/>
          <w:titlePg/>
          <w:docGrid w:linePitch="299"/>
        </w:sectPr>
      </w:pPr>
    </w:p>
    <w:p w14:paraId="6E3BBCE1" w14:textId="676AA931" w:rsidR="008F2709" w:rsidRDefault="00003D22" w:rsidP="008F2709">
      <w:pPr>
        <w:pStyle w:val="Heading1"/>
      </w:pPr>
      <w:bookmarkStart w:id="44" w:name="_Toc399510902"/>
      <w:r>
        <w:lastRenderedPageBreak/>
        <w:t xml:space="preserve">Planning the </w:t>
      </w:r>
      <w:r w:rsidR="006820FC">
        <w:t>I</w:t>
      </w:r>
      <w:r>
        <w:t>nstallation</w:t>
      </w:r>
      <w:bookmarkEnd w:id="44"/>
    </w:p>
    <w:p w14:paraId="6E3BBCE2" w14:textId="39B48364" w:rsidR="001663CA" w:rsidRPr="007F319B" w:rsidRDefault="001663CA" w:rsidP="000E7BAD">
      <w:pPr>
        <w:pStyle w:val="BodyText"/>
      </w:pPr>
      <w:r w:rsidRPr="007F319B">
        <w:t xml:space="preserve">This section describes the requirements for installing and configuring </w:t>
      </w:r>
      <w:sdt>
        <w:sdtPr>
          <w:alias w:val="Product"/>
          <w:tag w:val="j7e7b800099f4ad4b7003f2a6724bc88"/>
          <w:id w:val="-995113498"/>
          <w:lock w:val="contentLocked"/>
          <w:placeholder>
            <w:docPart w:val="9F52F998DB154186A477615941EDC42A"/>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695053">
            <w:t>P2 Explorer</w:t>
          </w:r>
        </w:sdtContent>
      </w:sdt>
      <w:r w:rsidRPr="007F319B">
        <w:t xml:space="preserve">. Before you start the installation, make sure your system will support </w:t>
      </w:r>
      <w:sdt>
        <w:sdtPr>
          <w:alias w:val="Product"/>
          <w:tag w:val="j7e7b800099f4ad4b7003f2a6724bc88"/>
          <w:id w:val="-1001129570"/>
          <w:lock w:val="contentLocked"/>
          <w:placeholder>
            <w:docPart w:val="805DDADE9CC345C189AC538660CCFD0E"/>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695053">
            <w:t>P2 Explorer</w:t>
          </w:r>
        </w:sdtContent>
      </w:sdt>
      <w:r w:rsidRPr="007F319B">
        <w:t xml:space="preserve">. </w:t>
      </w:r>
    </w:p>
    <w:p w14:paraId="6E3BBCE3" w14:textId="2A38872E" w:rsidR="00A0097D" w:rsidRDefault="00A0097D" w:rsidP="00C7539A">
      <w:pPr>
        <w:pStyle w:val="Heading2"/>
      </w:pPr>
      <w:bookmarkStart w:id="45" w:name="_Licensing"/>
      <w:bookmarkStart w:id="46" w:name="_Ref194980073"/>
      <w:bookmarkStart w:id="47" w:name="_Toc195080211"/>
      <w:bookmarkStart w:id="48" w:name="_Toc195080373"/>
      <w:bookmarkStart w:id="49" w:name="_Toc195493696"/>
      <w:bookmarkStart w:id="50" w:name="_Toc399510903"/>
      <w:bookmarkEnd w:id="45"/>
      <w:r>
        <w:t>Licensing</w:t>
      </w:r>
      <w:bookmarkEnd w:id="50"/>
    </w:p>
    <w:p w14:paraId="6E3BBCE4" w14:textId="48B4CD53" w:rsidR="00A0097D" w:rsidRDefault="00A0097D" w:rsidP="00A0097D">
      <w:pPr>
        <w:pStyle w:val="BodyText"/>
        <w:rPr>
          <w:lang w:val="en-NZ"/>
        </w:rPr>
      </w:pPr>
      <w:r>
        <w:rPr>
          <w:lang w:val="en-NZ"/>
        </w:rPr>
        <w:t>Before installin</w:t>
      </w:r>
      <w:r w:rsidRPr="008F2E3A">
        <w:rPr>
          <w:lang w:val="en-NZ"/>
        </w:rPr>
        <w:t>g</w:t>
      </w:r>
      <w:r>
        <w:rPr>
          <w:lang w:val="en-NZ"/>
        </w:rPr>
        <w:t xml:space="preserve"> </w:t>
      </w:r>
      <w:sdt>
        <w:sdtPr>
          <w:rPr>
            <w:lang w:val="en-NZ"/>
          </w:rPr>
          <w:alias w:val="Product"/>
          <w:tag w:val="j7e7b800099f4ad4b7003f2a6724bc88"/>
          <w:id w:val="1427686457"/>
          <w:lock w:val="contentLocked"/>
          <w:placeholder>
            <w:docPart w:val="03694BCBD2D34F84BE027BD5EA79B779"/>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695053">
            <w:t>P2 Explorer</w:t>
          </w:r>
        </w:sdtContent>
      </w:sdt>
      <w:r w:rsidR="008F2E3A">
        <w:rPr>
          <w:lang w:val="en-NZ"/>
        </w:rPr>
        <w:t>,</w:t>
      </w:r>
      <w:r>
        <w:rPr>
          <w:lang w:val="en-NZ"/>
        </w:rPr>
        <w:t xml:space="preserve"> make sure you have a valid Licen</w:t>
      </w:r>
      <w:r w:rsidR="00CA1FD9">
        <w:rPr>
          <w:lang w:val="en-NZ"/>
        </w:rPr>
        <w:t>s</w:t>
      </w:r>
      <w:r>
        <w:rPr>
          <w:lang w:val="en-NZ"/>
        </w:rPr>
        <w:t>e File.</w:t>
      </w:r>
    </w:p>
    <w:p w14:paraId="6E3BBCE5" w14:textId="1C6DD3FD" w:rsidR="00A0097D" w:rsidRDefault="00CA1FD9" w:rsidP="00A0097D">
      <w:pPr>
        <w:pStyle w:val="BodyText"/>
        <w:rPr>
          <w:lang w:val="en-NZ"/>
        </w:rPr>
      </w:pPr>
      <w:r>
        <w:rPr>
          <w:lang w:val="en-NZ"/>
        </w:rPr>
        <w:t>To obtain a valid licens</w:t>
      </w:r>
      <w:r w:rsidR="00A0097D">
        <w:rPr>
          <w:lang w:val="en-NZ"/>
        </w:rPr>
        <w:t xml:space="preserve">e file, run </w:t>
      </w:r>
      <w:r w:rsidR="00E624F9">
        <w:rPr>
          <w:lang w:val="en-NZ"/>
        </w:rPr>
        <w:t>P2</w:t>
      </w:r>
      <w:r w:rsidR="00A0097D">
        <w:rPr>
          <w:lang w:val="en-NZ"/>
        </w:rPr>
        <w:t xml:space="preserve"> Licen</w:t>
      </w:r>
      <w:r>
        <w:rPr>
          <w:lang w:val="en-NZ"/>
        </w:rPr>
        <w:t>s</w:t>
      </w:r>
      <w:r w:rsidR="00A0097D">
        <w:rPr>
          <w:lang w:val="en-NZ"/>
        </w:rPr>
        <w:t xml:space="preserve">e Manager and email the generated host information file, along with the product name and version, to </w:t>
      </w:r>
      <w:hyperlink r:id="rId31" w:history="1">
        <w:r>
          <w:rPr>
            <w:rStyle w:val="Hyperlink"/>
          </w:rPr>
          <w:t>iss.support@p2energysolutions.com</w:t>
        </w:r>
      </w:hyperlink>
      <w:r w:rsidR="00A0097D">
        <w:rPr>
          <w:lang w:val="en-NZ"/>
        </w:rPr>
        <w:t>.</w:t>
      </w:r>
    </w:p>
    <w:p w14:paraId="6E3BBCE6" w14:textId="38A212E8" w:rsidR="00A0097D" w:rsidRDefault="00E624F9" w:rsidP="00A0097D">
      <w:pPr>
        <w:pStyle w:val="BodyText"/>
        <w:rPr>
          <w:lang w:val="en-NZ"/>
        </w:rPr>
      </w:pPr>
      <w:r>
        <w:rPr>
          <w:lang w:val="en-NZ"/>
        </w:rPr>
        <w:t>P2</w:t>
      </w:r>
      <w:r w:rsidR="00A0097D">
        <w:rPr>
          <w:lang w:val="en-NZ"/>
        </w:rPr>
        <w:t xml:space="preserve"> </w:t>
      </w:r>
      <w:r w:rsidR="00CA1FD9">
        <w:rPr>
          <w:lang w:val="en-NZ"/>
        </w:rPr>
        <w:t xml:space="preserve">Customer </w:t>
      </w:r>
      <w:r w:rsidR="00A0097D">
        <w:rPr>
          <w:lang w:val="en-NZ"/>
        </w:rPr>
        <w:t>Support will email you back with a Licen</w:t>
      </w:r>
      <w:r w:rsidR="00CA1FD9">
        <w:rPr>
          <w:lang w:val="en-NZ"/>
        </w:rPr>
        <w:t>s</w:t>
      </w:r>
      <w:r w:rsidR="00A0097D">
        <w:rPr>
          <w:lang w:val="en-NZ"/>
        </w:rPr>
        <w:t>e File as soon as they can. Please allow 24 hours during business hours (</w:t>
      </w:r>
      <w:r w:rsidR="00CA1FD9">
        <w:rPr>
          <w:lang w:val="en-NZ"/>
        </w:rPr>
        <w:t>UTC+8</w:t>
      </w:r>
      <w:r w:rsidR="00A0097D">
        <w:rPr>
          <w:lang w:val="en-NZ"/>
        </w:rPr>
        <w:t>) for the licen</w:t>
      </w:r>
      <w:r w:rsidR="00CA1FD9">
        <w:rPr>
          <w:lang w:val="en-NZ"/>
        </w:rPr>
        <w:t>s</w:t>
      </w:r>
      <w:r w:rsidR="00A0097D">
        <w:rPr>
          <w:lang w:val="en-NZ"/>
        </w:rPr>
        <w:t>e file to arrive.</w:t>
      </w:r>
    </w:p>
    <w:p w14:paraId="6E3BBCE7" w14:textId="2D77F7F4" w:rsidR="00A0097D" w:rsidRDefault="00A0097D" w:rsidP="00A0097D">
      <w:pPr>
        <w:pStyle w:val="BodyText"/>
        <w:rPr>
          <w:lang w:val="en-NZ"/>
        </w:rPr>
      </w:pPr>
      <w:r>
        <w:rPr>
          <w:lang w:val="en-NZ"/>
        </w:rPr>
        <w:t xml:space="preserve">For further information on </w:t>
      </w:r>
      <w:r w:rsidR="00E624F9">
        <w:rPr>
          <w:lang w:val="en-NZ"/>
        </w:rPr>
        <w:t>P2</w:t>
      </w:r>
      <w:r>
        <w:rPr>
          <w:lang w:val="en-NZ"/>
        </w:rPr>
        <w:t xml:space="preserve"> Licen</w:t>
      </w:r>
      <w:r w:rsidR="00CA1FD9">
        <w:rPr>
          <w:lang w:val="en-NZ"/>
        </w:rPr>
        <w:t>s</w:t>
      </w:r>
      <w:r>
        <w:rPr>
          <w:lang w:val="en-NZ"/>
        </w:rPr>
        <w:t xml:space="preserve">e Manager, refer to the </w:t>
      </w:r>
      <w:r w:rsidR="00E624F9">
        <w:rPr>
          <w:rStyle w:val="CrossReferenceCitation"/>
        </w:rPr>
        <w:t>P2</w:t>
      </w:r>
      <w:r w:rsidRPr="00A0097D">
        <w:rPr>
          <w:rStyle w:val="CrossReferenceCitation"/>
        </w:rPr>
        <w:t xml:space="preserve"> Licen</w:t>
      </w:r>
      <w:r w:rsidR="00CA1FD9">
        <w:rPr>
          <w:rStyle w:val="CrossReferenceCitation"/>
        </w:rPr>
        <w:t>s</w:t>
      </w:r>
      <w:r w:rsidRPr="00A0097D">
        <w:rPr>
          <w:rStyle w:val="CrossReferenceCitation"/>
        </w:rPr>
        <w:t>e Manager User's Guide</w:t>
      </w:r>
      <w:r>
        <w:rPr>
          <w:lang w:val="en-NZ"/>
        </w:rPr>
        <w:t>.</w:t>
      </w:r>
    </w:p>
    <w:p w14:paraId="6E3BBCE8" w14:textId="2A47A529" w:rsidR="00A0097D" w:rsidRDefault="00A0097D" w:rsidP="00A0097D">
      <w:pPr>
        <w:pStyle w:val="BodyText"/>
        <w:rPr>
          <w:lang w:val="en-NZ"/>
        </w:rPr>
      </w:pPr>
      <w:r>
        <w:rPr>
          <w:lang w:val="en-NZ"/>
        </w:rPr>
        <w:t>If you require a licen</w:t>
      </w:r>
      <w:r w:rsidR="00CA1FD9">
        <w:rPr>
          <w:lang w:val="en-NZ"/>
        </w:rPr>
        <w:t>s</w:t>
      </w:r>
      <w:r>
        <w:rPr>
          <w:lang w:val="en-NZ"/>
        </w:rPr>
        <w:t xml:space="preserve">e file out of Perth’s office hours and the request is urgent, please contact </w:t>
      </w:r>
      <w:r w:rsidR="00E86DDE">
        <w:rPr>
          <w:lang w:val="en-NZ"/>
        </w:rPr>
        <w:t>P2 Customer</w:t>
      </w:r>
      <w:r>
        <w:rPr>
          <w:lang w:val="en-NZ"/>
        </w:rPr>
        <w:t xml:space="preserve"> Support on 1300 739 969 or +61 8 9241 0314.</w:t>
      </w:r>
    </w:p>
    <w:p w14:paraId="6E3BBCE9" w14:textId="79637B03" w:rsidR="00A0097D" w:rsidRDefault="00A0097D" w:rsidP="00A0097D">
      <w:pPr>
        <w:pStyle w:val="BodyText"/>
        <w:rPr>
          <w:lang w:val="en-NZ"/>
        </w:rPr>
      </w:pPr>
      <w:r>
        <w:rPr>
          <w:lang w:val="en-NZ"/>
        </w:rPr>
        <w:t>Inst</w:t>
      </w:r>
      <w:r w:rsidR="00CA1FD9">
        <w:rPr>
          <w:lang w:val="en-NZ"/>
        </w:rPr>
        <w:t>ructions for applying the licens</w:t>
      </w:r>
      <w:r>
        <w:rPr>
          <w:lang w:val="en-NZ"/>
        </w:rPr>
        <w:t>e file are included in the installation steps below.</w:t>
      </w:r>
    </w:p>
    <w:p w14:paraId="6E3BBCEA" w14:textId="5DBE24B0" w:rsidR="00880A5B" w:rsidRDefault="006820FC" w:rsidP="00C7539A">
      <w:pPr>
        <w:pStyle w:val="Heading2"/>
      </w:pPr>
      <w:bookmarkStart w:id="51" w:name="_Required_Database_Information"/>
      <w:bookmarkStart w:id="52" w:name="_Toc399510904"/>
      <w:bookmarkEnd w:id="51"/>
      <w:r w:rsidRPr="001E29E8">
        <w:t>Required I</w:t>
      </w:r>
      <w:r w:rsidR="00880A5B" w:rsidRPr="001E29E8">
        <w:t>nformation</w:t>
      </w:r>
      <w:bookmarkEnd w:id="46"/>
      <w:bookmarkEnd w:id="47"/>
      <w:bookmarkEnd w:id="48"/>
      <w:bookmarkEnd w:id="49"/>
      <w:bookmarkEnd w:id="52"/>
    </w:p>
    <w:p w14:paraId="62924D53" w14:textId="21CD9E3C" w:rsidR="00EA76CB" w:rsidRDefault="00192E45" w:rsidP="000E7BAD">
      <w:pPr>
        <w:pStyle w:val="BodyText"/>
      </w:pPr>
      <w:r w:rsidRPr="007F319B">
        <w:t>You need t</w:t>
      </w:r>
      <w:r w:rsidR="00880A5B" w:rsidRPr="007F319B">
        <w:t>he following information to</w:t>
      </w:r>
      <w:r w:rsidR="00EA76CB">
        <w:t xml:space="preserve"> correctly</w:t>
      </w:r>
      <w:r w:rsidR="00880A5B" w:rsidRPr="007F319B">
        <w:t xml:space="preserve"> install </w:t>
      </w:r>
      <w:r w:rsidR="00EA76CB">
        <w:t xml:space="preserve">and configure </w:t>
      </w:r>
      <w:sdt>
        <w:sdtPr>
          <w:alias w:val="Product"/>
          <w:tag w:val="j7e7b800099f4ad4b7003f2a6724bc88"/>
          <w:id w:val="-1458796267"/>
          <w:lock w:val="contentLocked"/>
          <w:placeholder>
            <w:docPart w:val="070CDFCA693E4645B9EBE2FFB212FCEF"/>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695053">
            <w:t>P2 Explorer</w:t>
          </w:r>
        </w:sdtContent>
      </w:sdt>
      <w:r w:rsidR="00880A5B" w:rsidRPr="007F319B">
        <w:t xml:space="preserve">. </w:t>
      </w:r>
    </w:p>
    <w:p w14:paraId="5F2417FC" w14:textId="432EEFD4" w:rsidR="00EA76CB" w:rsidRDefault="00EA76CB" w:rsidP="00EA76CB">
      <w:pPr>
        <w:pStyle w:val="Heading3"/>
      </w:pPr>
      <w:bookmarkStart w:id="53" w:name="_URLs"/>
      <w:bookmarkStart w:id="54" w:name="_Toc399510905"/>
      <w:bookmarkEnd w:id="53"/>
      <w:r>
        <w:t>URLs</w:t>
      </w:r>
      <w:bookmarkEnd w:id="54"/>
    </w:p>
    <w:tbl>
      <w:tblPr>
        <w:tblStyle w:val="P2Table"/>
        <w:tblW w:w="9322" w:type="dxa"/>
        <w:tblLayout w:type="fixed"/>
        <w:tblLook w:val="04A0" w:firstRow="1" w:lastRow="0" w:firstColumn="1" w:lastColumn="0" w:noHBand="0" w:noVBand="1"/>
      </w:tblPr>
      <w:tblGrid>
        <w:gridCol w:w="1526"/>
        <w:gridCol w:w="5245"/>
        <w:gridCol w:w="2551"/>
      </w:tblGrid>
      <w:tr w:rsidR="00EA76CB" w14:paraId="159C861F" w14:textId="77777777" w:rsidTr="0013266E">
        <w:trPr>
          <w:cnfStyle w:val="100000000000" w:firstRow="1" w:lastRow="0" w:firstColumn="0" w:lastColumn="0" w:oddVBand="0" w:evenVBand="0" w:oddHBand="0" w:evenHBand="0" w:firstRowFirstColumn="0" w:firstRowLastColumn="0" w:lastRowFirstColumn="0" w:lastRowLastColumn="0"/>
        </w:trPr>
        <w:tc>
          <w:tcPr>
            <w:tcW w:w="1526" w:type="dxa"/>
          </w:tcPr>
          <w:p w14:paraId="30AA040B" w14:textId="2C6543CB" w:rsidR="00EA76CB" w:rsidRDefault="00EA76CB" w:rsidP="00EA76CB">
            <w:pPr>
              <w:pStyle w:val="TableCell"/>
            </w:pPr>
            <w:r>
              <w:t>URL Required</w:t>
            </w:r>
          </w:p>
        </w:tc>
        <w:tc>
          <w:tcPr>
            <w:tcW w:w="5245" w:type="dxa"/>
          </w:tcPr>
          <w:p w14:paraId="0569DC63" w14:textId="0BAD014C" w:rsidR="00EA76CB" w:rsidRDefault="00EA76CB" w:rsidP="00EA76CB">
            <w:pPr>
              <w:pStyle w:val="TableCell"/>
            </w:pPr>
            <w:r>
              <w:t>Description</w:t>
            </w:r>
          </w:p>
        </w:tc>
        <w:tc>
          <w:tcPr>
            <w:tcW w:w="2551" w:type="dxa"/>
          </w:tcPr>
          <w:p w14:paraId="493872E5" w14:textId="0657B341" w:rsidR="00EA76CB" w:rsidRDefault="00EA76CB" w:rsidP="00EA76CB">
            <w:pPr>
              <w:pStyle w:val="TableCell"/>
            </w:pPr>
            <w:r>
              <w:t>Used In</w:t>
            </w:r>
          </w:p>
        </w:tc>
      </w:tr>
      <w:tr w:rsidR="00EA76CB" w14:paraId="0318C7CE" w14:textId="77777777" w:rsidTr="0013266E">
        <w:tc>
          <w:tcPr>
            <w:tcW w:w="1526" w:type="dxa"/>
          </w:tcPr>
          <w:p w14:paraId="30D21F51" w14:textId="17E80260" w:rsidR="00EA76CB" w:rsidRDefault="005847EA" w:rsidP="00EA76CB">
            <w:pPr>
              <w:pStyle w:val="TableCell"/>
            </w:pPr>
            <w:r w:rsidRPr="005847EA">
              <w:rPr>
                <w:rStyle w:val="Strong"/>
              </w:rPr>
              <w:t>ServerAPIUrl</w:t>
            </w:r>
          </w:p>
        </w:tc>
        <w:tc>
          <w:tcPr>
            <w:tcW w:w="5245" w:type="dxa"/>
          </w:tcPr>
          <w:p w14:paraId="6A36B8D7" w14:textId="609AEF50" w:rsidR="00EA76CB" w:rsidRDefault="00EA76CB" w:rsidP="00EA76CB">
            <w:pPr>
              <w:pStyle w:val="TableCell"/>
            </w:pPr>
            <w:r>
              <w:t>The URL used to connect to P2 Server.</w:t>
            </w:r>
            <w:r w:rsidR="003D4434">
              <w:t xml:space="preserve"> E.g.</w:t>
            </w:r>
          </w:p>
          <w:p w14:paraId="080827EB" w14:textId="5ABC297D" w:rsidR="003D4434" w:rsidRDefault="003D4434" w:rsidP="009927B1">
            <w:pPr>
              <w:pStyle w:val="TableCell"/>
            </w:pPr>
            <w:r w:rsidRPr="0095402E">
              <w:rPr>
                <w:rStyle w:val="CodeFragment"/>
              </w:rPr>
              <w:t>http</w:t>
            </w:r>
            <w:r w:rsidR="009927B1">
              <w:rPr>
                <w:rStyle w:val="CodeFragment"/>
              </w:rPr>
              <w:t>s://[servername]</w:t>
            </w:r>
            <w:r w:rsidRPr="0095402E">
              <w:rPr>
                <w:rStyle w:val="CodeFragment"/>
              </w:rPr>
              <w:t>/</w:t>
            </w:r>
            <w:r w:rsidRPr="0016008F">
              <w:rPr>
                <w:rStyle w:val="CodeFragment"/>
              </w:rPr>
              <w:t>P2.</w:t>
            </w:r>
            <w:r>
              <w:rPr>
                <w:rStyle w:val="CodeFragment"/>
              </w:rPr>
              <w:t>Server</w:t>
            </w:r>
            <w:r w:rsidRPr="0016008F">
              <w:rPr>
                <w:rStyle w:val="CodeFragment"/>
              </w:rPr>
              <w:t>.</w:t>
            </w:r>
            <w:r>
              <w:rPr>
                <w:rStyle w:val="CodeFragment"/>
              </w:rPr>
              <w:t>API/api</w:t>
            </w:r>
          </w:p>
        </w:tc>
        <w:tc>
          <w:tcPr>
            <w:tcW w:w="2551" w:type="dxa"/>
          </w:tcPr>
          <w:p w14:paraId="3BF00C68" w14:textId="736D2A84" w:rsidR="00EA76CB" w:rsidRDefault="0011541D" w:rsidP="00EA76CB">
            <w:pPr>
              <w:pStyle w:val="TableCell"/>
            </w:pPr>
            <w:sdt>
              <w:sdtPr>
                <w:alias w:val="Product"/>
                <w:tag w:val="j7e7b800099f4ad4b7003f2a6724bc88"/>
                <w:id w:val="-273398321"/>
                <w:lock w:val="contentLocked"/>
                <w:placeholder>
                  <w:docPart w:val="53F7E8B27F9E4BD6BAD2DA37A863F17E"/>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rsidR="00EA76CB">
              <w:t xml:space="preserve"> settings (</w:t>
            </w:r>
            <w:hyperlink w:anchor="_Step_5._Connect" w:history="1">
              <w:r w:rsidR="00EA76CB" w:rsidRPr="00EA76CB">
                <w:rPr>
                  <w:rStyle w:val="Hyperlink"/>
                </w:rPr>
                <w:t>Step 5</w:t>
              </w:r>
            </w:hyperlink>
            <w:r w:rsidR="00EA76CB">
              <w:t>)</w:t>
            </w:r>
          </w:p>
        </w:tc>
      </w:tr>
      <w:tr w:rsidR="00EA76CB" w14:paraId="7E4714FB" w14:textId="77777777" w:rsidTr="0013266E">
        <w:tc>
          <w:tcPr>
            <w:tcW w:w="1526" w:type="dxa"/>
          </w:tcPr>
          <w:p w14:paraId="68B5CB07" w14:textId="1894E9A5" w:rsidR="00EA76CB" w:rsidRDefault="005847EA" w:rsidP="00EA76CB">
            <w:pPr>
              <w:pStyle w:val="TableCell"/>
            </w:pPr>
            <w:r w:rsidRPr="005847EA">
              <w:rPr>
                <w:rStyle w:val="Strong"/>
              </w:rPr>
              <w:t>DataBrokerUrl</w:t>
            </w:r>
          </w:p>
        </w:tc>
        <w:tc>
          <w:tcPr>
            <w:tcW w:w="5245" w:type="dxa"/>
          </w:tcPr>
          <w:p w14:paraId="32DBC870" w14:textId="77777777" w:rsidR="00EA76CB" w:rsidRDefault="00EA76CB" w:rsidP="00EA76CB">
            <w:pPr>
              <w:pStyle w:val="TableCell"/>
            </w:pPr>
            <w:r>
              <w:t>The URL used to connect to the P2 Server Data Broker.</w:t>
            </w:r>
            <w:r w:rsidR="003D4434">
              <w:t xml:space="preserve"> E.g.</w:t>
            </w:r>
          </w:p>
          <w:p w14:paraId="213AB74B" w14:textId="3DC49D28" w:rsidR="003D4434" w:rsidRDefault="003D4434" w:rsidP="005847EA">
            <w:pPr>
              <w:pStyle w:val="TableCell"/>
            </w:pPr>
            <w:r w:rsidRPr="0095402E">
              <w:rPr>
                <w:rStyle w:val="CodeFragment"/>
              </w:rPr>
              <w:t>http</w:t>
            </w:r>
            <w:r w:rsidR="009927B1">
              <w:rPr>
                <w:rStyle w:val="CodeFragment"/>
              </w:rPr>
              <w:t>s</w:t>
            </w:r>
            <w:r w:rsidR="005847EA">
              <w:rPr>
                <w:rStyle w:val="CodeFragment"/>
              </w:rPr>
              <w:t>://[servername]</w:t>
            </w:r>
            <w:r w:rsidRPr="0095402E">
              <w:rPr>
                <w:rStyle w:val="CodeFragment"/>
              </w:rPr>
              <w:t>/</w:t>
            </w:r>
            <w:r>
              <w:rPr>
                <w:rStyle w:val="CodeFragment"/>
              </w:rPr>
              <w:t>databrokerasync</w:t>
            </w:r>
          </w:p>
        </w:tc>
        <w:tc>
          <w:tcPr>
            <w:tcW w:w="2551" w:type="dxa"/>
          </w:tcPr>
          <w:p w14:paraId="64968A5E" w14:textId="364F6814" w:rsidR="00EA76CB" w:rsidRDefault="0011541D" w:rsidP="00EA76CB">
            <w:pPr>
              <w:pStyle w:val="TableCell"/>
            </w:pPr>
            <w:sdt>
              <w:sdtPr>
                <w:alias w:val="Product"/>
                <w:tag w:val="j7e7b800099f4ad4b7003f2a6724bc88"/>
                <w:id w:val="-519004166"/>
                <w:lock w:val="contentLocked"/>
                <w:placeholder>
                  <w:docPart w:val="AA7827AF52C24D26BA200FE2B07AD3E1"/>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rsidR="00EA76CB">
              <w:t xml:space="preserve"> settings (</w:t>
            </w:r>
            <w:hyperlink w:anchor="_Step_5._Connect" w:history="1">
              <w:r w:rsidR="00EA76CB" w:rsidRPr="00EA76CB">
                <w:rPr>
                  <w:rStyle w:val="Hyperlink"/>
                </w:rPr>
                <w:t>Step 5</w:t>
              </w:r>
            </w:hyperlink>
            <w:r w:rsidR="00EA76CB">
              <w:t>)</w:t>
            </w:r>
          </w:p>
        </w:tc>
      </w:tr>
      <w:tr w:rsidR="00EA76CB" w14:paraId="11C86663" w14:textId="77777777" w:rsidTr="0013266E">
        <w:tc>
          <w:tcPr>
            <w:tcW w:w="1526" w:type="dxa"/>
          </w:tcPr>
          <w:p w14:paraId="366C271B" w14:textId="500C8DA0" w:rsidR="00EA76CB" w:rsidRPr="00941308" w:rsidRDefault="00EA76CB" w:rsidP="00EA76CB">
            <w:pPr>
              <w:pStyle w:val="TableCell"/>
              <w:rPr>
                <w:rStyle w:val="Strong"/>
              </w:rPr>
            </w:pPr>
            <w:r>
              <w:rPr>
                <w:rStyle w:val="Strong"/>
              </w:rPr>
              <w:t>P2 Security</w:t>
            </w:r>
          </w:p>
        </w:tc>
        <w:tc>
          <w:tcPr>
            <w:tcW w:w="5245" w:type="dxa"/>
          </w:tcPr>
          <w:p w14:paraId="755453D2" w14:textId="77777777" w:rsidR="00EA76CB" w:rsidRDefault="00EA76CB" w:rsidP="00EA76CB">
            <w:pPr>
              <w:pStyle w:val="TableCell"/>
            </w:pPr>
            <w:r>
              <w:t>The URL used to open the P2 Security web interface.</w:t>
            </w:r>
            <w:r w:rsidR="003D4434">
              <w:t xml:space="preserve"> E.g.</w:t>
            </w:r>
          </w:p>
          <w:p w14:paraId="6E24F898" w14:textId="345081F0" w:rsidR="003D4434" w:rsidRDefault="003D4434" w:rsidP="009927B1">
            <w:pPr>
              <w:pStyle w:val="TableCell"/>
            </w:pPr>
            <w:r w:rsidRPr="0095402E">
              <w:rPr>
                <w:rStyle w:val="CodeFragment"/>
              </w:rPr>
              <w:t>http</w:t>
            </w:r>
            <w:r w:rsidR="009927B1">
              <w:rPr>
                <w:rStyle w:val="CodeFragment"/>
              </w:rPr>
              <w:t>s://[servername]</w:t>
            </w:r>
            <w:r w:rsidRPr="0095402E">
              <w:rPr>
                <w:rStyle w:val="CodeFragment"/>
              </w:rPr>
              <w:t>/</w:t>
            </w:r>
            <w:r w:rsidRPr="0016008F">
              <w:rPr>
                <w:rStyle w:val="CodeFragment"/>
              </w:rPr>
              <w:t>P2.Security.Connect</w:t>
            </w:r>
          </w:p>
        </w:tc>
        <w:tc>
          <w:tcPr>
            <w:tcW w:w="2551" w:type="dxa"/>
          </w:tcPr>
          <w:p w14:paraId="1B61CB7E" w14:textId="2BFA7B96" w:rsidR="00EA76CB" w:rsidRDefault="00EA76CB" w:rsidP="004F6C13">
            <w:pPr>
              <w:pStyle w:val="TableCell"/>
            </w:pPr>
            <w:r>
              <w:t>P2 Security settings (</w:t>
            </w:r>
            <w:hyperlink w:anchor="_Step_5._Update" w:history="1">
              <w:r w:rsidRPr="004F6C13">
                <w:rPr>
                  <w:rStyle w:val="Hyperlink"/>
                </w:rPr>
                <w:t xml:space="preserve">Step </w:t>
              </w:r>
              <w:r w:rsidR="004F6C13" w:rsidRPr="004F6C13">
                <w:rPr>
                  <w:rStyle w:val="Hyperlink"/>
                </w:rPr>
                <w:t>5</w:t>
              </w:r>
            </w:hyperlink>
            <w:r>
              <w:t>)</w:t>
            </w:r>
          </w:p>
        </w:tc>
      </w:tr>
    </w:tbl>
    <w:p w14:paraId="7AB377C6" w14:textId="3F20941A" w:rsidR="00EA76CB" w:rsidRPr="00EA76CB" w:rsidRDefault="00EA76CB" w:rsidP="00EA76CB">
      <w:pPr>
        <w:pStyle w:val="TableCell"/>
      </w:pPr>
    </w:p>
    <w:p w14:paraId="12F20DC7" w14:textId="025A5965" w:rsidR="00EA76CB" w:rsidRDefault="00EA76CB" w:rsidP="00EA76CB">
      <w:pPr>
        <w:pStyle w:val="Heading3"/>
      </w:pPr>
      <w:bookmarkStart w:id="55" w:name="_Database_Information"/>
      <w:bookmarkStart w:id="56" w:name="_Toc399510906"/>
      <w:bookmarkEnd w:id="55"/>
      <w:r>
        <w:t>Database Information</w:t>
      </w:r>
      <w:bookmarkEnd w:id="56"/>
    </w:p>
    <w:tbl>
      <w:tblPr>
        <w:tblStyle w:val="P2Table"/>
        <w:tblW w:w="9322" w:type="dxa"/>
        <w:tblLayout w:type="fixed"/>
        <w:tblLook w:val="04A0" w:firstRow="1" w:lastRow="0" w:firstColumn="1" w:lastColumn="0" w:noHBand="0" w:noVBand="1"/>
      </w:tblPr>
      <w:tblGrid>
        <w:gridCol w:w="1951"/>
        <w:gridCol w:w="4820"/>
        <w:gridCol w:w="2551"/>
      </w:tblGrid>
      <w:tr w:rsidR="00AB2F39" w:rsidRPr="000E7BAD" w14:paraId="6E3BBCEF" w14:textId="77777777" w:rsidTr="00AB2F39">
        <w:trPr>
          <w:cnfStyle w:val="100000000000" w:firstRow="1" w:lastRow="0" w:firstColumn="0" w:lastColumn="0" w:oddVBand="0" w:evenVBand="0" w:oddHBand="0" w:evenHBand="0" w:firstRowFirstColumn="0" w:firstRowLastColumn="0" w:lastRowFirstColumn="0" w:lastRowLastColumn="0"/>
        </w:trPr>
        <w:tc>
          <w:tcPr>
            <w:tcW w:w="1951" w:type="dxa"/>
          </w:tcPr>
          <w:p w14:paraId="6723AB8F" w14:textId="651235DF" w:rsidR="00AB2F39" w:rsidRPr="00C61E59" w:rsidRDefault="00AB2F39" w:rsidP="00AB2F39">
            <w:pPr>
              <w:pStyle w:val="TableCell"/>
            </w:pPr>
            <w:r>
              <w:t>Information</w:t>
            </w:r>
          </w:p>
        </w:tc>
        <w:tc>
          <w:tcPr>
            <w:tcW w:w="4820" w:type="dxa"/>
          </w:tcPr>
          <w:p w14:paraId="6E3BBCEC" w14:textId="46FA2667" w:rsidR="00AB2F39" w:rsidRPr="00C61E59" w:rsidRDefault="00AB2F39" w:rsidP="00AB2F39">
            <w:pPr>
              <w:pStyle w:val="TableCell"/>
            </w:pPr>
            <w:r>
              <w:t>Description</w:t>
            </w:r>
          </w:p>
        </w:tc>
        <w:tc>
          <w:tcPr>
            <w:tcW w:w="2551" w:type="dxa"/>
          </w:tcPr>
          <w:p w14:paraId="6E3BBCEE" w14:textId="77777777" w:rsidR="00AB2F39" w:rsidRPr="00C61E59" w:rsidRDefault="00AB2F39" w:rsidP="00CC67E7">
            <w:pPr>
              <w:pStyle w:val="TableCell"/>
            </w:pPr>
            <w:r w:rsidRPr="00C61E59">
              <w:t>Example</w:t>
            </w:r>
          </w:p>
        </w:tc>
      </w:tr>
      <w:tr w:rsidR="00AB2F39" w:rsidRPr="00E86DDE" w14:paraId="6E3BBCF4" w14:textId="77777777" w:rsidTr="00AB2F39">
        <w:trPr>
          <w:trHeight w:val="157"/>
        </w:trPr>
        <w:tc>
          <w:tcPr>
            <w:tcW w:w="1951" w:type="dxa"/>
          </w:tcPr>
          <w:p w14:paraId="2F288C13" w14:textId="514E7D3D" w:rsidR="00AB2F39" w:rsidRDefault="00AB2F39" w:rsidP="004E0508">
            <w:pPr>
              <w:pStyle w:val="TableCell"/>
            </w:pPr>
            <w:r>
              <w:t>Database Catalog</w:t>
            </w:r>
          </w:p>
        </w:tc>
        <w:tc>
          <w:tcPr>
            <w:tcW w:w="4820" w:type="dxa"/>
          </w:tcPr>
          <w:p w14:paraId="6E3BBCF0" w14:textId="7376C9CC" w:rsidR="00AB2F39" w:rsidRPr="00E86DDE" w:rsidRDefault="00AB2F39" w:rsidP="004E0508">
            <w:pPr>
              <w:pStyle w:val="TableCell"/>
            </w:pPr>
            <w:r>
              <w:t>Database catalog that will store P2 Explorer data</w:t>
            </w:r>
          </w:p>
        </w:tc>
        <w:tc>
          <w:tcPr>
            <w:tcW w:w="2551" w:type="dxa"/>
          </w:tcPr>
          <w:p w14:paraId="6E3BBCF3" w14:textId="394A0981" w:rsidR="00AB2F39" w:rsidRPr="00E86DDE" w:rsidRDefault="00AB2F39" w:rsidP="00E86DDE">
            <w:pPr>
              <w:pStyle w:val="TableCell"/>
              <w:rPr>
                <w:rStyle w:val="CodeFragment"/>
              </w:rPr>
            </w:pPr>
            <w:r>
              <w:rPr>
                <w:rStyle w:val="CodeFragment"/>
              </w:rPr>
              <w:t>P2.EXPLORER</w:t>
            </w:r>
            <w:r w:rsidR="008664BB">
              <w:rPr>
                <w:rStyle w:val="CodeFragment"/>
              </w:rPr>
              <w:t>.CAT</w:t>
            </w:r>
          </w:p>
        </w:tc>
      </w:tr>
      <w:tr w:rsidR="00AB2F39" w:rsidRPr="00E86DDE" w14:paraId="6E3BBCF8" w14:textId="77777777" w:rsidTr="00AB2F39">
        <w:tc>
          <w:tcPr>
            <w:tcW w:w="1951" w:type="dxa"/>
          </w:tcPr>
          <w:p w14:paraId="286725DE" w14:textId="15F87E96" w:rsidR="00AB2F39" w:rsidRPr="00E86DDE" w:rsidRDefault="00AB2F39" w:rsidP="00AB2F39">
            <w:pPr>
              <w:pStyle w:val="TableCell"/>
            </w:pPr>
            <w:r>
              <w:t>Database Server</w:t>
            </w:r>
          </w:p>
        </w:tc>
        <w:tc>
          <w:tcPr>
            <w:tcW w:w="4820" w:type="dxa"/>
          </w:tcPr>
          <w:p w14:paraId="6E3BBCF5" w14:textId="6EAE1BA3" w:rsidR="00AB2F39" w:rsidRPr="00E86DDE" w:rsidRDefault="00AB2F39" w:rsidP="004E0508">
            <w:pPr>
              <w:pStyle w:val="TableCell"/>
            </w:pPr>
            <w:r w:rsidRPr="00E86DDE">
              <w:t xml:space="preserve">Database </w:t>
            </w:r>
            <w:r>
              <w:t>server name that hosts SQL Server</w:t>
            </w:r>
          </w:p>
        </w:tc>
        <w:tc>
          <w:tcPr>
            <w:tcW w:w="2551" w:type="dxa"/>
          </w:tcPr>
          <w:p w14:paraId="6E3BBCF7" w14:textId="6C390970" w:rsidR="00AB2F39" w:rsidRPr="00E86DDE" w:rsidRDefault="00AB2F39" w:rsidP="00E50952">
            <w:pPr>
              <w:pStyle w:val="TableCell"/>
              <w:rPr>
                <w:rStyle w:val="CodeFragment"/>
              </w:rPr>
            </w:pPr>
            <w:r>
              <w:rPr>
                <w:rStyle w:val="CodeFragment"/>
              </w:rPr>
              <w:t>Perdev01</w:t>
            </w:r>
          </w:p>
        </w:tc>
      </w:tr>
      <w:tr w:rsidR="00AB2F39" w:rsidRPr="00E86DDE" w14:paraId="6E3BBCFC" w14:textId="77777777" w:rsidTr="00AB2F39">
        <w:trPr>
          <w:trHeight w:val="198"/>
        </w:trPr>
        <w:tc>
          <w:tcPr>
            <w:tcW w:w="1951" w:type="dxa"/>
          </w:tcPr>
          <w:p w14:paraId="2C471565" w14:textId="2B9F860F" w:rsidR="00AB2F39" w:rsidRDefault="00AB2F39" w:rsidP="00E50952">
            <w:pPr>
              <w:pStyle w:val="TableCell"/>
            </w:pPr>
            <w:r>
              <w:t>DBA User</w:t>
            </w:r>
          </w:p>
        </w:tc>
        <w:tc>
          <w:tcPr>
            <w:tcW w:w="4820" w:type="dxa"/>
          </w:tcPr>
          <w:p w14:paraId="6E3BBCF9" w14:textId="13688871" w:rsidR="00AB2F39" w:rsidRPr="00E86DDE" w:rsidRDefault="00AB2F39" w:rsidP="00E50952">
            <w:pPr>
              <w:pStyle w:val="TableCell"/>
            </w:pPr>
            <w:r>
              <w:t>Local DBA u</w:t>
            </w:r>
            <w:r w:rsidRPr="00E86DDE">
              <w:t xml:space="preserve">ser </w:t>
            </w:r>
            <w:r>
              <w:t>account to access the database</w:t>
            </w:r>
          </w:p>
        </w:tc>
        <w:tc>
          <w:tcPr>
            <w:tcW w:w="2551" w:type="dxa"/>
          </w:tcPr>
          <w:p w14:paraId="6E3BBCFB" w14:textId="778BA9AA" w:rsidR="00AB2F39" w:rsidRPr="00E86DDE" w:rsidRDefault="00AB2F39" w:rsidP="00E50952">
            <w:pPr>
              <w:pStyle w:val="TableCell"/>
              <w:rPr>
                <w:rStyle w:val="CodeFragment"/>
              </w:rPr>
            </w:pPr>
            <w:r>
              <w:rPr>
                <w:rStyle w:val="CodeFragment"/>
              </w:rPr>
              <w:t>sa</w:t>
            </w:r>
          </w:p>
        </w:tc>
      </w:tr>
      <w:tr w:rsidR="00AB2F39" w:rsidRPr="003D1444" w14:paraId="6E3BBD00" w14:textId="77777777" w:rsidTr="00AB2F39">
        <w:trPr>
          <w:trHeight w:val="258"/>
        </w:trPr>
        <w:tc>
          <w:tcPr>
            <w:tcW w:w="1951" w:type="dxa"/>
          </w:tcPr>
          <w:p w14:paraId="590A347E" w14:textId="2905A267" w:rsidR="00AB2F39" w:rsidRPr="00E86DDE" w:rsidRDefault="00AB2F39" w:rsidP="00AB2F39">
            <w:pPr>
              <w:pStyle w:val="TableCell"/>
            </w:pPr>
            <w:r>
              <w:t>DBA Password</w:t>
            </w:r>
          </w:p>
        </w:tc>
        <w:tc>
          <w:tcPr>
            <w:tcW w:w="4820" w:type="dxa"/>
          </w:tcPr>
          <w:p w14:paraId="6E3BBCFD" w14:textId="134855A4" w:rsidR="00AB2F39" w:rsidRPr="00E86DDE" w:rsidRDefault="00AB2F39" w:rsidP="00E50952">
            <w:pPr>
              <w:pStyle w:val="TableCell"/>
            </w:pPr>
            <w:r w:rsidRPr="00E86DDE">
              <w:t>Password</w:t>
            </w:r>
            <w:r>
              <w:t xml:space="preserve"> for the local DBA user</w:t>
            </w:r>
          </w:p>
        </w:tc>
        <w:tc>
          <w:tcPr>
            <w:tcW w:w="2551" w:type="dxa"/>
          </w:tcPr>
          <w:p w14:paraId="6E3BBCFF" w14:textId="3D45845A" w:rsidR="00AB2F39" w:rsidRPr="005919C7" w:rsidRDefault="00AB2F39" w:rsidP="00E50952">
            <w:pPr>
              <w:pStyle w:val="TableCell"/>
              <w:rPr>
                <w:rStyle w:val="CodeFragment"/>
              </w:rPr>
            </w:pPr>
          </w:p>
        </w:tc>
      </w:tr>
    </w:tbl>
    <w:p w14:paraId="6E3BBD01" w14:textId="77777777" w:rsidR="008F2E3A" w:rsidRDefault="008F2E3A" w:rsidP="008F2E3A">
      <w:pPr>
        <w:pStyle w:val="BodyText"/>
      </w:pPr>
      <w:bookmarkStart w:id="57" w:name="_Toc195493698"/>
    </w:p>
    <w:p w14:paraId="04F946BE" w14:textId="3AC2EC54" w:rsidR="004B73A8" w:rsidRDefault="004C7F92" w:rsidP="004B73A8">
      <w:pPr>
        <w:pStyle w:val="Heading3"/>
      </w:pPr>
      <w:bookmarkStart w:id="58" w:name="_Website_Information"/>
      <w:bookmarkStart w:id="59" w:name="_Toc399510907"/>
      <w:bookmarkEnd w:id="58"/>
      <w:r>
        <w:t>Other</w:t>
      </w:r>
      <w:r w:rsidR="004B73A8">
        <w:t xml:space="preserve"> Information</w:t>
      </w:r>
      <w:bookmarkEnd w:id="59"/>
    </w:p>
    <w:tbl>
      <w:tblPr>
        <w:tblStyle w:val="P2Table"/>
        <w:tblW w:w="9322" w:type="dxa"/>
        <w:tblLayout w:type="fixed"/>
        <w:tblLook w:val="04A0" w:firstRow="1" w:lastRow="0" w:firstColumn="1" w:lastColumn="0" w:noHBand="0" w:noVBand="1"/>
      </w:tblPr>
      <w:tblGrid>
        <w:gridCol w:w="1668"/>
        <w:gridCol w:w="5670"/>
        <w:gridCol w:w="1984"/>
      </w:tblGrid>
      <w:tr w:rsidR="004B73A8" w:rsidRPr="000E7BAD" w14:paraId="67802F98" w14:textId="77777777" w:rsidTr="004B73A8">
        <w:trPr>
          <w:cnfStyle w:val="100000000000" w:firstRow="1" w:lastRow="0" w:firstColumn="0" w:lastColumn="0" w:oddVBand="0" w:evenVBand="0" w:oddHBand="0" w:evenHBand="0" w:firstRowFirstColumn="0" w:firstRowLastColumn="0" w:lastRowFirstColumn="0" w:lastRowLastColumn="0"/>
        </w:trPr>
        <w:tc>
          <w:tcPr>
            <w:tcW w:w="1668" w:type="dxa"/>
          </w:tcPr>
          <w:p w14:paraId="72D4FD07" w14:textId="77777777" w:rsidR="004B73A8" w:rsidRPr="00C61E59" w:rsidRDefault="004B73A8" w:rsidP="006A007E">
            <w:pPr>
              <w:pStyle w:val="TableCell"/>
            </w:pPr>
            <w:r>
              <w:t>Information</w:t>
            </w:r>
          </w:p>
        </w:tc>
        <w:tc>
          <w:tcPr>
            <w:tcW w:w="5670" w:type="dxa"/>
          </w:tcPr>
          <w:p w14:paraId="6FFBF272" w14:textId="77777777" w:rsidR="004B73A8" w:rsidRPr="00C61E59" w:rsidRDefault="004B73A8" w:rsidP="006A007E">
            <w:pPr>
              <w:pStyle w:val="TableCell"/>
            </w:pPr>
            <w:r>
              <w:t>Description</w:t>
            </w:r>
          </w:p>
        </w:tc>
        <w:tc>
          <w:tcPr>
            <w:tcW w:w="1984" w:type="dxa"/>
          </w:tcPr>
          <w:p w14:paraId="2F90F7D3" w14:textId="77777777" w:rsidR="004B73A8" w:rsidRPr="00C61E59" w:rsidRDefault="004B73A8" w:rsidP="006A007E">
            <w:pPr>
              <w:pStyle w:val="TableCell"/>
            </w:pPr>
            <w:r w:rsidRPr="00C61E59">
              <w:t>Example</w:t>
            </w:r>
          </w:p>
        </w:tc>
      </w:tr>
      <w:tr w:rsidR="004C7F92" w:rsidRPr="00E86DDE" w14:paraId="38DB0F95" w14:textId="77777777" w:rsidTr="004B73A8">
        <w:trPr>
          <w:trHeight w:val="157"/>
        </w:trPr>
        <w:tc>
          <w:tcPr>
            <w:tcW w:w="1668" w:type="dxa"/>
          </w:tcPr>
          <w:p w14:paraId="0EF1019F" w14:textId="2D4A479C" w:rsidR="004C7F92" w:rsidRDefault="004C7F92" w:rsidP="006A007E">
            <w:pPr>
              <w:pStyle w:val="TableCell"/>
            </w:pPr>
            <w:r>
              <w:t>Instance Name</w:t>
            </w:r>
          </w:p>
        </w:tc>
        <w:tc>
          <w:tcPr>
            <w:tcW w:w="5670" w:type="dxa"/>
          </w:tcPr>
          <w:p w14:paraId="4ED7E5BC" w14:textId="6D32F9B0" w:rsidR="004C7F92" w:rsidRDefault="004C7F92" w:rsidP="004B73A8">
            <w:pPr>
              <w:pStyle w:val="TableCell"/>
            </w:pPr>
            <w:r>
              <w:t xml:space="preserve">The name of this instance of </w:t>
            </w:r>
            <w:sdt>
              <w:sdtPr>
                <w:alias w:val="Product"/>
                <w:tag w:val="j7e7b800099f4ad4b7003f2a6724bc88"/>
                <w:id w:val="1999609888"/>
                <w:lock w:val="contentLocked"/>
                <w:placeholder>
                  <w:docPart w:val="153C1A9AFA0B4D36A7977205E934896F"/>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xmlns:ns5='1a9aceae-bc06-48ed-8bbf-c3deb125c9b6' " w:xpath="/ns0:properties[1]/documentManagement[1]/ns3:j7e7b800099f4ad4b7003f2a6724bc88[1]/ns2:Terms[1]" w:storeItemID="{C25B175B-AE41-4583-B473-7AD7E5487BFB}"/>
                <w:text w:multiLine="1"/>
              </w:sdtPr>
              <w:sdtEndPr/>
              <w:sdtContent>
                <w:r>
                  <w:t>P2 Explorer</w:t>
                </w:r>
              </w:sdtContent>
            </w:sdt>
            <w:r>
              <w:t>.</w:t>
            </w:r>
          </w:p>
        </w:tc>
        <w:tc>
          <w:tcPr>
            <w:tcW w:w="1984" w:type="dxa"/>
          </w:tcPr>
          <w:p w14:paraId="4B95473F" w14:textId="57A1B9CA" w:rsidR="004C7F92" w:rsidRPr="004B73A8" w:rsidRDefault="004C7F92" w:rsidP="006A007E">
            <w:pPr>
              <w:pStyle w:val="TableCell"/>
              <w:rPr>
                <w:rStyle w:val="CodeFragment"/>
              </w:rPr>
            </w:pPr>
            <w:r>
              <w:rPr>
                <w:rStyle w:val="CodeFragment"/>
              </w:rPr>
              <w:t>P2.Explorer.1</w:t>
            </w:r>
          </w:p>
        </w:tc>
      </w:tr>
    </w:tbl>
    <w:p w14:paraId="5BEB7D56" w14:textId="77777777" w:rsidR="004B73A8" w:rsidRDefault="004B73A8" w:rsidP="004B73A8">
      <w:pPr>
        <w:pStyle w:val="BodyText"/>
      </w:pPr>
    </w:p>
    <w:p w14:paraId="6E3BBD03" w14:textId="77777777" w:rsidR="00880A5B" w:rsidRDefault="00880A5B" w:rsidP="00C7539A">
      <w:pPr>
        <w:pStyle w:val="Heading2"/>
      </w:pPr>
      <w:bookmarkStart w:id="60" w:name="_Toc399510908"/>
      <w:r>
        <w:lastRenderedPageBreak/>
        <w:t xml:space="preserve">Hardware </w:t>
      </w:r>
      <w:r w:rsidR="006820FC">
        <w:t>R</w:t>
      </w:r>
      <w:r>
        <w:t>equirements</w:t>
      </w:r>
      <w:bookmarkEnd w:id="57"/>
      <w:bookmarkEnd w:id="60"/>
    </w:p>
    <w:p w14:paraId="6E3BBD04" w14:textId="6A7880B5" w:rsidR="00880A5B" w:rsidRPr="000E7BAD" w:rsidRDefault="00880A5B" w:rsidP="0013266E">
      <w:pPr>
        <w:pStyle w:val="BodyText"/>
        <w:keepNext/>
        <w:keepLines/>
        <w:rPr>
          <w:highlight w:val="yellow"/>
        </w:rPr>
      </w:pPr>
      <w:r w:rsidRPr="007F319B">
        <w:t xml:space="preserve">This section identifies the </w:t>
      </w:r>
      <w:r w:rsidR="00E45BCC" w:rsidRPr="007F319B">
        <w:t>recommended</w:t>
      </w:r>
      <w:r w:rsidRPr="007F319B">
        <w:t xml:space="preserve"> hardware requirements for each machine.</w:t>
      </w:r>
      <w:r w:rsidR="005919C7" w:rsidRPr="007F319B">
        <w:t xml:space="preserve"> </w:t>
      </w:r>
    </w:p>
    <w:p w14:paraId="6E3BBD05" w14:textId="77777777" w:rsidR="00880A5B" w:rsidRPr="009C15B6" w:rsidRDefault="006C2CF0" w:rsidP="000E7BAD">
      <w:pPr>
        <w:pStyle w:val="BodyText"/>
      </w:pPr>
      <w:r w:rsidRPr="009C15B6">
        <w:t>All</w:t>
      </w:r>
      <w:r w:rsidR="00027EB4" w:rsidRPr="009C15B6">
        <w:t xml:space="preserve"> server class</w:t>
      </w:r>
      <w:r w:rsidRPr="009C15B6">
        <w:t xml:space="preserve"> machines </w:t>
      </w:r>
      <w:r w:rsidR="00027EB4" w:rsidRPr="009C15B6">
        <w:t xml:space="preserve">should </w:t>
      </w:r>
      <w:r w:rsidRPr="009C15B6">
        <w:t xml:space="preserve">have the following </w:t>
      </w:r>
      <w:r w:rsidR="00E45BCC" w:rsidRPr="009C15B6">
        <w:t>recommended</w:t>
      </w:r>
      <w:r w:rsidRPr="009C15B6">
        <w:t xml:space="preserve"> requirements.</w:t>
      </w:r>
    </w:p>
    <w:tbl>
      <w:tblPr>
        <w:tblStyle w:val="P2Table"/>
        <w:tblW w:w="8755" w:type="dxa"/>
        <w:tblLayout w:type="fixed"/>
        <w:tblLook w:val="04A0" w:firstRow="1" w:lastRow="0" w:firstColumn="1" w:lastColumn="0" w:noHBand="0" w:noVBand="1"/>
      </w:tblPr>
      <w:tblGrid>
        <w:gridCol w:w="1440"/>
        <w:gridCol w:w="7315"/>
      </w:tblGrid>
      <w:tr w:rsidR="00E45BCC" w:rsidRPr="0041385F" w14:paraId="6E3BBD08" w14:textId="77777777" w:rsidTr="00CC67E7">
        <w:trPr>
          <w:cnfStyle w:val="100000000000" w:firstRow="1" w:lastRow="0" w:firstColumn="0" w:lastColumn="0" w:oddVBand="0" w:evenVBand="0" w:oddHBand="0" w:evenHBand="0" w:firstRowFirstColumn="0" w:firstRowLastColumn="0" w:lastRowFirstColumn="0" w:lastRowLastColumn="0"/>
        </w:trPr>
        <w:tc>
          <w:tcPr>
            <w:tcW w:w="1440" w:type="dxa"/>
          </w:tcPr>
          <w:p w14:paraId="6E3BBD06" w14:textId="77777777" w:rsidR="00E45BCC" w:rsidRDefault="00E45BCC" w:rsidP="00CC67E7">
            <w:pPr>
              <w:pStyle w:val="TableCell"/>
            </w:pPr>
            <w:r w:rsidRPr="0041385F">
              <w:t>Component</w:t>
            </w:r>
          </w:p>
        </w:tc>
        <w:tc>
          <w:tcPr>
            <w:tcW w:w="7315" w:type="dxa"/>
          </w:tcPr>
          <w:p w14:paraId="6E3BBD07" w14:textId="77777777" w:rsidR="00E45BCC" w:rsidRDefault="00E45BCC" w:rsidP="00CC67E7">
            <w:pPr>
              <w:pStyle w:val="TableCell"/>
            </w:pPr>
            <w:r>
              <w:t>Recommended</w:t>
            </w:r>
          </w:p>
        </w:tc>
      </w:tr>
      <w:tr w:rsidR="00E45BCC" w:rsidRPr="0041385F" w14:paraId="6E3BBD0B" w14:textId="77777777" w:rsidTr="00CC67E7">
        <w:tc>
          <w:tcPr>
            <w:tcW w:w="1440" w:type="dxa"/>
          </w:tcPr>
          <w:p w14:paraId="6E3BBD09" w14:textId="77777777" w:rsidR="00E45BCC" w:rsidRDefault="00E45BCC" w:rsidP="009D370E">
            <w:pPr>
              <w:pStyle w:val="TableCell"/>
            </w:pPr>
            <w:r w:rsidRPr="0041385F">
              <w:rPr>
                <w:rStyle w:val="Strong"/>
              </w:rPr>
              <w:t>CPU</w:t>
            </w:r>
          </w:p>
        </w:tc>
        <w:tc>
          <w:tcPr>
            <w:tcW w:w="7315" w:type="dxa"/>
          </w:tcPr>
          <w:p w14:paraId="6E3BBD0A" w14:textId="77777777" w:rsidR="00E45BCC" w:rsidRPr="009D370E" w:rsidRDefault="00E45BCC" w:rsidP="00560C2A">
            <w:pPr>
              <w:pStyle w:val="TableCell"/>
              <w:rPr>
                <w:highlight w:val="yellow"/>
              </w:rPr>
            </w:pPr>
            <w:r w:rsidRPr="00A60002">
              <w:t>2 x Intel® Xeon® class E or L5000/7000 series or better</w:t>
            </w:r>
          </w:p>
        </w:tc>
      </w:tr>
      <w:tr w:rsidR="00E45BCC" w:rsidRPr="0041385F" w14:paraId="6E3BBD0E" w14:textId="77777777" w:rsidTr="00CC67E7">
        <w:tc>
          <w:tcPr>
            <w:tcW w:w="1440" w:type="dxa"/>
          </w:tcPr>
          <w:p w14:paraId="6E3BBD0C" w14:textId="77777777" w:rsidR="00E45BCC" w:rsidRDefault="00E45BCC" w:rsidP="009D370E">
            <w:pPr>
              <w:pStyle w:val="TableCell"/>
            </w:pPr>
            <w:r w:rsidRPr="0041385F">
              <w:rPr>
                <w:rStyle w:val="Strong"/>
              </w:rPr>
              <w:t>RAM</w:t>
            </w:r>
          </w:p>
        </w:tc>
        <w:tc>
          <w:tcPr>
            <w:tcW w:w="7315" w:type="dxa"/>
          </w:tcPr>
          <w:p w14:paraId="6E3BBD0D" w14:textId="77777777" w:rsidR="00E45BCC" w:rsidRPr="009D370E" w:rsidRDefault="00E45BCC" w:rsidP="009D370E">
            <w:pPr>
              <w:pStyle w:val="TableCell"/>
              <w:rPr>
                <w:highlight w:val="yellow"/>
              </w:rPr>
            </w:pPr>
            <w:r w:rsidRPr="00E45BCC">
              <w:t>16 GB+</w:t>
            </w:r>
          </w:p>
        </w:tc>
      </w:tr>
      <w:tr w:rsidR="00E45BCC" w:rsidRPr="0041385F" w14:paraId="6E3BBD11" w14:textId="77777777" w:rsidTr="00CC67E7">
        <w:tc>
          <w:tcPr>
            <w:tcW w:w="1440" w:type="dxa"/>
          </w:tcPr>
          <w:p w14:paraId="6E3BBD0F" w14:textId="77777777" w:rsidR="00E45BCC" w:rsidRDefault="00E45BCC" w:rsidP="009D370E">
            <w:pPr>
              <w:pStyle w:val="TableCell"/>
            </w:pPr>
            <w:r w:rsidRPr="0041385F">
              <w:rPr>
                <w:rStyle w:val="Strong"/>
              </w:rPr>
              <w:t>Disk</w:t>
            </w:r>
          </w:p>
        </w:tc>
        <w:tc>
          <w:tcPr>
            <w:tcW w:w="7315" w:type="dxa"/>
          </w:tcPr>
          <w:p w14:paraId="6E3BBD10" w14:textId="77777777" w:rsidR="00E45BCC" w:rsidRPr="009D370E" w:rsidRDefault="00E45BCC" w:rsidP="009D370E">
            <w:pPr>
              <w:pStyle w:val="TableCell"/>
              <w:rPr>
                <w:highlight w:val="yellow"/>
              </w:rPr>
            </w:pPr>
            <w:r w:rsidRPr="00A60002">
              <w:t>4x 146GB 15000 rpm SAS, configured in RAID 5,10</w:t>
            </w:r>
          </w:p>
        </w:tc>
      </w:tr>
      <w:tr w:rsidR="00E45BCC" w:rsidRPr="0041385F" w14:paraId="6E3BBD14" w14:textId="77777777" w:rsidTr="00CC67E7">
        <w:tc>
          <w:tcPr>
            <w:tcW w:w="1440" w:type="dxa"/>
          </w:tcPr>
          <w:p w14:paraId="6E3BBD12" w14:textId="77777777" w:rsidR="00E45BCC" w:rsidRDefault="00E45BCC" w:rsidP="009D370E">
            <w:pPr>
              <w:pStyle w:val="TableCell"/>
            </w:pPr>
            <w:r w:rsidRPr="0041385F">
              <w:rPr>
                <w:rStyle w:val="Strong"/>
              </w:rPr>
              <w:t>NIC</w:t>
            </w:r>
          </w:p>
        </w:tc>
        <w:tc>
          <w:tcPr>
            <w:tcW w:w="7315" w:type="dxa"/>
          </w:tcPr>
          <w:p w14:paraId="6E3BBD13" w14:textId="77777777" w:rsidR="00E45BCC" w:rsidRPr="009D370E" w:rsidRDefault="00E45BCC" w:rsidP="009D370E">
            <w:pPr>
              <w:pStyle w:val="TableCell"/>
              <w:rPr>
                <w:highlight w:val="yellow"/>
              </w:rPr>
            </w:pPr>
            <w:r w:rsidRPr="00A60002">
              <w:t>1000 MBit/sec +</w:t>
            </w:r>
          </w:p>
        </w:tc>
      </w:tr>
    </w:tbl>
    <w:p w14:paraId="6E3BBD15" w14:textId="77777777" w:rsidR="009D370E" w:rsidRDefault="009D370E" w:rsidP="000E7BAD">
      <w:pPr>
        <w:pStyle w:val="BodyText"/>
        <w:rPr>
          <w:highlight w:val="yellow"/>
        </w:rPr>
      </w:pPr>
    </w:p>
    <w:p w14:paraId="6E3BBD16" w14:textId="59BD6646" w:rsidR="00880A5B" w:rsidRDefault="006820FC" w:rsidP="00C7539A">
      <w:pPr>
        <w:pStyle w:val="Heading2"/>
      </w:pPr>
      <w:bookmarkStart w:id="61" w:name="_Toc41750401"/>
      <w:bookmarkStart w:id="62" w:name="_Toc195080223"/>
      <w:bookmarkStart w:id="63" w:name="_Toc195080385"/>
      <w:bookmarkStart w:id="64" w:name="_Toc195493702"/>
      <w:bookmarkStart w:id="65" w:name="_Toc399510909"/>
      <w:r>
        <w:t>Network and H</w:t>
      </w:r>
      <w:r w:rsidR="00880A5B" w:rsidRPr="00807BAB">
        <w:t xml:space="preserve">ardware </w:t>
      </w:r>
      <w:r>
        <w:t>S</w:t>
      </w:r>
      <w:r w:rsidR="00880A5B" w:rsidRPr="00807BAB">
        <w:t>etup</w:t>
      </w:r>
      <w:bookmarkEnd w:id="61"/>
      <w:bookmarkEnd w:id="62"/>
      <w:bookmarkEnd w:id="63"/>
      <w:bookmarkEnd w:id="64"/>
      <w:bookmarkEnd w:id="65"/>
    </w:p>
    <w:p w14:paraId="6E3BBD17" w14:textId="77777777" w:rsidR="00E50952" w:rsidRDefault="00880A5B" w:rsidP="00E50952">
      <w:pPr>
        <w:pStyle w:val="BodyText"/>
      </w:pPr>
      <w:r w:rsidRPr="007F319B">
        <w:t xml:space="preserve">The following diagram illustrates the recommended server configuration. </w:t>
      </w:r>
    </w:p>
    <w:p w14:paraId="6E3BBD18" w14:textId="16E4D6B5" w:rsidR="00E50952" w:rsidRPr="00073A8C" w:rsidRDefault="00F32C48" w:rsidP="00E50952">
      <w:pPr>
        <w:pStyle w:val="Figure"/>
      </w:pPr>
      <w:r>
        <w:rPr>
          <w:noProof/>
        </w:rPr>
        <w:drawing>
          <wp:inline distT="0" distB="0" distL="0" distR="0" wp14:anchorId="4F70235D" wp14:editId="65E219AE">
            <wp:extent cx="2105025" cy="2183231"/>
            <wp:effectExtent l="0" t="0" r="0" b="7620"/>
            <wp:docPr id="113" name="Picture 113" descr="C:\Users\pxn0601\Desktop\Explorer netwo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pxn0601\Desktop\Explorer network.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108018" cy="2186336"/>
                    </a:xfrm>
                    <a:prstGeom prst="rect">
                      <a:avLst/>
                    </a:prstGeom>
                    <a:noFill/>
                    <a:ln>
                      <a:noFill/>
                    </a:ln>
                  </pic:spPr>
                </pic:pic>
              </a:graphicData>
            </a:graphic>
          </wp:inline>
        </w:drawing>
      </w:r>
    </w:p>
    <w:p w14:paraId="6E3BBD19" w14:textId="6856B4FE" w:rsidR="00E47D7C" w:rsidRPr="009C15B6" w:rsidRDefault="00E47D7C" w:rsidP="00E47D7C">
      <w:pPr>
        <w:pStyle w:val="BodyText"/>
      </w:pPr>
      <w:r w:rsidRPr="009C15B6">
        <w:t>The servers as show</w:t>
      </w:r>
      <w:r w:rsidR="009C15B6" w:rsidRPr="009C15B6">
        <w:t>n</w:t>
      </w:r>
      <w:r w:rsidRPr="009C15B6">
        <w:t xml:space="preserve"> in the diagram are:</w:t>
      </w:r>
    </w:p>
    <w:p w14:paraId="6E3BBD1A" w14:textId="4A9ECE07" w:rsidR="00E47D7C" w:rsidRPr="009C15B6" w:rsidRDefault="009C15B6" w:rsidP="00E47D7C">
      <w:pPr>
        <w:pStyle w:val="DL-Term"/>
      </w:pPr>
      <w:r w:rsidRPr="009C15B6">
        <w:t xml:space="preserve">Explorer </w:t>
      </w:r>
      <w:r w:rsidR="00E50952" w:rsidRPr="009C15B6">
        <w:t xml:space="preserve">Database </w:t>
      </w:r>
      <w:r w:rsidR="00A406A6" w:rsidRPr="009C15B6">
        <w:t>Server</w:t>
      </w:r>
    </w:p>
    <w:p w14:paraId="6E3BBD1B" w14:textId="506E0266" w:rsidR="00E47D7C" w:rsidRPr="009C15B6" w:rsidRDefault="009C15B6" w:rsidP="00E47D7C">
      <w:pPr>
        <w:pStyle w:val="DL-Definition"/>
      </w:pPr>
      <w:r>
        <w:t xml:space="preserve">This is the machine on which the </w:t>
      </w:r>
      <w:sdt>
        <w:sdtPr>
          <w:alias w:val="Product"/>
          <w:tag w:val="j7e7b800099f4ad4b7003f2a6724bc88"/>
          <w:id w:val="-821196314"/>
          <w:lock w:val="contentLocked"/>
          <w:placeholder>
            <w:docPart w:val="B005793D4A2F4F5886969BAFD4641743"/>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t xml:space="preserve"> database is configured</w:t>
      </w:r>
      <w:r w:rsidR="00A406A6" w:rsidRPr="009C15B6">
        <w:t xml:space="preserve">. This machine must have access to the </w:t>
      </w:r>
      <w:r>
        <w:t>P2 Server</w:t>
      </w:r>
      <w:r w:rsidR="00A406A6" w:rsidRPr="009C15B6">
        <w:t xml:space="preserve"> database and to the other servers configured in the corporate server.</w:t>
      </w:r>
      <w:r w:rsidR="00F32C48">
        <w:t xml:space="preserve"> SQL Server must be installed on this machine prior to installing </w:t>
      </w:r>
      <w:sdt>
        <w:sdtPr>
          <w:alias w:val="Product"/>
          <w:tag w:val="j7e7b800099f4ad4b7003f2a6724bc88"/>
          <w:id w:val="-336385721"/>
          <w:lock w:val="contentLocked"/>
          <w:placeholder>
            <w:docPart w:val="A5557CFA54F64A77BB651D5729861125"/>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rsidR="00F32C48">
        <w:t>.</w:t>
      </w:r>
    </w:p>
    <w:p w14:paraId="6E3BBD1C" w14:textId="03722A8C" w:rsidR="00E47D7C" w:rsidRPr="009C15B6" w:rsidRDefault="009C15B6" w:rsidP="00E47D7C">
      <w:pPr>
        <w:pStyle w:val="DL-Term"/>
      </w:pPr>
      <w:r w:rsidRPr="009C15B6">
        <w:t>Explorer</w:t>
      </w:r>
      <w:r w:rsidR="00E50952" w:rsidRPr="009C15B6">
        <w:t xml:space="preserve"> Web Server</w:t>
      </w:r>
    </w:p>
    <w:p w14:paraId="6E3BBD1D" w14:textId="55F2EB39" w:rsidR="00E47D7C" w:rsidRPr="009C15B6" w:rsidRDefault="00FE12C2" w:rsidP="00E47D7C">
      <w:pPr>
        <w:pStyle w:val="DL-Definition"/>
      </w:pPr>
      <w:r w:rsidRPr="009C15B6">
        <w:t xml:space="preserve">This is the </w:t>
      </w:r>
      <w:r w:rsidR="009C15B6">
        <w:t xml:space="preserve">machine on which </w:t>
      </w:r>
      <w:sdt>
        <w:sdtPr>
          <w:alias w:val="Product"/>
          <w:tag w:val="j7e7b800099f4ad4b7003f2a6724bc88"/>
          <w:id w:val="-1029336411"/>
          <w:lock w:val="contentLocked"/>
          <w:placeholder>
            <w:docPart w:val="F9F99437395449C3970A5055FB6A1669"/>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rsidR="009C15B6">
        <w:t xml:space="preserve"> is installed. T</w:t>
      </w:r>
      <w:r w:rsidRPr="009C15B6">
        <w:t xml:space="preserve">his may be located on the same machine as the </w:t>
      </w:r>
      <w:r w:rsidR="009C15B6">
        <w:t>Explorer Database Server</w:t>
      </w:r>
      <w:r w:rsidRPr="009C15B6">
        <w:t xml:space="preserve"> or another machine, depend</w:t>
      </w:r>
      <w:r w:rsidR="009C15B6">
        <w:t>ing</w:t>
      </w:r>
      <w:r w:rsidRPr="009C15B6">
        <w:t xml:space="preserve"> on the site configuration.</w:t>
      </w:r>
    </w:p>
    <w:p w14:paraId="6E3BBD1E" w14:textId="1D059EF4" w:rsidR="00E47D7C" w:rsidRPr="009C15B6" w:rsidRDefault="009C15B6" w:rsidP="00E47D7C">
      <w:pPr>
        <w:pStyle w:val="DL-Term"/>
      </w:pPr>
      <w:r w:rsidRPr="009C15B6">
        <w:t>Explorer</w:t>
      </w:r>
      <w:r w:rsidR="00202E6E" w:rsidRPr="009C15B6">
        <w:t xml:space="preserve"> Clients</w:t>
      </w:r>
    </w:p>
    <w:p w14:paraId="6E3BBD1F" w14:textId="39984C76" w:rsidR="00E47D7C" w:rsidRDefault="00202E6E" w:rsidP="00E47D7C">
      <w:pPr>
        <w:pStyle w:val="DL-Definition"/>
      </w:pPr>
      <w:r w:rsidRPr="009C15B6">
        <w:t xml:space="preserve">The </w:t>
      </w:r>
      <w:sdt>
        <w:sdtPr>
          <w:alias w:val="Product"/>
          <w:tag w:val="j7e7b800099f4ad4b7003f2a6724bc88"/>
          <w:id w:val="874576962"/>
          <w:lock w:val="contentLocked"/>
          <w:placeholder>
            <w:docPart w:val="54C5F62922E34F91B823FC7BF4AB9F91"/>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rsidRPr="009C15B6">
        <w:t xml:space="preserve"> clients are workstations or servers </w:t>
      </w:r>
      <w:r w:rsidR="009C15B6">
        <w:t xml:space="preserve">which have a browser </w:t>
      </w:r>
      <w:r w:rsidRPr="009C15B6">
        <w:t xml:space="preserve">that </w:t>
      </w:r>
      <w:r w:rsidR="009C15B6">
        <w:t xml:space="preserve">can </w:t>
      </w:r>
      <w:r w:rsidRPr="009C15B6">
        <w:t xml:space="preserve">access the </w:t>
      </w:r>
      <w:sdt>
        <w:sdtPr>
          <w:alias w:val="Product"/>
          <w:tag w:val="j7e7b800099f4ad4b7003f2a6724bc88"/>
          <w:id w:val="-443996846"/>
          <w:lock w:val="contentLocked"/>
          <w:placeholder>
            <w:docPart w:val="25FE37D540664E3CAF77F888E9956957"/>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rsidR="009C15B6">
        <w:t xml:space="preserve"> web site</w:t>
      </w:r>
      <w:r w:rsidR="00E47D7C" w:rsidRPr="009C15B6">
        <w:t>.</w:t>
      </w:r>
    </w:p>
    <w:p w14:paraId="54F47D6B" w14:textId="77777777" w:rsidR="002C0352" w:rsidRPr="002C0352" w:rsidRDefault="002C0352" w:rsidP="002C0352">
      <w:pPr>
        <w:pStyle w:val="BodyText"/>
      </w:pPr>
    </w:p>
    <w:p w14:paraId="51845370" w14:textId="77777777" w:rsidR="00DD57DF" w:rsidRPr="00CC021C" w:rsidRDefault="00DD57DF" w:rsidP="00DD57DF">
      <w:pPr>
        <w:pStyle w:val="Heading2"/>
      </w:pPr>
      <w:bookmarkStart w:id="66" w:name="_Toc384219916"/>
      <w:bookmarkStart w:id="67" w:name="_Ref41726943"/>
      <w:bookmarkStart w:id="68" w:name="_Toc195080224"/>
      <w:bookmarkStart w:id="69" w:name="_Toc195080386"/>
      <w:bookmarkStart w:id="70" w:name="_Toc195493703"/>
      <w:bookmarkStart w:id="71" w:name="_Toc399510910"/>
      <w:r w:rsidRPr="00CC021C">
        <w:lastRenderedPageBreak/>
        <w:t>Supported Technologies</w:t>
      </w:r>
      <w:bookmarkEnd w:id="66"/>
      <w:bookmarkEnd w:id="71"/>
    </w:p>
    <w:p w14:paraId="5C81D956" w14:textId="1D5BECC3" w:rsidR="00DD57DF" w:rsidRPr="00CC021C" w:rsidRDefault="00DD57DF" w:rsidP="002C0352">
      <w:pPr>
        <w:pStyle w:val="BodyText"/>
        <w:keepNext/>
        <w:keepLines/>
      </w:pPr>
      <w:r w:rsidRPr="00CC021C">
        <w:t xml:space="preserve">The following list displays the technologies currently supported in </w:t>
      </w:r>
      <w:sdt>
        <w:sdtPr>
          <w:alias w:val="Product"/>
          <w:tag w:val="j7e7b800099f4ad4b7003f2a6724bc88"/>
          <w:id w:val="1513410408"/>
          <w:lock w:val="contentLocked"/>
          <w:placeholder>
            <w:docPart w:val="DC385D8298BD45AABAA783DBEFCC4CB7"/>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9C15B6">
            <w:t>P2 Explorer</w:t>
          </w:r>
        </w:sdtContent>
      </w:sdt>
      <w:r w:rsidRPr="00CC021C">
        <w:t>, and the planned support and deprecation in future releases.</w:t>
      </w:r>
      <w:r>
        <w:t xml:space="preserve"> We recommend that all customers keep their databases and operating systems current with patches and security fixes for the supported versions.</w:t>
      </w:r>
    </w:p>
    <w:p w14:paraId="7C7B966C" w14:textId="77777777" w:rsidR="00DD57DF" w:rsidRPr="00CC021C" w:rsidRDefault="00DD57DF" w:rsidP="00DD57DF">
      <w:pPr>
        <w:pStyle w:val="HelpHeading"/>
      </w:pPr>
      <w:r w:rsidRPr="00CC021C">
        <w:t>KEY:</w:t>
      </w:r>
    </w:p>
    <w:p w14:paraId="2C46B9CD" w14:textId="77777777" w:rsidR="00DD57DF" w:rsidRPr="00CC021C" w:rsidRDefault="00DD57DF" w:rsidP="009C15B6">
      <w:pPr>
        <w:pStyle w:val="BodyText"/>
        <w:ind w:right="-286"/>
      </w:pPr>
      <w:bookmarkStart w:id="72" w:name="O_10016"/>
      <w:r>
        <w:rPr>
          <w:noProof/>
        </w:rPr>
        <w:drawing>
          <wp:inline distT="0" distB="0" distL="0" distR="0" wp14:anchorId="5C596DBA" wp14:editId="6DD370AE">
            <wp:extent cx="152400" cy="15240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bookmarkEnd w:id="72"/>
      <w:r w:rsidRPr="00CC021C">
        <w:t xml:space="preserve"> P2 does not warrant or support these platforms, this usually includes the very new and the very old.</w:t>
      </w:r>
    </w:p>
    <w:p w14:paraId="3052BE06" w14:textId="0A60714F" w:rsidR="00DD57DF" w:rsidRPr="00CC021C" w:rsidRDefault="00DD57DF" w:rsidP="00DD57DF">
      <w:pPr>
        <w:pStyle w:val="BodyText"/>
      </w:pPr>
      <w:r>
        <w:rPr>
          <w:noProof/>
        </w:rPr>
        <w:drawing>
          <wp:inline distT="0" distB="0" distL="0" distR="0" wp14:anchorId="6396A391" wp14:editId="4273CA6E">
            <wp:extent cx="152400" cy="15240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C021C">
        <w:t xml:space="preserve"> P2 does formal testing on these platforms and warrants and fully supports these installations.</w:t>
      </w:r>
    </w:p>
    <w:p w14:paraId="7150A9C5" w14:textId="77777777" w:rsidR="00DD57DF" w:rsidRPr="00CC021C" w:rsidRDefault="00DD57DF" w:rsidP="00DD57DF">
      <w:pPr>
        <w:pStyle w:val="BodyText"/>
      </w:pPr>
      <w:r>
        <w:rPr>
          <w:noProof/>
        </w:rPr>
        <w:drawing>
          <wp:inline distT="0" distB="0" distL="0" distR="0" wp14:anchorId="20AF3150" wp14:editId="7C038A46">
            <wp:extent cx="152400" cy="152400"/>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C021C">
        <w:t xml:space="preserve"> P2 generally supports these platforms/technologies outside of product maintenance; however no exhaustive testing is performed by P2 and if any major issues arise then it is recommended that only supported technologies are used.</w:t>
      </w:r>
    </w:p>
    <w:p w14:paraId="3E8DD03F" w14:textId="1CB21DBD" w:rsidR="00DD57DF" w:rsidRPr="00CC021C" w:rsidRDefault="00DD57DF" w:rsidP="00DD57DF">
      <w:pPr>
        <w:pStyle w:val="HelpHeading"/>
      </w:pPr>
      <w:r w:rsidRPr="00CC021C">
        <w:t>clients</w:t>
      </w:r>
    </w:p>
    <w:tbl>
      <w:tblPr>
        <w:tblStyle w:val="P2Table"/>
        <w:tblW w:w="0" w:type="auto"/>
        <w:tblLayout w:type="fixed"/>
        <w:tblLook w:val="04A0" w:firstRow="1" w:lastRow="0" w:firstColumn="1" w:lastColumn="0" w:noHBand="0" w:noVBand="1"/>
      </w:tblPr>
      <w:tblGrid>
        <w:gridCol w:w="2760"/>
        <w:gridCol w:w="656"/>
        <w:gridCol w:w="656"/>
      </w:tblGrid>
      <w:tr w:rsidR="009C15B6" w:rsidRPr="00A94D1D" w14:paraId="7F454BDE" w14:textId="77777777" w:rsidTr="006A007E">
        <w:trPr>
          <w:cnfStyle w:val="100000000000" w:firstRow="1" w:lastRow="0" w:firstColumn="0" w:lastColumn="0" w:oddVBand="0" w:evenVBand="0" w:oddHBand="0" w:evenHBand="0" w:firstRowFirstColumn="0" w:firstRowLastColumn="0" w:lastRowFirstColumn="0" w:lastRowLastColumn="0"/>
          <w:trHeight w:val="340"/>
        </w:trPr>
        <w:tc>
          <w:tcPr>
            <w:tcW w:w="2760" w:type="dxa"/>
          </w:tcPr>
          <w:p w14:paraId="617AC718" w14:textId="77777777" w:rsidR="009C15B6" w:rsidRPr="00A94D1D" w:rsidRDefault="009C15B6" w:rsidP="006A007E">
            <w:pPr>
              <w:pStyle w:val="TableCell"/>
            </w:pPr>
            <w:r w:rsidRPr="00A94D1D">
              <w:t>Technology / Version</w:t>
            </w:r>
          </w:p>
        </w:tc>
        <w:tc>
          <w:tcPr>
            <w:tcW w:w="656" w:type="dxa"/>
          </w:tcPr>
          <w:p w14:paraId="097B3B90" w14:textId="2C910BED" w:rsidR="009C15B6" w:rsidRPr="00A94D1D" w:rsidRDefault="009C15B6" w:rsidP="006A007E">
            <w:pPr>
              <w:pStyle w:val="TableCell"/>
            </w:pPr>
            <w:r>
              <w:t>2.6</w:t>
            </w:r>
          </w:p>
        </w:tc>
        <w:tc>
          <w:tcPr>
            <w:tcW w:w="656" w:type="dxa"/>
          </w:tcPr>
          <w:p w14:paraId="57A8BC1B" w14:textId="77777777" w:rsidR="009C15B6" w:rsidRPr="00A94D1D" w:rsidRDefault="009C15B6" w:rsidP="006A007E">
            <w:pPr>
              <w:pStyle w:val="TableCell"/>
            </w:pPr>
            <w:r w:rsidRPr="00A94D1D">
              <w:t>4.0</w:t>
            </w:r>
          </w:p>
        </w:tc>
      </w:tr>
      <w:tr w:rsidR="009C15B6" w14:paraId="61844CF0" w14:textId="77777777" w:rsidTr="006A007E">
        <w:tc>
          <w:tcPr>
            <w:tcW w:w="2760" w:type="dxa"/>
          </w:tcPr>
          <w:p w14:paraId="207C91B7" w14:textId="77777777" w:rsidR="009C15B6" w:rsidRDefault="009C15B6" w:rsidP="006A007E">
            <w:pPr>
              <w:pStyle w:val="TableCell"/>
              <w:rPr>
                <w:rFonts w:eastAsia="Times New Roman"/>
                <w:lang w:val="en-NZ"/>
              </w:rPr>
            </w:pPr>
            <w:r w:rsidRPr="00CC021C">
              <w:t>Windows 7</w:t>
            </w:r>
          </w:p>
        </w:tc>
        <w:tc>
          <w:tcPr>
            <w:tcW w:w="656" w:type="dxa"/>
          </w:tcPr>
          <w:p w14:paraId="17788AD0" w14:textId="77777777" w:rsidR="009C15B6" w:rsidRDefault="009C15B6" w:rsidP="006A007E">
            <w:pPr>
              <w:pStyle w:val="TableCell"/>
              <w:rPr>
                <w:rFonts w:eastAsia="Times New Roman"/>
                <w:lang w:val="en-NZ"/>
              </w:rPr>
            </w:pPr>
            <w:r>
              <w:rPr>
                <w:noProof/>
              </w:rPr>
              <w:drawing>
                <wp:inline distT="0" distB="0" distL="0" distR="0" wp14:anchorId="1DBDC1C5" wp14:editId="13BF5718">
                  <wp:extent cx="152400" cy="152400"/>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56" w:type="dxa"/>
          </w:tcPr>
          <w:p w14:paraId="06721460" w14:textId="77777777" w:rsidR="009C15B6" w:rsidRDefault="009C15B6" w:rsidP="006A007E">
            <w:pPr>
              <w:pStyle w:val="TableCell"/>
              <w:rPr>
                <w:rFonts w:eastAsia="Times New Roman"/>
                <w:lang w:val="en-NZ"/>
              </w:rPr>
            </w:pPr>
            <w:r>
              <w:rPr>
                <w:noProof/>
              </w:rPr>
              <w:drawing>
                <wp:inline distT="0" distB="0" distL="0" distR="0" wp14:anchorId="2E7CF3DC" wp14:editId="0AA404FC">
                  <wp:extent cx="152400" cy="15240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9C15B6" w14:paraId="7AE8EA12" w14:textId="77777777" w:rsidTr="006A007E">
        <w:tc>
          <w:tcPr>
            <w:tcW w:w="2760" w:type="dxa"/>
          </w:tcPr>
          <w:p w14:paraId="2B887785" w14:textId="77777777" w:rsidR="009C15B6" w:rsidRPr="00CC021C" w:rsidRDefault="009C15B6" w:rsidP="006A007E">
            <w:pPr>
              <w:pStyle w:val="TableCell"/>
            </w:pPr>
            <w:r>
              <w:t>Windows 8</w:t>
            </w:r>
          </w:p>
        </w:tc>
        <w:tc>
          <w:tcPr>
            <w:tcW w:w="656" w:type="dxa"/>
          </w:tcPr>
          <w:p w14:paraId="062B3B11" w14:textId="77777777" w:rsidR="009C15B6" w:rsidRDefault="009C15B6" w:rsidP="006A007E">
            <w:pPr>
              <w:pStyle w:val="TableCell"/>
              <w:rPr>
                <w:noProof/>
              </w:rPr>
            </w:pPr>
            <w:r>
              <w:rPr>
                <w:noProof/>
              </w:rPr>
              <w:drawing>
                <wp:inline distT="0" distB="0" distL="0" distR="0" wp14:anchorId="64C059E0" wp14:editId="4244E17B">
                  <wp:extent cx="152400" cy="152400"/>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56" w:type="dxa"/>
          </w:tcPr>
          <w:p w14:paraId="4385B120" w14:textId="77777777" w:rsidR="009C15B6" w:rsidRDefault="009C15B6" w:rsidP="006A007E">
            <w:pPr>
              <w:pStyle w:val="TableCell"/>
              <w:rPr>
                <w:noProof/>
              </w:rPr>
            </w:pPr>
            <w:r>
              <w:rPr>
                <w:noProof/>
              </w:rPr>
              <w:drawing>
                <wp:inline distT="0" distB="0" distL="0" distR="0" wp14:anchorId="678B163B" wp14:editId="5DE0BA83">
                  <wp:extent cx="152400" cy="152400"/>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9C15B6" w14:paraId="16D12C0F" w14:textId="77777777" w:rsidTr="006A007E">
        <w:tc>
          <w:tcPr>
            <w:tcW w:w="2760" w:type="dxa"/>
          </w:tcPr>
          <w:p w14:paraId="54689F63" w14:textId="77777777" w:rsidR="009C15B6" w:rsidRDefault="009C15B6" w:rsidP="006A007E">
            <w:pPr>
              <w:pStyle w:val="TableCell"/>
              <w:rPr>
                <w:rFonts w:eastAsia="Times New Roman"/>
                <w:lang w:val="en-NZ"/>
              </w:rPr>
            </w:pPr>
            <w:r w:rsidRPr="00CC021C">
              <w:t>Internet Explorer 8.0 (32-bit)</w:t>
            </w:r>
          </w:p>
        </w:tc>
        <w:tc>
          <w:tcPr>
            <w:tcW w:w="656" w:type="dxa"/>
          </w:tcPr>
          <w:p w14:paraId="34DE98F5" w14:textId="77777777" w:rsidR="009C15B6" w:rsidRDefault="009C15B6" w:rsidP="006A007E">
            <w:pPr>
              <w:pStyle w:val="TableCell"/>
              <w:rPr>
                <w:rFonts w:eastAsia="Times New Roman"/>
                <w:lang w:val="en-NZ"/>
              </w:rPr>
            </w:pPr>
            <w:r>
              <w:rPr>
                <w:noProof/>
              </w:rPr>
              <w:drawing>
                <wp:inline distT="0" distB="0" distL="0" distR="0" wp14:anchorId="61E85661" wp14:editId="2946C233">
                  <wp:extent cx="152400" cy="1524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56" w:type="dxa"/>
          </w:tcPr>
          <w:p w14:paraId="5A9EBD4D" w14:textId="544C7A56" w:rsidR="009C15B6" w:rsidRDefault="00885236" w:rsidP="006A007E">
            <w:pPr>
              <w:pStyle w:val="TableCell"/>
              <w:rPr>
                <w:rFonts w:eastAsia="Times New Roman"/>
                <w:lang w:val="en-NZ"/>
              </w:rPr>
            </w:pPr>
            <w:r>
              <w:rPr>
                <w:noProof/>
              </w:rPr>
              <w:drawing>
                <wp:inline distT="0" distB="0" distL="0" distR="0" wp14:anchorId="14FE1587" wp14:editId="728C9F2D">
                  <wp:extent cx="152400" cy="152400"/>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9C15B6" w:rsidRPr="00CC021C" w14:paraId="52CD6155" w14:textId="77777777" w:rsidTr="006A007E">
        <w:tc>
          <w:tcPr>
            <w:tcW w:w="2760" w:type="dxa"/>
          </w:tcPr>
          <w:p w14:paraId="7194034E" w14:textId="77777777" w:rsidR="009C15B6" w:rsidRDefault="009C15B6" w:rsidP="006A007E">
            <w:pPr>
              <w:pStyle w:val="TableCell"/>
              <w:rPr>
                <w:rFonts w:eastAsia="Times New Roman"/>
                <w:lang w:val="en-NZ"/>
              </w:rPr>
            </w:pPr>
            <w:r w:rsidRPr="00CC021C">
              <w:t>Internet Explorer 9.0 (32-bit)</w:t>
            </w:r>
          </w:p>
        </w:tc>
        <w:tc>
          <w:tcPr>
            <w:tcW w:w="656" w:type="dxa"/>
          </w:tcPr>
          <w:p w14:paraId="4903A05E" w14:textId="77777777" w:rsidR="009C15B6" w:rsidRDefault="009C15B6" w:rsidP="006A007E">
            <w:pPr>
              <w:pStyle w:val="TableCell"/>
              <w:rPr>
                <w:rFonts w:eastAsia="Times New Roman"/>
                <w:lang w:val="en-NZ"/>
              </w:rPr>
            </w:pPr>
            <w:r>
              <w:rPr>
                <w:noProof/>
              </w:rPr>
              <w:drawing>
                <wp:inline distT="0" distB="0" distL="0" distR="0" wp14:anchorId="0231492C" wp14:editId="37D0C778">
                  <wp:extent cx="152400" cy="15240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56" w:type="dxa"/>
          </w:tcPr>
          <w:p w14:paraId="2B2C0520" w14:textId="17C377F6" w:rsidR="009C15B6" w:rsidRPr="00CC021C" w:rsidRDefault="00885236" w:rsidP="006A007E">
            <w:pPr>
              <w:pStyle w:val="TableCell"/>
            </w:pPr>
            <w:r>
              <w:rPr>
                <w:noProof/>
              </w:rPr>
              <w:drawing>
                <wp:inline distT="0" distB="0" distL="0" distR="0" wp14:anchorId="40DDE086" wp14:editId="1AFB4B73">
                  <wp:extent cx="152400" cy="15240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9C15B6" w:rsidRPr="00CC021C" w14:paraId="63CE518E" w14:textId="77777777" w:rsidTr="006A007E">
        <w:tc>
          <w:tcPr>
            <w:tcW w:w="2760" w:type="dxa"/>
          </w:tcPr>
          <w:p w14:paraId="2C1BE960" w14:textId="77777777" w:rsidR="009C15B6" w:rsidRPr="00CC021C" w:rsidRDefault="009C15B6" w:rsidP="006A007E">
            <w:pPr>
              <w:pStyle w:val="TableCell"/>
            </w:pPr>
            <w:r w:rsidRPr="00CC021C">
              <w:t xml:space="preserve">Internet Explorer </w:t>
            </w:r>
            <w:r>
              <w:t>10</w:t>
            </w:r>
            <w:r w:rsidRPr="00CC021C">
              <w:t>.0 (32-bit)</w:t>
            </w:r>
          </w:p>
        </w:tc>
        <w:tc>
          <w:tcPr>
            <w:tcW w:w="656" w:type="dxa"/>
          </w:tcPr>
          <w:p w14:paraId="0EC22ABF" w14:textId="77777777" w:rsidR="009C15B6" w:rsidRDefault="009C15B6" w:rsidP="006A007E">
            <w:pPr>
              <w:pStyle w:val="TableCell"/>
              <w:rPr>
                <w:noProof/>
              </w:rPr>
            </w:pPr>
            <w:r>
              <w:rPr>
                <w:noProof/>
              </w:rPr>
              <w:drawing>
                <wp:inline distT="0" distB="0" distL="0" distR="0" wp14:anchorId="0D8F4B99" wp14:editId="4D53E168">
                  <wp:extent cx="152400" cy="15240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56" w:type="dxa"/>
          </w:tcPr>
          <w:p w14:paraId="49EEA8CB" w14:textId="6C15D130" w:rsidR="009C15B6" w:rsidRDefault="009927B1" w:rsidP="006A007E">
            <w:pPr>
              <w:pStyle w:val="TableCell"/>
              <w:rPr>
                <w:noProof/>
              </w:rPr>
            </w:pPr>
            <w:r>
              <w:rPr>
                <w:noProof/>
              </w:rPr>
              <w:drawing>
                <wp:inline distT="0" distB="0" distL="0" distR="0" wp14:anchorId="1C07162D" wp14:editId="56EA7A03">
                  <wp:extent cx="152400" cy="152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9C15B6" w:rsidRPr="00CC021C" w14:paraId="70009EB1" w14:textId="77777777" w:rsidTr="006A007E">
        <w:tc>
          <w:tcPr>
            <w:tcW w:w="2760" w:type="dxa"/>
          </w:tcPr>
          <w:p w14:paraId="7D1B9E4E" w14:textId="77777777" w:rsidR="009C15B6" w:rsidRPr="00CC021C" w:rsidRDefault="009C15B6" w:rsidP="006A007E">
            <w:pPr>
              <w:pStyle w:val="TableCell"/>
            </w:pPr>
            <w:r>
              <w:t>Internet Explorer 11</w:t>
            </w:r>
            <w:r w:rsidRPr="00CC021C">
              <w:t>.0 (32-bit)</w:t>
            </w:r>
          </w:p>
        </w:tc>
        <w:tc>
          <w:tcPr>
            <w:tcW w:w="656" w:type="dxa"/>
          </w:tcPr>
          <w:p w14:paraId="1F408A6E" w14:textId="77777777" w:rsidR="009C15B6" w:rsidRDefault="009C15B6" w:rsidP="006A007E">
            <w:pPr>
              <w:pStyle w:val="TableCell"/>
              <w:rPr>
                <w:noProof/>
              </w:rPr>
            </w:pPr>
            <w:r>
              <w:rPr>
                <w:noProof/>
              </w:rPr>
              <w:drawing>
                <wp:inline distT="0" distB="0" distL="0" distR="0" wp14:anchorId="3CF01B48" wp14:editId="62537C5C">
                  <wp:extent cx="152400" cy="152400"/>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56" w:type="dxa"/>
          </w:tcPr>
          <w:p w14:paraId="0A0B5676" w14:textId="77777777" w:rsidR="009C15B6" w:rsidRDefault="009C15B6" w:rsidP="006A007E">
            <w:pPr>
              <w:pStyle w:val="TableCell"/>
              <w:rPr>
                <w:noProof/>
              </w:rPr>
            </w:pPr>
            <w:r>
              <w:rPr>
                <w:noProof/>
              </w:rPr>
              <w:drawing>
                <wp:inline distT="0" distB="0" distL="0" distR="0" wp14:anchorId="37D6C225" wp14:editId="44E2CE6C">
                  <wp:extent cx="152400" cy="15240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885236" w:rsidRPr="00CC021C" w14:paraId="4621EAA6" w14:textId="77777777" w:rsidTr="006A007E">
        <w:tc>
          <w:tcPr>
            <w:tcW w:w="2760" w:type="dxa"/>
          </w:tcPr>
          <w:p w14:paraId="34ED07FA" w14:textId="3D0383BD" w:rsidR="00885236" w:rsidRDefault="00885236" w:rsidP="006A007E">
            <w:pPr>
              <w:pStyle w:val="TableCell"/>
            </w:pPr>
            <w:r>
              <w:t>Google Chrome 36</w:t>
            </w:r>
            <w:r w:rsidR="00792AFE">
              <w:t xml:space="preserve"> and later</w:t>
            </w:r>
          </w:p>
        </w:tc>
        <w:tc>
          <w:tcPr>
            <w:tcW w:w="656" w:type="dxa"/>
          </w:tcPr>
          <w:p w14:paraId="0457C94F" w14:textId="145F5A5B" w:rsidR="00885236" w:rsidRDefault="00885236" w:rsidP="006A007E">
            <w:pPr>
              <w:pStyle w:val="TableCell"/>
              <w:rPr>
                <w:noProof/>
              </w:rPr>
            </w:pPr>
            <w:r>
              <w:rPr>
                <w:noProof/>
              </w:rPr>
              <w:drawing>
                <wp:inline distT="0" distB="0" distL="0" distR="0" wp14:anchorId="291A19EB" wp14:editId="69612370">
                  <wp:extent cx="152400" cy="15240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56" w:type="dxa"/>
          </w:tcPr>
          <w:p w14:paraId="36D28AC1" w14:textId="43A5B384" w:rsidR="00885236" w:rsidRDefault="00885236" w:rsidP="006A007E">
            <w:pPr>
              <w:pStyle w:val="TableCell"/>
              <w:rPr>
                <w:noProof/>
              </w:rPr>
            </w:pPr>
            <w:r>
              <w:rPr>
                <w:noProof/>
              </w:rPr>
              <w:drawing>
                <wp:inline distT="0" distB="0" distL="0" distR="0" wp14:anchorId="46E4AAAA" wp14:editId="4D74222F">
                  <wp:extent cx="152400" cy="152400"/>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14:paraId="62D4E47C" w14:textId="3BB54D59" w:rsidR="00DD57DF" w:rsidRPr="00CC021C" w:rsidRDefault="00DD57DF" w:rsidP="00DD57DF">
      <w:pPr>
        <w:pStyle w:val="HelpHeading"/>
      </w:pPr>
      <w:r w:rsidRPr="00CC021C">
        <w:t>servers</w:t>
      </w:r>
    </w:p>
    <w:tbl>
      <w:tblPr>
        <w:tblStyle w:val="P2Table"/>
        <w:tblW w:w="0" w:type="auto"/>
        <w:tblLayout w:type="fixed"/>
        <w:tblLook w:val="04A0" w:firstRow="1" w:lastRow="0" w:firstColumn="1" w:lastColumn="0" w:noHBand="0" w:noVBand="1"/>
      </w:tblPr>
      <w:tblGrid>
        <w:gridCol w:w="2760"/>
        <w:gridCol w:w="656"/>
        <w:gridCol w:w="656"/>
      </w:tblGrid>
      <w:tr w:rsidR="009C15B6" w14:paraId="7819AD70" w14:textId="77777777" w:rsidTr="006A007E">
        <w:trPr>
          <w:cnfStyle w:val="100000000000" w:firstRow="1" w:lastRow="0" w:firstColumn="0" w:lastColumn="0" w:oddVBand="0" w:evenVBand="0" w:oddHBand="0" w:evenHBand="0" w:firstRowFirstColumn="0" w:firstRowLastColumn="0" w:lastRowFirstColumn="0" w:lastRowLastColumn="0"/>
        </w:trPr>
        <w:tc>
          <w:tcPr>
            <w:tcW w:w="2760" w:type="dxa"/>
          </w:tcPr>
          <w:p w14:paraId="1C4E5060" w14:textId="77777777" w:rsidR="009C15B6" w:rsidRDefault="009C15B6" w:rsidP="006A007E">
            <w:pPr>
              <w:pStyle w:val="TableCell"/>
              <w:rPr>
                <w:rFonts w:eastAsia="Times New Roman"/>
                <w:lang w:val="en-NZ"/>
              </w:rPr>
            </w:pPr>
            <w:r w:rsidRPr="00CC021C">
              <w:t>Technology / Version</w:t>
            </w:r>
          </w:p>
        </w:tc>
        <w:tc>
          <w:tcPr>
            <w:tcW w:w="656" w:type="dxa"/>
          </w:tcPr>
          <w:p w14:paraId="36881C6D" w14:textId="141445D0" w:rsidR="009C15B6" w:rsidRDefault="009C15B6" w:rsidP="006A007E">
            <w:pPr>
              <w:pStyle w:val="TableCell"/>
              <w:rPr>
                <w:rFonts w:eastAsia="Times New Roman"/>
                <w:lang w:val="en-NZ"/>
              </w:rPr>
            </w:pPr>
            <w:r>
              <w:rPr>
                <w:rFonts w:eastAsia="Times New Roman"/>
                <w:lang w:val="en-NZ"/>
              </w:rPr>
              <w:t>2.6</w:t>
            </w:r>
          </w:p>
        </w:tc>
        <w:tc>
          <w:tcPr>
            <w:tcW w:w="656" w:type="dxa"/>
          </w:tcPr>
          <w:p w14:paraId="1EB74689" w14:textId="77777777" w:rsidR="009C15B6" w:rsidRDefault="009C15B6" w:rsidP="006A007E">
            <w:pPr>
              <w:pStyle w:val="TableCell"/>
              <w:rPr>
                <w:rFonts w:eastAsia="Times New Roman"/>
                <w:lang w:val="en-NZ"/>
              </w:rPr>
            </w:pPr>
            <w:r>
              <w:rPr>
                <w:rFonts w:eastAsia="Times New Roman"/>
                <w:lang w:val="en-NZ"/>
              </w:rPr>
              <w:t>4.0</w:t>
            </w:r>
          </w:p>
        </w:tc>
      </w:tr>
      <w:tr w:rsidR="009C15B6" w14:paraId="4A312B7F" w14:textId="77777777" w:rsidTr="006A007E">
        <w:tc>
          <w:tcPr>
            <w:tcW w:w="2760" w:type="dxa"/>
          </w:tcPr>
          <w:p w14:paraId="0C1FA052" w14:textId="77777777" w:rsidR="009C15B6" w:rsidRDefault="009C15B6" w:rsidP="006A007E">
            <w:pPr>
              <w:pStyle w:val="TableCell"/>
              <w:rPr>
                <w:rFonts w:eastAsia="Times New Roman"/>
                <w:lang w:val="en-NZ"/>
              </w:rPr>
            </w:pPr>
            <w:r w:rsidRPr="00CC021C">
              <w:t>Windows 2008 Server R2</w:t>
            </w:r>
          </w:p>
        </w:tc>
        <w:tc>
          <w:tcPr>
            <w:tcW w:w="656" w:type="dxa"/>
          </w:tcPr>
          <w:p w14:paraId="668B0CED" w14:textId="77777777" w:rsidR="009C15B6" w:rsidRDefault="009C15B6" w:rsidP="006A007E">
            <w:pPr>
              <w:pStyle w:val="TableCell"/>
              <w:rPr>
                <w:rFonts w:eastAsia="Times New Roman"/>
                <w:lang w:val="en-NZ"/>
              </w:rPr>
            </w:pPr>
            <w:r>
              <w:rPr>
                <w:noProof/>
              </w:rPr>
              <w:drawing>
                <wp:inline distT="0" distB="0" distL="0" distR="0" wp14:anchorId="6F515A62" wp14:editId="1F054688">
                  <wp:extent cx="152400" cy="15240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56" w:type="dxa"/>
          </w:tcPr>
          <w:p w14:paraId="7F7BC493" w14:textId="27BA15AD" w:rsidR="009C15B6" w:rsidRDefault="00885236" w:rsidP="006A007E">
            <w:pPr>
              <w:pStyle w:val="TableCell"/>
              <w:rPr>
                <w:rFonts w:eastAsia="Times New Roman"/>
                <w:lang w:val="en-NZ"/>
              </w:rPr>
            </w:pPr>
            <w:r>
              <w:rPr>
                <w:noProof/>
              </w:rPr>
              <w:drawing>
                <wp:inline distT="0" distB="0" distL="0" distR="0" wp14:anchorId="28DE5196" wp14:editId="73ECA2C2">
                  <wp:extent cx="152400" cy="15240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9C15B6" w14:paraId="41946D63" w14:textId="77777777" w:rsidTr="006A007E">
        <w:tc>
          <w:tcPr>
            <w:tcW w:w="2760" w:type="dxa"/>
          </w:tcPr>
          <w:p w14:paraId="4CEB8395" w14:textId="763536BE" w:rsidR="009C15B6" w:rsidRPr="00CC021C" w:rsidRDefault="009C15B6" w:rsidP="006A007E">
            <w:pPr>
              <w:pStyle w:val="TableCell"/>
            </w:pPr>
            <w:r>
              <w:t>Windows Server 2012 R2</w:t>
            </w:r>
          </w:p>
        </w:tc>
        <w:tc>
          <w:tcPr>
            <w:tcW w:w="656" w:type="dxa"/>
          </w:tcPr>
          <w:p w14:paraId="0223B769" w14:textId="2AE40E1E" w:rsidR="009C15B6" w:rsidRDefault="009C15B6" w:rsidP="006A007E">
            <w:pPr>
              <w:pStyle w:val="TableCell"/>
              <w:rPr>
                <w:noProof/>
              </w:rPr>
            </w:pPr>
            <w:r>
              <w:rPr>
                <w:noProof/>
              </w:rPr>
              <w:drawing>
                <wp:inline distT="0" distB="0" distL="0" distR="0" wp14:anchorId="09FE52A5" wp14:editId="7CB52AD3">
                  <wp:extent cx="152400" cy="1524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56" w:type="dxa"/>
          </w:tcPr>
          <w:p w14:paraId="2F3FE72D" w14:textId="4D38EB45" w:rsidR="009C15B6" w:rsidRDefault="009C15B6" w:rsidP="006A007E">
            <w:pPr>
              <w:pStyle w:val="TableCell"/>
              <w:rPr>
                <w:noProof/>
              </w:rPr>
            </w:pPr>
            <w:r>
              <w:rPr>
                <w:noProof/>
              </w:rPr>
              <w:drawing>
                <wp:inline distT="0" distB="0" distL="0" distR="0" wp14:anchorId="1BA69168" wp14:editId="6025065D">
                  <wp:extent cx="152400" cy="1524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9C15B6" w14:paraId="452DC69E" w14:textId="77777777" w:rsidTr="006A007E">
        <w:tc>
          <w:tcPr>
            <w:tcW w:w="2760" w:type="dxa"/>
          </w:tcPr>
          <w:p w14:paraId="5B5E76C9" w14:textId="77777777" w:rsidR="009C15B6" w:rsidRDefault="009C15B6" w:rsidP="006A007E">
            <w:pPr>
              <w:pStyle w:val="TableCell"/>
              <w:rPr>
                <w:rFonts w:eastAsia="Times New Roman"/>
                <w:lang w:val="en-NZ"/>
              </w:rPr>
            </w:pPr>
            <w:r w:rsidRPr="00CC021C">
              <w:t>SQL Server 2008 R2</w:t>
            </w:r>
          </w:p>
        </w:tc>
        <w:tc>
          <w:tcPr>
            <w:tcW w:w="656" w:type="dxa"/>
          </w:tcPr>
          <w:p w14:paraId="5F5E2208" w14:textId="77777777" w:rsidR="009C15B6" w:rsidRDefault="009C15B6" w:rsidP="006A007E">
            <w:pPr>
              <w:pStyle w:val="TableCell"/>
              <w:rPr>
                <w:rFonts w:eastAsia="Times New Roman"/>
                <w:lang w:val="en-NZ"/>
              </w:rPr>
            </w:pPr>
            <w:r>
              <w:rPr>
                <w:noProof/>
              </w:rPr>
              <w:drawing>
                <wp:inline distT="0" distB="0" distL="0" distR="0" wp14:anchorId="66687E23" wp14:editId="51BC000C">
                  <wp:extent cx="152400" cy="15240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56" w:type="dxa"/>
          </w:tcPr>
          <w:p w14:paraId="394C74E8" w14:textId="4A449B50" w:rsidR="009C15B6" w:rsidRDefault="00885236" w:rsidP="006A007E">
            <w:pPr>
              <w:pStyle w:val="TableCell"/>
              <w:rPr>
                <w:rFonts w:eastAsia="Times New Roman"/>
                <w:lang w:val="en-NZ"/>
              </w:rPr>
            </w:pPr>
            <w:r>
              <w:rPr>
                <w:noProof/>
              </w:rPr>
              <w:drawing>
                <wp:inline distT="0" distB="0" distL="0" distR="0" wp14:anchorId="450732CA" wp14:editId="40344A59">
                  <wp:extent cx="152400" cy="15240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885236" w14:paraId="068879ED" w14:textId="77777777" w:rsidTr="006A007E">
        <w:tc>
          <w:tcPr>
            <w:tcW w:w="2760" w:type="dxa"/>
          </w:tcPr>
          <w:p w14:paraId="009D43A9" w14:textId="3CBA2318" w:rsidR="00885236" w:rsidRPr="00CC021C" w:rsidRDefault="00885236" w:rsidP="006A007E">
            <w:pPr>
              <w:pStyle w:val="TableCell"/>
            </w:pPr>
            <w:r>
              <w:t>SQL Server 2012</w:t>
            </w:r>
          </w:p>
        </w:tc>
        <w:tc>
          <w:tcPr>
            <w:tcW w:w="656" w:type="dxa"/>
          </w:tcPr>
          <w:p w14:paraId="2C39630B" w14:textId="2B94017A" w:rsidR="00885236" w:rsidRDefault="00885236" w:rsidP="006A007E">
            <w:pPr>
              <w:pStyle w:val="TableCell"/>
              <w:rPr>
                <w:noProof/>
              </w:rPr>
            </w:pPr>
            <w:r>
              <w:rPr>
                <w:noProof/>
              </w:rPr>
              <w:drawing>
                <wp:inline distT="0" distB="0" distL="0" distR="0" wp14:anchorId="6809642F" wp14:editId="4B554820">
                  <wp:extent cx="152400" cy="1524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56" w:type="dxa"/>
          </w:tcPr>
          <w:p w14:paraId="30995CC3" w14:textId="686A1673" w:rsidR="00885236" w:rsidRDefault="00885236" w:rsidP="006A007E">
            <w:pPr>
              <w:pStyle w:val="TableCell"/>
              <w:rPr>
                <w:noProof/>
              </w:rPr>
            </w:pPr>
            <w:r>
              <w:rPr>
                <w:noProof/>
              </w:rPr>
              <w:drawing>
                <wp:inline distT="0" distB="0" distL="0" distR="0" wp14:anchorId="48EC2DFE" wp14:editId="27AD388D">
                  <wp:extent cx="152400" cy="1524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9C15B6" w14:paraId="4B511E17" w14:textId="77777777" w:rsidTr="006A007E">
        <w:tc>
          <w:tcPr>
            <w:tcW w:w="2760" w:type="dxa"/>
          </w:tcPr>
          <w:p w14:paraId="0829692E" w14:textId="77777777" w:rsidR="009C15B6" w:rsidRDefault="009C15B6" w:rsidP="006A007E">
            <w:pPr>
              <w:pStyle w:val="TableCell"/>
              <w:rPr>
                <w:rFonts w:eastAsia="Times New Roman"/>
                <w:lang w:val="en-NZ"/>
              </w:rPr>
            </w:pPr>
            <w:r w:rsidRPr="00CC021C">
              <w:t>Oracle 10</w:t>
            </w:r>
          </w:p>
        </w:tc>
        <w:tc>
          <w:tcPr>
            <w:tcW w:w="656" w:type="dxa"/>
          </w:tcPr>
          <w:p w14:paraId="292A0A60" w14:textId="77777777" w:rsidR="009C15B6" w:rsidRDefault="009C15B6" w:rsidP="006A007E">
            <w:pPr>
              <w:pStyle w:val="TableCell"/>
              <w:rPr>
                <w:rFonts w:eastAsia="Times New Roman"/>
                <w:lang w:val="en-NZ"/>
              </w:rPr>
            </w:pPr>
            <w:r>
              <w:rPr>
                <w:noProof/>
              </w:rPr>
              <w:drawing>
                <wp:inline distT="0" distB="0" distL="0" distR="0" wp14:anchorId="3CCC19A5" wp14:editId="7D00A93A">
                  <wp:extent cx="152400" cy="1524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56" w:type="dxa"/>
          </w:tcPr>
          <w:p w14:paraId="4CDCBD25" w14:textId="0D9853FE" w:rsidR="009C15B6" w:rsidRDefault="00885236" w:rsidP="006A007E">
            <w:pPr>
              <w:pStyle w:val="TableCell"/>
              <w:rPr>
                <w:rFonts w:eastAsia="Times New Roman"/>
                <w:lang w:val="en-NZ"/>
              </w:rPr>
            </w:pPr>
            <w:r>
              <w:rPr>
                <w:noProof/>
              </w:rPr>
              <w:drawing>
                <wp:inline distT="0" distB="0" distL="0" distR="0" wp14:anchorId="27DAE4C2" wp14:editId="1386A3C5">
                  <wp:extent cx="152400" cy="152400"/>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9C15B6" w14:paraId="4A8EAB4B" w14:textId="77777777" w:rsidTr="006A007E">
        <w:tc>
          <w:tcPr>
            <w:tcW w:w="2760" w:type="dxa"/>
          </w:tcPr>
          <w:p w14:paraId="01FC368B" w14:textId="77777777" w:rsidR="009C15B6" w:rsidRDefault="009C15B6" w:rsidP="006A007E">
            <w:pPr>
              <w:pStyle w:val="TableCell"/>
              <w:rPr>
                <w:rFonts w:eastAsia="Times New Roman"/>
                <w:lang w:val="en-NZ"/>
              </w:rPr>
            </w:pPr>
            <w:r w:rsidRPr="00CC021C">
              <w:t>Oracle 11 R2</w:t>
            </w:r>
          </w:p>
        </w:tc>
        <w:tc>
          <w:tcPr>
            <w:tcW w:w="656" w:type="dxa"/>
          </w:tcPr>
          <w:p w14:paraId="7F28DDCA" w14:textId="77777777" w:rsidR="009C15B6" w:rsidRDefault="009C15B6" w:rsidP="006A007E">
            <w:pPr>
              <w:pStyle w:val="TableCell"/>
              <w:rPr>
                <w:rFonts w:eastAsia="Times New Roman"/>
                <w:lang w:val="en-NZ"/>
              </w:rPr>
            </w:pPr>
            <w:r>
              <w:rPr>
                <w:noProof/>
              </w:rPr>
              <w:drawing>
                <wp:inline distT="0" distB="0" distL="0" distR="0" wp14:anchorId="4540A799" wp14:editId="5C6A84B4">
                  <wp:extent cx="152400" cy="152400"/>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56" w:type="dxa"/>
          </w:tcPr>
          <w:p w14:paraId="5DD18957" w14:textId="1940C122" w:rsidR="009C15B6" w:rsidRDefault="00885236" w:rsidP="006A007E">
            <w:pPr>
              <w:pStyle w:val="TableCell"/>
              <w:rPr>
                <w:rFonts w:eastAsia="Times New Roman"/>
                <w:lang w:val="en-NZ"/>
              </w:rPr>
            </w:pPr>
            <w:r>
              <w:rPr>
                <w:noProof/>
              </w:rPr>
              <w:drawing>
                <wp:inline distT="0" distB="0" distL="0" distR="0" wp14:anchorId="643DE7ED" wp14:editId="35F7603E">
                  <wp:extent cx="152400" cy="15240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9C15B6" w14:paraId="55D14CBB" w14:textId="77777777" w:rsidTr="006A007E">
        <w:tc>
          <w:tcPr>
            <w:tcW w:w="2760" w:type="dxa"/>
          </w:tcPr>
          <w:p w14:paraId="5E4E2A2C" w14:textId="77777777" w:rsidR="009C15B6" w:rsidRDefault="009C15B6" w:rsidP="006A007E">
            <w:pPr>
              <w:pStyle w:val="TableCell"/>
              <w:rPr>
                <w:rFonts w:eastAsia="Times New Roman"/>
                <w:lang w:val="en-NZ"/>
              </w:rPr>
            </w:pPr>
            <w:r w:rsidRPr="00CC021C">
              <w:t>IIS 7.0</w:t>
            </w:r>
          </w:p>
        </w:tc>
        <w:tc>
          <w:tcPr>
            <w:tcW w:w="656" w:type="dxa"/>
          </w:tcPr>
          <w:p w14:paraId="69D97D88" w14:textId="77777777" w:rsidR="009C15B6" w:rsidRDefault="009C15B6" w:rsidP="006A007E">
            <w:pPr>
              <w:pStyle w:val="TableCell"/>
              <w:rPr>
                <w:rFonts w:eastAsia="Times New Roman"/>
                <w:lang w:val="en-NZ"/>
              </w:rPr>
            </w:pPr>
            <w:r>
              <w:rPr>
                <w:noProof/>
              </w:rPr>
              <w:drawing>
                <wp:inline distT="0" distB="0" distL="0" distR="0" wp14:anchorId="3915620D" wp14:editId="045F6AB0">
                  <wp:extent cx="152400" cy="1524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56" w:type="dxa"/>
          </w:tcPr>
          <w:p w14:paraId="57B1A9F0" w14:textId="7D4350F0" w:rsidR="009C15B6" w:rsidRDefault="00AB0E68" w:rsidP="006A007E">
            <w:pPr>
              <w:pStyle w:val="TableCell"/>
              <w:rPr>
                <w:rFonts w:eastAsia="Times New Roman"/>
                <w:lang w:val="en-NZ"/>
              </w:rPr>
            </w:pPr>
            <w:r>
              <w:rPr>
                <w:noProof/>
              </w:rPr>
              <w:drawing>
                <wp:inline distT="0" distB="0" distL="0" distR="0" wp14:anchorId="1A851195" wp14:editId="7E00477C">
                  <wp:extent cx="152400" cy="152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9C15B6" w:rsidRPr="00CC021C" w14:paraId="24834E23" w14:textId="77777777" w:rsidTr="006A007E">
        <w:tc>
          <w:tcPr>
            <w:tcW w:w="2760" w:type="dxa"/>
          </w:tcPr>
          <w:p w14:paraId="59797507" w14:textId="77777777" w:rsidR="009C15B6" w:rsidRDefault="009C15B6" w:rsidP="006A007E">
            <w:pPr>
              <w:pStyle w:val="TableCell"/>
              <w:rPr>
                <w:rFonts w:eastAsia="Times New Roman"/>
                <w:lang w:val="en-NZ"/>
              </w:rPr>
            </w:pPr>
            <w:r w:rsidRPr="00CC021C">
              <w:t>IIS 7.5</w:t>
            </w:r>
          </w:p>
        </w:tc>
        <w:tc>
          <w:tcPr>
            <w:tcW w:w="656" w:type="dxa"/>
          </w:tcPr>
          <w:p w14:paraId="3890AF2D" w14:textId="77777777" w:rsidR="009C15B6" w:rsidRDefault="009C15B6" w:rsidP="006A007E">
            <w:pPr>
              <w:pStyle w:val="TableCell"/>
              <w:rPr>
                <w:rFonts w:eastAsia="Times New Roman"/>
                <w:lang w:val="en-NZ"/>
              </w:rPr>
            </w:pPr>
            <w:r>
              <w:rPr>
                <w:noProof/>
              </w:rPr>
              <w:drawing>
                <wp:inline distT="0" distB="0" distL="0" distR="0" wp14:anchorId="4CD80852" wp14:editId="16C4148C">
                  <wp:extent cx="152400" cy="152400"/>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56" w:type="dxa"/>
          </w:tcPr>
          <w:p w14:paraId="219D2438" w14:textId="3EC9862C" w:rsidR="009C15B6" w:rsidRPr="00CC021C" w:rsidRDefault="00AB0E68" w:rsidP="006A007E">
            <w:pPr>
              <w:pStyle w:val="TableCell"/>
            </w:pPr>
            <w:r>
              <w:rPr>
                <w:noProof/>
              </w:rPr>
              <w:drawing>
                <wp:inline distT="0" distB="0" distL="0" distR="0" wp14:anchorId="542D0D8A" wp14:editId="5F6D52E1">
                  <wp:extent cx="152400" cy="1524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r w:rsidR="009C15B6" w:rsidRPr="00CC021C" w14:paraId="3EADCD38" w14:textId="77777777" w:rsidTr="006A007E">
        <w:tc>
          <w:tcPr>
            <w:tcW w:w="2760" w:type="dxa"/>
          </w:tcPr>
          <w:p w14:paraId="27EAC8EB" w14:textId="2CA6B2B0" w:rsidR="009C15B6" w:rsidRPr="00CC021C" w:rsidRDefault="009C15B6" w:rsidP="006A007E">
            <w:pPr>
              <w:pStyle w:val="TableCell"/>
            </w:pPr>
            <w:r>
              <w:t>IIS 8.5</w:t>
            </w:r>
          </w:p>
        </w:tc>
        <w:tc>
          <w:tcPr>
            <w:tcW w:w="656" w:type="dxa"/>
          </w:tcPr>
          <w:p w14:paraId="752A9923" w14:textId="1221DF82" w:rsidR="009C15B6" w:rsidRDefault="009C15B6" w:rsidP="006A007E">
            <w:pPr>
              <w:pStyle w:val="TableCell"/>
              <w:rPr>
                <w:noProof/>
              </w:rPr>
            </w:pPr>
            <w:r>
              <w:rPr>
                <w:noProof/>
              </w:rPr>
              <w:drawing>
                <wp:inline distT="0" distB="0" distL="0" distR="0" wp14:anchorId="38884256" wp14:editId="5E65BB5A">
                  <wp:extent cx="152400" cy="1524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656" w:type="dxa"/>
          </w:tcPr>
          <w:p w14:paraId="7E41D5A3" w14:textId="7FD14AED" w:rsidR="009C15B6" w:rsidRDefault="009C15B6" w:rsidP="006A007E">
            <w:pPr>
              <w:pStyle w:val="TableCell"/>
              <w:rPr>
                <w:noProof/>
              </w:rPr>
            </w:pPr>
            <w:r>
              <w:rPr>
                <w:noProof/>
              </w:rPr>
              <w:drawing>
                <wp:inline distT="0" distB="0" distL="0" distR="0" wp14:anchorId="1B346122" wp14:editId="437F12B8">
                  <wp:extent cx="152400" cy="1524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14:paraId="716E109C" w14:textId="77777777" w:rsidR="002C0352" w:rsidRDefault="002C0352" w:rsidP="002C0352">
      <w:pPr>
        <w:pStyle w:val="BodyText"/>
      </w:pPr>
      <w:bookmarkStart w:id="73" w:name="_Software_Prerequisites"/>
      <w:bookmarkEnd w:id="73"/>
    </w:p>
    <w:p w14:paraId="6E3BBD20" w14:textId="2E6DDA73" w:rsidR="00880A5B" w:rsidRPr="00D21FA0" w:rsidRDefault="006820FC" w:rsidP="002C0352">
      <w:pPr>
        <w:pStyle w:val="Heading2"/>
        <w:pageBreakBefore/>
      </w:pPr>
      <w:bookmarkStart w:id="74" w:name="_Toc399510911"/>
      <w:r w:rsidRPr="00D21FA0">
        <w:lastRenderedPageBreak/>
        <w:t>Software P</w:t>
      </w:r>
      <w:r w:rsidR="00880A5B" w:rsidRPr="00D21FA0">
        <w:t>rerequisites</w:t>
      </w:r>
      <w:bookmarkEnd w:id="67"/>
      <w:bookmarkEnd w:id="68"/>
      <w:bookmarkEnd w:id="69"/>
      <w:bookmarkEnd w:id="70"/>
      <w:bookmarkEnd w:id="74"/>
    </w:p>
    <w:p w14:paraId="6E3BBD21" w14:textId="77777777" w:rsidR="00880A5B" w:rsidRPr="007F319B" w:rsidRDefault="00880A5B" w:rsidP="006A7AEB">
      <w:pPr>
        <w:pStyle w:val="BodyText"/>
      </w:pPr>
      <w:r w:rsidRPr="007F319B">
        <w:t>Software prerequisites are as follows:</w:t>
      </w:r>
    </w:p>
    <w:p w14:paraId="6E3BBD22" w14:textId="42990560" w:rsidR="00202E6E" w:rsidRPr="007F319B" w:rsidRDefault="003E14D8" w:rsidP="004D102D">
      <w:pPr>
        <w:pStyle w:val="HelpHeading"/>
      </w:pPr>
      <w:bookmarkStart w:id="75" w:name="_Toc195080227"/>
      <w:bookmarkStart w:id="76" w:name="_Toc195080389"/>
      <w:bookmarkStart w:id="77" w:name="_Toc195493706"/>
      <w:r>
        <w:t xml:space="preserve">Web </w:t>
      </w:r>
      <w:r w:rsidR="00202E6E" w:rsidRPr="007F319B">
        <w:t xml:space="preserve">Server </w:t>
      </w:r>
      <w:r w:rsidR="006820FC" w:rsidRPr="007F319B">
        <w:t>M</w:t>
      </w:r>
      <w:r w:rsidR="00202E6E" w:rsidRPr="007F319B">
        <w:t>achine</w:t>
      </w:r>
    </w:p>
    <w:p w14:paraId="6E20C135" w14:textId="47F9ABFF" w:rsidR="003E14D8" w:rsidRPr="003E14D8" w:rsidRDefault="00885236" w:rsidP="00202E6E">
      <w:pPr>
        <w:pStyle w:val="Checklist"/>
      </w:pPr>
      <w:r>
        <w:t xml:space="preserve">Microsoft </w:t>
      </w:r>
      <w:r w:rsidR="003E14D8" w:rsidRPr="003E14D8">
        <w:t>Windows Server 2012 R2</w:t>
      </w:r>
    </w:p>
    <w:p w14:paraId="18B98416" w14:textId="704B79CC" w:rsidR="003E14D8" w:rsidRPr="003E14D8" w:rsidRDefault="003E14D8" w:rsidP="003E14D8">
      <w:pPr>
        <w:pStyle w:val="Checklist"/>
      </w:pPr>
      <w:r w:rsidRPr="003E14D8">
        <w:t>IIS 8.5</w:t>
      </w:r>
      <w:r w:rsidR="001E29E8">
        <w:br/>
        <w:t xml:space="preserve">*See </w:t>
      </w:r>
      <w:hyperlink w:anchor="_Appendix_B._How_1" w:history="1">
        <w:r w:rsidR="001E29E8" w:rsidRPr="001E29E8">
          <w:rPr>
            <w:rStyle w:val="Hyperlink"/>
          </w:rPr>
          <w:t>Appendix B</w:t>
        </w:r>
      </w:hyperlink>
      <w:r w:rsidR="001E29E8">
        <w:t xml:space="preserve"> for roles and features that need to be installed.</w:t>
      </w:r>
    </w:p>
    <w:p w14:paraId="4FE25E8A" w14:textId="77777777" w:rsidR="00E20B6A" w:rsidRPr="003E14D8" w:rsidRDefault="00E20B6A" w:rsidP="00E20B6A">
      <w:pPr>
        <w:pStyle w:val="Checklist"/>
      </w:pPr>
      <w:r w:rsidRPr="003E14D8">
        <w:t>Microsoft .Net framework version 4.5</w:t>
      </w:r>
    </w:p>
    <w:p w14:paraId="113E770B" w14:textId="7FEDA916" w:rsidR="00F912C0" w:rsidRDefault="00F912C0" w:rsidP="00E446C4">
      <w:pPr>
        <w:pStyle w:val="Checklist"/>
      </w:pPr>
      <w:r>
        <w:t xml:space="preserve">ISS Log Viewer </w:t>
      </w:r>
      <w:r w:rsidRPr="003E14D8">
        <w:t>2.0.26</w:t>
      </w:r>
    </w:p>
    <w:p w14:paraId="39614836" w14:textId="641C237F" w:rsidR="00C87639" w:rsidRPr="003E14D8" w:rsidRDefault="00C87639" w:rsidP="00E446C4">
      <w:pPr>
        <w:pStyle w:val="Checklist"/>
      </w:pPr>
      <w:r>
        <w:t>P2 Security 4.0</w:t>
      </w:r>
    </w:p>
    <w:p w14:paraId="03701CDB" w14:textId="14B2FB04" w:rsidR="003E14D8" w:rsidRDefault="003E14D8" w:rsidP="004D102D">
      <w:pPr>
        <w:pStyle w:val="HelpHeading"/>
      </w:pPr>
      <w:r>
        <w:t>Database Server Machine</w:t>
      </w:r>
    </w:p>
    <w:p w14:paraId="07094A90" w14:textId="6928E94E" w:rsidR="00655AB0" w:rsidRDefault="00885236" w:rsidP="003E14D8">
      <w:pPr>
        <w:pStyle w:val="Checklist"/>
      </w:pPr>
      <w:r>
        <w:t xml:space="preserve">Microsoft </w:t>
      </w:r>
      <w:r w:rsidR="002E1BA1" w:rsidRPr="00CC021C">
        <w:t>SQL Server 20</w:t>
      </w:r>
      <w:r>
        <w:t>12</w:t>
      </w:r>
      <w:r w:rsidR="001E29E8">
        <w:br/>
        <w:t>(</w:t>
      </w:r>
      <w:r w:rsidR="00655AB0">
        <w:t>Space required for schema: 500MB</w:t>
      </w:r>
      <w:r w:rsidR="001E29E8">
        <w:t>)</w:t>
      </w:r>
    </w:p>
    <w:p w14:paraId="6E3BBD25" w14:textId="693EE90F" w:rsidR="00880A5B" w:rsidRPr="007F319B" w:rsidRDefault="006820FC" w:rsidP="004D102D">
      <w:pPr>
        <w:pStyle w:val="HelpHeading"/>
      </w:pPr>
      <w:r w:rsidRPr="007F319B">
        <w:t>Client M</w:t>
      </w:r>
      <w:r w:rsidR="00880A5B" w:rsidRPr="007F319B">
        <w:t>achine</w:t>
      </w:r>
      <w:bookmarkEnd w:id="75"/>
      <w:bookmarkEnd w:id="76"/>
      <w:bookmarkEnd w:id="77"/>
      <w:r w:rsidR="003E14D8">
        <w:t>s</w:t>
      </w:r>
    </w:p>
    <w:p w14:paraId="71D76C75" w14:textId="4AE1BE7B" w:rsidR="00E20B6A" w:rsidRPr="003E14D8" w:rsidRDefault="00E20B6A" w:rsidP="00E20B6A">
      <w:pPr>
        <w:pStyle w:val="Checklist"/>
      </w:pPr>
      <w:r w:rsidRPr="003E14D8">
        <w:t>Microsoft Internet Explorer 11</w:t>
      </w:r>
      <w:r w:rsidR="00885236">
        <w:t xml:space="preserve"> or</w:t>
      </w:r>
      <w:r w:rsidR="00885236">
        <w:br/>
        <w:t>Google Chrome 36</w:t>
      </w:r>
      <w:r w:rsidR="00792AFE">
        <w:t xml:space="preserve"> or later</w:t>
      </w:r>
    </w:p>
    <w:p w14:paraId="6E3BBD28" w14:textId="2481699D" w:rsidR="005150AF" w:rsidRPr="005150AF" w:rsidRDefault="005150AF" w:rsidP="005150AF">
      <w:pPr>
        <w:pStyle w:val="Note"/>
        <w:rPr>
          <w:highlight w:val="yellow"/>
        </w:rPr>
      </w:pPr>
      <w:r w:rsidRPr="005150AF">
        <w:rPr>
          <w:rStyle w:val="NoteLabel"/>
        </w:rPr>
        <w:t>Note</w:t>
      </w:r>
      <w:r w:rsidRPr="005150AF">
        <w:t xml:space="preserve">: We recommend that the latest version </w:t>
      </w:r>
      <w:r w:rsidR="006D4D85">
        <w:t xml:space="preserve">updates </w:t>
      </w:r>
      <w:r w:rsidRPr="005150AF">
        <w:t xml:space="preserve">of any software is installed where possible to take advantage of improved functionality. Check the </w:t>
      </w:r>
      <w:r>
        <w:t xml:space="preserve">software’s </w:t>
      </w:r>
      <w:r w:rsidRPr="005150AF">
        <w:t>release notes for any compatibility issues.</w:t>
      </w:r>
    </w:p>
    <w:p w14:paraId="6E3BBD29" w14:textId="77777777" w:rsidR="00880A5B" w:rsidRPr="00D21FA0" w:rsidRDefault="00880A5B" w:rsidP="00C7539A">
      <w:pPr>
        <w:pStyle w:val="Heading2"/>
      </w:pPr>
      <w:bookmarkStart w:id="78" w:name="_Toc195080228"/>
      <w:bookmarkStart w:id="79" w:name="_Toc195080390"/>
      <w:bookmarkStart w:id="80" w:name="_Toc195493707"/>
      <w:bookmarkStart w:id="81" w:name="_Toc399510912"/>
      <w:r w:rsidRPr="00D21FA0">
        <w:t xml:space="preserve">Supplied </w:t>
      </w:r>
      <w:r w:rsidR="006820FC" w:rsidRPr="00D21FA0">
        <w:t>S</w:t>
      </w:r>
      <w:r w:rsidRPr="00D21FA0">
        <w:t>oftware</w:t>
      </w:r>
      <w:bookmarkEnd w:id="78"/>
      <w:bookmarkEnd w:id="79"/>
      <w:bookmarkEnd w:id="80"/>
      <w:bookmarkEnd w:id="81"/>
    </w:p>
    <w:p w14:paraId="6E3BBD2A" w14:textId="0890206D" w:rsidR="00880A5B" w:rsidRPr="007F319B" w:rsidRDefault="00880A5B" w:rsidP="00880A5B">
      <w:pPr>
        <w:pStyle w:val="BodyText-FirstLine"/>
      </w:pPr>
      <w:r w:rsidRPr="007F319B">
        <w:t xml:space="preserve">With this installation, the following items are present on the installation </w:t>
      </w:r>
      <w:r w:rsidR="00087339">
        <w:t>package</w:t>
      </w:r>
      <w:r w:rsidRPr="007F319B">
        <w:t>. No other software is required from third party vendors.</w:t>
      </w:r>
    </w:p>
    <w:p w14:paraId="6E3BBD2B" w14:textId="77777777" w:rsidR="00880A5B" w:rsidRPr="007F319B" w:rsidRDefault="00880A5B" w:rsidP="004D102D">
      <w:pPr>
        <w:pStyle w:val="HelpHeading"/>
      </w:pPr>
      <w:bookmarkStart w:id="82" w:name="_Toc195080229"/>
      <w:bookmarkStart w:id="83" w:name="_Toc195080391"/>
      <w:r w:rsidRPr="007F319B">
        <w:t>Documents</w:t>
      </w:r>
      <w:bookmarkEnd w:id="82"/>
      <w:bookmarkEnd w:id="83"/>
    </w:p>
    <w:p w14:paraId="6E3BBD2C" w14:textId="4492D163" w:rsidR="00880A5B" w:rsidRPr="007F319B" w:rsidRDefault="0011541D" w:rsidP="009D370E">
      <w:pPr>
        <w:pStyle w:val="ListBullet"/>
      </w:pPr>
      <w:sdt>
        <w:sdtPr>
          <w:alias w:val="Product"/>
          <w:tag w:val="j7e7b800099f4ad4b7003f2a6724bc88"/>
          <w:id w:val="-1920246744"/>
          <w:lock w:val="contentLocked"/>
          <w:placeholder>
            <w:docPart w:val="0DC5BBDE49894EA99D8AE552018B0821"/>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695053">
            <w:t>P2 Explorer</w:t>
          </w:r>
        </w:sdtContent>
      </w:sdt>
      <w:r w:rsidR="007F319B">
        <w:t xml:space="preserve"> I</w:t>
      </w:r>
      <w:r w:rsidR="00E53F02" w:rsidRPr="007F319B">
        <w:t>nstallation Guide</w:t>
      </w:r>
    </w:p>
    <w:p w14:paraId="6E3BBD2D" w14:textId="6F3ABA3B" w:rsidR="00880A5B" w:rsidRPr="007F319B" w:rsidRDefault="0011541D" w:rsidP="009D370E">
      <w:pPr>
        <w:pStyle w:val="ListBullet"/>
      </w:pPr>
      <w:sdt>
        <w:sdtPr>
          <w:alias w:val="Product"/>
          <w:tag w:val="j7e7b800099f4ad4b7003f2a6724bc88"/>
          <w:id w:val="815611297"/>
          <w:lock w:val="contentLocked"/>
          <w:placeholder>
            <w:docPart w:val="67E159C162424AB09EEEBD3C92849DF8"/>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695053">
            <w:t>P2 Explorer</w:t>
          </w:r>
        </w:sdtContent>
      </w:sdt>
      <w:r w:rsidR="003855E7" w:rsidRPr="007F319B">
        <w:t xml:space="preserve"> </w:t>
      </w:r>
      <w:r w:rsidR="00880A5B" w:rsidRPr="007F319B">
        <w:t>User</w:t>
      </w:r>
      <w:r w:rsidR="00E53F02" w:rsidRPr="007F319B">
        <w:t>’s</w:t>
      </w:r>
      <w:r w:rsidR="00880A5B" w:rsidRPr="007F319B">
        <w:t xml:space="preserve"> Guide</w:t>
      </w:r>
    </w:p>
    <w:p w14:paraId="6E3BBD2E" w14:textId="77777777" w:rsidR="00880A5B" w:rsidRPr="007F319B" w:rsidRDefault="00880A5B" w:rsidP="00F769C3">
      <w:pPr>
        <w:pStyle w:val="HelpHeading"/>
      </w:pPr>
      <w:bookmarkStart w:id="84" w:name="_Toc195080230"/>
      <w:bookmarkStart w:id="85" w:name="_Toc195080392"/>
      <w:r w:rsidRPr="007F319B">
        <w:t>Binaries</w:t>
      </w:r>
      <w:bookmarkEnd w:id="84"/>
      <w:bookmarkEnd w:id="85"/>
    </w:p>
    <w:p w14:paraId="6E3BBD2F" w14:textId="3D7213E7" w:rsidR="00E446C4" w:rsidRPr="00070B1B" w:rsidRDefault="0011541D" w:rsidP="009D370E">
      <w:pPr>
        <w:pStyle w:val="ListBullet"/>
      </w:pPr>
      <w:sdt>
        <w:sdtPr>
          <w:alias w:val="Product"/>
          <w:tag w:val="j7e7b800099f4ad4b7003f2a6724bc88"/>
          <w:id w:val="113558991"/>
          <w:lock w:val="contentLocked"/>
          <w:placeholder>
            <w:docPart w:val="2700C541118F46FDAE9C7363C29D5E83"/>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rsidR="00087339" w:rsidRPr="00070B1B">
        <w:t xml:space="preserve"> </w:t>
      </w:r>
      <w:r w:rsidR="009D370E" w:rsidRPr="00070B1B">
        <w:t>installer (</w:t>
      </w:r>
      <w:r w:rsidR="00087339" w:rsidRPr="003E6CC3">
        <w:rPr>
          <w:rStyle w:val="StrongEmphasis"/>
        </w:rPr>
        <w:t>Explorer.exe</w:t>
      </w:r>
      <w:r w:rsidR="009D370E" w:rsidRPr="00070B1B">
        <w:t>)</w:t>
      </w:r>
    </w:p>
    <w:p w14:paraId="6E3BBD31" w14:textId="77777777" w:rsidR="00CC2D86" w:rsidRDefault="00CC2D86" w:rsidP="0086690D"/>
    <w:p w14:paraId="6E3BBD32" w14:textId="77777777" w:rsidR="00642118" w:rsidRDefault="00642118" w:rsidP="0086690D">
      <w:pPr>
        <w:sectPr w:rsidR="00642118" w:rsidSect="003803E4">
          <w:pgSz w:w="11906" w:h="16838" w:code="1"/>
          <w:pgMar w:top="1418" w:right="1418" w:bottom="1418" w:left="1418" w:header="567" w:footer="567" w:gutter="0"/>
          <w:cols w:space="720"/>
          <w:titlePg/>
          <w:docGrid w:linePitch="299"/>
        </w:sectPr>
      </w:pPr>
    </w:p>
    <w:p w14:paraId="6E3BBD33" w14:textId="77777777" w:rsidR="00642118" w:rsidRDefault="00003D22" w:rsidP="00642118">
      <w:pPr>
        <w:pStyle w:val="Heading1"/>
      </w:pPr>
      <w:bookmarkStart w:id="86" w:name="_Toc399510913"/>
      <w:r>
        <w:lastRenderedPageBreak/>
        <w:t>Installation</w:t>
      </w:r>
      <w:bookmarkEnd w:id="86"/>
    </w:p>
    <w:p w14:paraId="6E3BBD34" w14:textId="23733D51" w:rsidR="00E47D7C" w:rsidRPr="008F2E3A" w:rsidRDefault="00E47D7C" w:rsidP="00E47D7C">
      <w:pPr>
        <w:pStyle w:val="BodyText-FirstLine"/>
      </w:pPr>
      <w:r w:rsidRPr="008F2E3A">
        <w:t>This section describes the procedure for installing</w:t>
      </w:r>
      <w:r w:rsidR="00DE4054">
        <w:t xml:space="preserve"> and configuring</w:t>
      </w:r>
      <w:r w:rsidRPr="008F2E3A">
        <w:t xml:space="preserve"> the </w:t>
      </w:r>
      <w:sdt>
        <w:sdtPr>
          <w:alias w:val="Product"/>
          <w:tag w:val="j7e7b800099f4ad4b7003f2a6724bc88"/>
          <w:id w:val="1944490384"/>
          <w:lock w:val="contentLocked"/>
          <w:placeholder>
            <w:docPart w:val="288C62E6A4D9408B9E60EC372A613E0A"/>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695053">
            <w:t>P2 Explorer</w:t>
          </w:r>
        </w:sdtContent>
      </w:sdt>
      <w:r w:rsidR="00A07746" w:rsidRPr="008F2E3A">
        <w:t xml:space="preserve"> </w:t>
      </w:r>
      <w:r w:rsidR="007048D0" w:rsidRPr="008F2E3A">
        <w:t xml:space="preserve">components, </w:t>
      </w:r>
      <w:r w:rsidR="00DE4054">
        <w:t>including the database</w:t>
      </w:r>
      <w:r w:rsidRPr="008F2E3A">
        <w:t>.</w:t>
      </w:r>
    </w:p>
    <w:p w14:paraId="6E3BBD35" w14:textId="77777777" w:rsidR="0038195E" w:rsidRPr="00D21FA0" w:rsidRDefault="00BD62B3" w:rsidP="0038195E">
      <w:pPr>
        <w:pStyle w:val="Heading2"/>
      </w:pPr>
      <w:bookmarkStart w:id="87" w:name="_Fresh_Installation"/>
      <w:bookmarkStart w:id="88" w:name="_Toc41750393"/>
      <w:bookmarkStart w:id="89" w:name="_Toc195080210"/>
      <w:bookmarkStart w:id="90" w:name="_Toc195080372"/>
      <w:bookmarkStart w:id="91" w:name="_Toc195493695"/>
      <w:bookmarkStart w:id="92" w:name="_Toc399510914"/>
      <w:bookmarkEnd w:id="87"/>
      <w:r>
        <w:t xml:space="preserve">Fresh </w:t>
      </w:r>
      <w:r w:rsidR="0038195E" w:rsidRPr="00D21FA0">
        <w:t>Installation</w:t>
      </w:r>
      <w:bookmarkEnd w:id="88"/>
      <w:bookmarkEnd w:id="89"/>
      <w:bookmarkEnd w:id="90"/>
      <w:bookmarkEnd w:id="91"/>
      <w:bookmarkEnd w:id="92"/>
    </w:p>
    <w:p w14:paraId="6E3BBD36" w14:textId="6E43637A" w:rsidR="0038195E" w:rsidRDefault="0038195E" w:rsidP="00DF7D63">
      <w:pPr>
        <w:pStyle w:val="BodyText"/>
      </w:pPr>
      <w:r w:rsidRPr="008F2E3A">
        <w:t xml:space="preserve">Installing </w:t>
      </w:r>
      <w:sdt>
        <w:sdtPr>
          <w:alias w:val="Product"/>
          <w:tag w:val="j7e7b800099f4ad4b7003f2a6724bc88"/>
          <w:id w:val="1008563934"/>
          <w:lock w:val="contentLocked"/>
          <w:placeholder>
            <w:docPart w:val="611E99FB524D45DAA804301616E391F1"/>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695053">
            <w:t>P2 Explorer</w:t>
          </w:r>
        </w:sdtContent>
      </w:sdt>
      <w:r w:rsidRPr="008F2E3A">
        <w:t xml:space="preserve"> consists of the following steps:</w:t>
      </w:r>
    </w:p>
    <w:p w14:paraId="7167D3DC" w14:textId="4167539A" w:rsidR="004E0AD4" w:rsidRDefault="004E0AD4" w:rsidP="004E0AD4">
      <w:pPr>
        <w:pStyle w:val="StepNumber"/>
      </w:pPr>
      <w:r>
        <w:t>Review the installation requirements.</w:t>
      </w:r>
    </w:p>
    <w:p w14:paraId="126B8202" w14:textId="1582F13E" w:rsidR="004E0AD4" w:rsidRDefault="004E0AD4" w:rsidP="004E0AD4">
      <w:pPr>
        <w:pStyle w:val="StepNumber"/>
      </w:pPr>
      <w:r>
        <w:t>Install the prerequisites.</w:t>
      </w:r>
    </w:p>
    <w:p w14:paraId="33FF22B9" w14:textId="6F41F702" w:rsidR="004E0AD4" w:rsidRDefault="004E0AD4" w:rsidP="004E0AD4">
      <w:pPr>
        <w:pStyle w:val="StepNumber"/>
      </w:pPr>
      <w:r>
        <w:t xml:space="preserve">Install </w:t>
      </w:r>
      <w:sdt>
        <w:sdtPr>
          <w:alias w:val="Product"/>
          <w:tag w:val="j7e7b800099f4ad4b7003f2a6724bc88"/>
          <w:id w:val="1737276868"/>
          <w:lock w:val="contentLocked"/>
          <w:placeholder>
            <w:docPart w:val="96EBB00FC13344DB9DB04762737456B9"/>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xmlns:ns5='1a9aceae-bc06-48ed-8bbf-c3deb125c9b6' " w:xpath="/ns0:properties[1]/documentManagement[1]/ns3:j7e7b800099f4ad4b7003f2a6724bc88[1]/ns2:Terms[1]" w:storeItemID="{C25B175B-AE41-4583-B473-7AD7E5487BFB}"/>
          <w:text w:multiLine="1"/>
        </w:sdtPr>
        <w:sdtEndPr/>
        <w:sdtContent>
          <w:r>
            <w:t>P2 Explorer</w:t>
          </w:r>
        </w:sdtContent>
      </w:sdt>
      <w:r>
        <w:t>.</w:t>
      </w:r>
    </w:p>
    <w:p w14:paraId="0CD8ABC2" w14:textId="5B3660AA" w:rsidR="004E0AD4" w:rsidRDefault="004E0AD4" w:rsidP="004E0AD4">
      <w:pPr>
        <w:pStyle w:val="StepNumber"/>
      </w:pPr>
      <w:r>
        <w:t>Update the configuration file.</w:t>
      </w:r>
    </w:p>
    <w:p w14:paraId="7EE9678C" w14:textId="50274EDF" w:rsidR="004E0AD4" w:rsidRDefault="004E0AD4" w:rsidP="004E0AD4">
      <w:pPr>
        <w:pStyle w:val="StepNumber"/>
      </w:pPr>
      <w:r>
        <w:t>Configure P2 Security.</w:t>
      </w:r>
    </w:p>
    <w:p w14:paraId="6E3BBD3E" w14:textId="77777777" w:rsidR="00E16E14" w:rsidRPr="008F2E3A" w:rsidRDefault="00E16E14" w:rsidP="00A77CAB">
      <w:pPr>
        <w:pStyle w:val="BodyText"/>
      </w:pPr>
      <w:r w:rsidRPr="008F2E3A">
        <w:t>These steps are described in the following sections.</w:t>
      </w:r>
    </w:p>
    <w:p w14:paraId="6DF52381" w14:textId="77777777" w:rsidR="001E29E8" w:rsidRPr="00CC021C" w:rsidRDefault="001E29E8" w:rsidP="001E29E8">
      <w:pPr>
        <w:pStyle w:val="Heading3"/>
      </w:pPr>
      <w:bookmarkStart w:id="93" w:name="_Step_1._Review"/>
      <w:bookmarkStart w:id="94" w:name="_Toc392163354"/>
      <w:bookmarkStart w:id="95" w:name="_Ref395519589"/>
      <w:bookmarkStart w:id="96" w:name="_Toc399510915"/>
      <w:bookmarkEnd w:id="93"/>
      <w:r w:rsidRPr="00CC021C">
        <w:t>Step 1. Review Installation Requirements</w:t>
      </w:r>
      <w:bookmarkEnd w:id="94"/>
      <w:bookmarkEnd w:id="95"/>
      <w:bookmarkEnd w:id="96"/>
    </w:p>
    <w:p w14:paraId="267A78AE" w14:textId="4D9F58B5" w:rsidR="001E29E8" w:rsidRDefault="001E29E8" w:rsidP="001E29E8">
      <w:pPr>
        <w:pStyle w:val="ListNumber"/>
      </w:pPr>
      <w:r>
        <w:t xml:space="preserve">Gather the </w:t>
      </w:r>
      <w:r w:rsidR="00E06526">
        <w:t>r</w:t>
      </w:r>
      <w:r w:rsidRPr="00E06526">
        <w:t xml:space="preserve">equired </w:t>
      </w:r>
      <w:hyperlink w:anchor="_Database_Information" w:history="1">
        <w:r w:rsidRPr="00E06526">
          <w:rPr>
            <w:rStyle w:val="Hyperlink"/>
          </w:rPr>
          <w:t>Database Information</w:t>
        </w:r>
      </w:hyperlink>
      <w:r w:rsidR="00E06526">
        <w:t xml:space="preserve"> and </w:t>
      </w:r>
      <w:hyperlink w:anchor="_URLs" w:history="1">
        <w:r w:rsidR="00E06526" w:rsidRPr="00E06526">
          <w:rPr>
            <w:rStyle w:val="Hyperlink"/>
          </w:rPr>
          <w:t>URLs</w:t>
        </w:r>
      </w:hyperlink>
      <w:r>
        <w:t>.</w:t>
      </w:r>
    </w:p>
    <w:p w14:paraId="12605333" w14:textId="505BD7A8" w:rsidR="001E29E8" w:rsidRDefault="001E29E8" w:rsidP="001E29E8">
      <w:pPr>
        <w:pStyle w:val="ListNumber"/>
      </w:pPr>
      <w:r w:rsidRPr="00CC021C">
        <w:t xml:space="preserve">Review the </w:t>
      </w:r>
      <w:bookmarkStart w:id="97" w:name="H_8668"/>
      <w:bookmarkEnd w:id="97"/>
      <w:r>
        <w:rPr>
          <w:rStyle w:val="HotSpot"/>
        </w:rPr>
        <w:fldChar w:fldCharType="begin"/>
      </w:r>
      <w:r>
        <w:rPr>
          <w:rStyle w:val="HotSpot"/>
        </w:rPr>
        <w:instrText xml:space="preserve"> HYPERLINK  \l "_Software_Prerequisites" </w:instrText>
      </w:r>
      <w:r>
        <w:rPr>
          <w:rStyle w:val="HotSpot"/>
        </w:rPr>
        <w:fldChar w:fldCharType="separate"/>
      </w:r>
      <w:r w:rsidRPr="001E29E8">
        <w:rPr>
          <w:rStyle w:val="Hyperlink"/>
        </w:rPr>
        <w:t>software prerequisites</w:t>
      </w:r>
      <w:r>
        <w:rPr>
          <w:rStyle w:val="HotSpot"/>
        </w:rPr>
        <w:fldChar w:fldCharType="end"/>
      </w:r>
      <w:r w:rsidRPr="00CC021C">
        <w:t>.</w:t>
      </w:r>
      <w:r>
        <w:t xml:space="preserve"> </w:t>
      </w:r>
    </w:p>
    <w:p w14:paraId="2F0F41AF" w14:textId="77777777" w:rsidR="001E29E8" w:rsidRPr="00CC021C" w:rsidRDefault="001E29E8" w:rsidP="001E29E8">
      <w:pPr>
        <w:pStyle w:val="Heading3"/>
      </w:pPr>
      <w:bookmarkStart w:id="98" w:name="O_19502"/>
      <w:bookmarkStart w:id="99" w:name="_Step_2._Install"/>
      <w:bookmarkStart w:id="100" w:name="_Toc392163355"/>
      <w:bookmarkStart w:id="101" w:name="_Ref395519598"/>
      <w:bookmarkStart w:id="102" w:name="_Ref395519599"/>
      <w:bookmarkStart w:id="103" w:name="_Toc399510916"/>
      <w:bookmarkEnd w:id="98"/>
      <w:bookmarkEnd w:id="99"/>
      <w:r w:rsidRPr="00CC021C">
        <w:t>Step 2. Install Prerequisites</w:t>
      </w:r>
      <w:bookmarkEnd w:id="100"/>
      <w:bookmarkEnd w:id="101"/>
      <w:bookmarkEnd w:id="102"/>
      <w:bookmarkEnd w:id="103"/>
    </w:p>
    <w:p w14:paraId="7757A1B9" w14:textId="65F34E8A" w:rsidR="001E29E8" w:rsidRPr="00CC021C" w:rsidRDefault="001E29E8" w:rsidP="001E29E8">
      <w:pPr>
        <w:pStyle w:val="BodyText"/>
      </w:pPr>
      <w:r w:rsidRPr="00CC021C">
        <w:t>The following</w:t>
      </w:r>
      <w:r w:rsidR="00852BB1">
        <w:t xml:space="preserve"> software is included i</w:t>
      </w:r>
      <w:r w:rsidRPr="00CC021C">
        <w:t xml:space="preserve">n the </w:t>
      </w:r>
      <w:sdt>
        <w:sdtPr>
          <w:alias w:val="Product"/>
          <w:tag w:val="j7e7b800099f4ad4b7003f2a6724bc88"/>
          <w:id w:val="-1920554129"/>
          <w:lock w:val="contentLocked"/>
          <w:placeholder>
            <w:docPart w:val="0BE80C89629D466FA2147865D03CF53C"/>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852BB1">
            <w:t>P2 Explorer</w:t>
          </w:r>
        </w:sdtContent>
      </w:sdt>
      <w:r w:rsidRPr="00CC021C">
        <w:t xml:space="preserve"> installation </w:t>
      </w:r>
      <w:r w:rsidR="009053B2">
        <w:t>package</w:t>
      </w:r>
      <w:r w:rsidRPr="00CC021C">
        <w:t xml:space="preserve"> and must be installed on the web server before installing </w:t>
      </w:r>
      <w:sdt>
        <w:sdtPr>
          <w:alias w:val="Product"/>
          <w:tag w:val="j7e7b800099f4ad4b7003f2a6724bc88"/>
          <w:id w:val="-1126387373"/>
          <w:lock w:val="contentLocked"/>
          <w:placeholder>
            <w:docPart w:val="F4D6E4E4CC7B4C51AF82B9C22CDE03DE"/>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9053B2">
            <w:t>P2 Explorer</w:t>
          </w:r>
        </w:sdtContent>
      </w:sdt>
      <w:r w:rsidRPr="00CC021C">
        <w:t>.</w:t>
      </w:r>
    </w:p>
    <w:p w14:paraId="77E43D86" w14:textId="55C076BA" w:rsidR="001E29E8" w:rsidRPr="00CC021C" w:rsidRDefault="009053B2" w:rsidP="009053B2">
      <w:pPr>
        <w:pStyle w:val="BodyText"/>
      </w:pPr>
      <w:r>
        <w:t>Install the following software</w:t>
      </w:r>
      <w:r w:rsidR="001E29E8" w:rsidRPr="00CC021C">
        <w:t>:</w:t>
      </w:r>
    </w:p>
    <w:p w14:paraId="5290CA91" w14:textId="49F0A61E" w:rsidR="001E29E8" w:rsidRPr="00CC021C" w:rsidRDefault="001E29E8" w:rsidP="00A972A6">
      <w:pPr>
        <w:pStyle w:val="ListNumber"/>
        <w:numPr>
          <w:ilvl w:val="0"/>
          <w:numId w:val="30"/>
        </w:numPr>
      </w:pPr>
      <w:r w:rsidRPr="00CC021C">
        <w:t xml:space="preserve">ISS Log Viewer </w:t>
      </w:r>
      <w:r w:rsidR="008342AE" w:rsidRPr="003E14D8">
        <w:t>2.0.26</w:t>
      </w:r>
      <w:r w:rsidRPr="00CC021C">
        <w:t xml:space="preserve"> </w:t>
      </w:r>
      <w:r>
        <w:t>or later</w:t>
      </w:r>
      <w:r w:rsidR="00026126">
        <w:t xml:space="preserve"> </w:t>
      </w:r>
      <w:r w:rsidRPr="00CC021C">
        <w:t xml:space="preserve"> (</w:t>
      </w:r>
      <w:r w:rsidRPr="001251F5">
        <w:rPr>
          <w:rStyle w:val="StrongEmphasis"/>
        </w:rPr>
        <w:t>ISSLogViewerSetup.msi</w:t>
      </w:r>
      <w:r w:rsidRPr="00CC021C">
        <w:t>)</w:t>
      </w:r>
    </w:p>
    <w:p w14:paraId="17B7EFC6" w14:textId="77777777" w:rsidR="001E29E8" w:rsidRPr="00CC021C" w:rsidRDefault="001E29E8" w:rsidP="001E29E8">
      <w:pPr>
        <w:pStyle w:val="ListNote"/>
      </w:pPr>
      <w:r w:rsidRPr="00CC021C">
        <w:rPr>
          <w:rStyle w:val="NoteLabel"/>
        </w:rPr>
        <w:t>Note</w:t>
      </w:r>
      <w:r w:rsidRPr="00CC021C">
        <w:t xml:space="preserve">: Refer to the </w:t>
      </w:r>
      <w:r w:rsidRPr="00CC021C">
        <w:rPr>
          <w:rStyle w:val="CrossReferenceCitation"/>
        </w:rPr>
        <w:t>ISS Logger User's Guide</w:t>
      </w:r>
      <w:r w:rsidRPr="00CC021C">
        <w:t xml:space="preserve"> for further information.</w:t>
      </w:r>
    </w:p>
    <w:p w14:paraId="3F912515" w14:textId="3E487F4E" w:rsidR="00852BB1" w:rsidRDefault="00852BB1" w:rsidP="001E29E8">
      <w:pPr>
        <w:pStyle w:val="ListNumber"/>
      </w:pPr>
      <w:r>
        <w:t>P2 Security 4.0</w:t>
      </w:r>
    </w:p>
    <w:p w14:paraId="588FEA5B" w14:textId="261193A0" w:rsidR="006A7AEB" w:rsidRDefault="00852BB1" w:rsidP="00852BB1">
      <w:pPr>
        <w:pStyle w:val="ListNote"/>
      </w:pPr>
      <w:r w:rsidRPr="00CC021C">
        <w:rPr>
          <w:rStyle w:val="NoteLabel"/>
        </w:rPr>
        <w:t>Note</w:t>
      </w:r>
      <w:r w:rsidRPr="00CC021C">
        <w:t xml:space="preserve">: </w:t>
      </w:r>
      <w:r w:rsidR="006A7AEB">
        <w:t xml:space="preserve">You will only need to install this if it is not already installed on the network or you cannot access it. If already installed and you do have access, you will need to know the connection URL so you can correctly configure security in </w:t>
      </w:r>
      <w:hyperlink w:anchor="_Step_6._Configure" w:history="1">
        <w:r w:rsidR="006A7AEB" w:rsidRPr="006A7AEB">
          <w:rPr>
            <w:rStyle w:val="Hyperlink"/>
          </w:rPr>
          <w:t>Step 6</w:t>
        </w:r>
      </w:hyperlink>
      <w:r w:rsidR="006A7AEB">
        <w:t>.</w:t>
      </w:r>
    </w:p>
    <w:p w14:paraId="5721D845" w14:textId="241E91EE" w:rsidR="00852BB1" w:rsidRPr="00CC021C" w:rsidRDefault="00852BB1" w:rsidP="00852BB1">
      <w:pPr>
        <w:pStyle w:val="ListNote"/>
      </w:pPr>
      <w:r w:rsidRPr="00CC021C">
        <w:t xml:space="preserve">Refer to the </w:t>
      </w:r>
      <w:r>
        <w:rPr>
          <w:rStyle w:val="CrossReferenceCitation"/>
        </w:rPr>
        <w:t>P2 Security</w:t>
      </w:r>
      <w:r w:rsidRPr="00CC021C">
        <w:rPr>
          <w:rStyle w:val="CrossReferenceCitation"/>
        </w:rPr>
        <w:t xml:space="preserve"> User's Guide</w:t>
      </w:r>
      <w:r w:rsidRPr="00CC021C">
        <w:t xml:space="preserve"> for further information.</w:t>
      </w:r>
    </w:p>
    <w:p w14:paraId="3B53F9EE" w14:textId="275B8817" w:rsidR="001E29E8" w:rsidRPr="00CC021C" w:rsidRDefault="001E29E8" w:rsidP="009927B1">
      <w:pPr>
        <w:pStyle w:val="BodyText"/>
      </w:pPr>
    </w:p>
    <w:p w14:paraId="6E3BBD43" w14:textId="5E22608D" w:rsidR="009D6072" w:rsidRDefault="00A0097D" w:rsidP="00BD62B3">
      <w:pPr>
        <w:pStyle w:val="Heading3"/>
      </w:pPr>
      <w:bookmarkStart w:id="104" w:name="_Step_3._Install"/>
      <w:bookmarkStart w:id="105" w:name="_Step_4._Install"/>
      <w:bookmarkStart w:id="106" w:name="_Ref395519622"/>
      <w:bookmarkStart w:id="107" w:name="_Toc399510917"/>
      <w:bookmarkEnd w:id="104"/>
      <w:bookmarkEnd w:id="105"/>
      <w:r w:rsidRPr="00DF7D63">
        <w:t xml:space="preserve">Step </w:t>
      </w:r>
      <w:r w:rsidR="0041082D">
        <w:t>3</w:t>
      </w:r>
      <w:r w:rsidRPr="00DF7D63">
        <w:t>.</w:t>
      </w:r>
      <w:r w:rsidR="000E76B9" w:rsidRPr="00DF7D63">
        <w:t xml:space="preserve"> </w:t>
      </w:r>
      <w:r w:rsidR="00DF7D63" w:rsidRPr="00DF7D63">
        <w:t>Install</w:t>
      </w:r>
      <w:r w:rsidR="00592D94">
        <w:t xml:space="preserve"> P2 Explorer</w:t>
      </w:r>
      <w:bookmarkEnd w:id="106"/>
      <w:bookmarkEnd w:id="107"/>
    </w:p>
    <w:p w14:paraId="17040D3E" w14:textId="15A12DB0" w:rsidR="00DE4054" w:rsidRDefault="00DE4054" w:rsidP="00DE4054">
      <w:pPr>
        <w:pStyle w:val="BodyText"/>
      </w:pPr>
      <w:r>
        <w:t xml:space="preserve">The </w:t>
      </w:r>
      <w:sdt>
        <w:sdtPr>
          <w:alias w:val="Product"/>
          <w:tag w:val="j7e7b800099f4ad4b7003f2a6724bc88"/>
          <w:id w:val="251098018"/>
          <w:lock w:val="contentLocked"/>
          <w:placeholder>
            <w:docPart w:val="85DC541D2AE64232B50AF9984F2CB419"/>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t>P2 Explorer</w:t>
          </w:r>
        </w:sdtContent>
      </w:sdt>
      <w:r>
        <w:t xml:space="preserve"> installer installs the Explorer software and database.</w:t>
      </w:r>
    </w:p>
    <w:p w14:paraId="778C6531" w14:textId="331A87E2" w:rsidR="001E1D6D" w:rsidRPr="00630803" w:rsidRDefault="001E1D6D" w:rsidP="001E1D6D">
      <w:pPr>
        <w:pStyle w:val="Note"/>
      </w:pPr>
      <w:r w:rsidRPr="001E1D6D">
        <w:rPr>
          <w:rStyle w:val="NoteLabel"/>
        </w:rPr>
        <w:t>Note</w:t>
      </w:r>
      <w:r w:rsidRPr="001E1D6D">
        <w:t xml:space="preserve">: You can install multiple instances </w:t>
      </w:r>
      <w:r>
        <w:t xml:space="preserve">of </w:t>
      </w:r>
      <w:sdt>
        <w:sdtPr>
          <w:alias w:val="Product"/>
          <w:tag w:val="j7e7b800099f4ad4b7003f2a6724bc88"/>
          <w:id w:val="-491798777"/>
          <w:lock w:val="contentLocked"/>
          <w:placeholder>
            <w:docPart w:val="DA72CEB8270144F1AEBEFD19F34367CB"/>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t>P2 Explorer</w:t>
          </w:r>
        </w:sdtContent>
      </w:sdt>
      <w:r>
        <w:t xml:space="preserve"> </w:t>
      </w:r>
      <w:r w:rsidRPr="001E1D6D">
        <w:t xml:space="preserve">on </w:t>
      </w:r>
      <w:r>
        <w:t xml:space="preserve">the </w:t>
      </w:r>
      <w:r w:rsidRPr="001E1D6D">
        <w:t xml:space="preserve">one machine using the same </w:t>
      </w:r>
      <w:r w:rsidRPr="00630803">
        <w:t xml:space="preserve">installer. </w:t>
      </w:r>
      <w:r w:rsidR="00630803" w:rsidRPr="00630803">
        <w:t>The installer must have administrative rights to the local machine.</w:t>
      </w:r>
    </w:p>
    <w:p w14:paraId="5528C4D2" w14:textId="5EA665C0" w:rsidR="00DF7D63" w:rsidRDefault="002F592F" w:rsidP="00DF7D63">
      <w:pPr>
        <w:pStyle w:val="BodyText"/>
      </w:pPr>
      <w:r>
        <w:t>To run the installer:</w:t>
      </w:r>
    </w:p>
    <w:p w14:paraId="3B447AF6" w14:textId="53EC7A05" w:rsidR="002F592F" w:rsidRDefault="002F592F" w:rsidP="00773C91">
      <w:pPr>
        <w:pStyle w:val="ListNumber"/>
        <w:numPr>
          <w:ilvl w:val="0"/>
          <w:numId w:val="23"/>
        </w:numPr>
      </w:pPr>
      <w:r>
        <w:t xml:space="preserve">Double-click </w:t>
      </w:r>
      <w:r w:rsidRPr="00DE4054">
        <w:rPr>
          <w:rStyle w:val="Strong"/>
        </w:rPr>
        <w:t>Explorer.exe</w:t>
      </w:r>
      <w:r>
        <w:t>.</w:t>
      </w:r>
    </w:p>
    <w:p w14:paraId="10EE2AAF" w14:textId="1795F78D" w:rsidR="00E41973" w:rsidRDefault="00E41973" w:rsidP="002F592F">
      <w:pPr>
        <w:pStyle w:val="ListNumber"/>
      </w:pPr>
      <w:r>
        <w:lastRenderedPageBreak/>
        <w:t xml:space="preserve">At the Security Warning, click </w:t>
      </w:r>
      <w:r w:rsidRPr="00E41973">
        <w:rPr>
          <w:rStyle w:val="Strong"/>
        </w:rPr>
        <w:t>Run</w:t>
      </w:r>
      <w:r>
        <w:t>.</w:t>
      </w:r>
    </w:p>
    <w:p w14:paraId="767DD1F4" w14:textId="58A648F3" w:rsidR="002F592F" w:rsidRDefault="00293F58" w:rsidP="00E41973">
      <w:pPr>
        <w:pStyle w:val="ListContinue"/>
      </w:pPr>
      <w:r>
        <w:rPr>
          <w:noProof/>
        </w:rPr>
        <w:drawing>
          <wp:inline distT="0" distB="0" distL="0" distR="0" wp14:anchorId="2370B148" wp14:editId="0862CC7D">
            <wp:extent cx="3427200" cy="2206800"/>
            <wp:effectExtent l="0" t="0" r="1905" b="3175"/>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3427200" cy="2206800"/>
                    </a:xfrm>
                    <a:prstGeom prst="rect">
                      <a:avLst/>
                    </a:prstGeom>
                  </pic:spPr>
                </pic:pic>
              </a:graphicData>
            </a:graphic>
          </wp:inline>
        </w:drawing>
      </w:r>
    </w:p>
    <w:p w14:paraId="13D3720F" w14:textId="0A7C44A8" w:rsidR="00E41973" w:rsidRDefault="00F26766" w:rsidP="00F26766">
      <w:pPr>
        <w:pStyle w:val="ListContinue"/>
      </w:pPr>
      <w:r>
        <w:t xml:space="preserve">The InstallShield Wizard prepares the setup, and then displays the </w:t>
      </w:r>
      <w:r w:rsidRPr="00F26766">
        <w:rPr>
          <w:rStyle w:val="Strong"/>
        </w:rPr>
        <w:t>Installation</w:t>
      </w:r>
      <w:r>
        <w:t xml:space="preserve"> page.</w:t>
      </w:r>
    </w:p>
    <w:p w14:paraId="7E496A51" w14:textId="42A79D86" w:rsidR="00293F58" w:rsidRDefault="00293F58" w:rsidP="00F26766">
      <w:pPr>
        <w:pStyle w:val="ListContinue"/>
      </w:pPr>
      <w:r>
        <w:rPr>
          <w:noProof/>
        </w:rPr>
        <w:drawing>
          <wp:inline distT="0" distB="0" distL="0" distR="0" wp14:anchorId="33530874" wp14:editId="3A9DEEFE">
            <wp:extent cx="5022000" cy="3805200"/>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5022000" cy="3805200"/>
                    </a:xfrm>
                    <a:prstGeom prst="rect">
                      <a:avLst/>
                    </a:prstGeom>
                  </pic:spPr>
                </pic:pic>
              </a:graphicData>
            </a:graphic>
          </wp:inline>
        </w:drawing>
      </w:r>
    </w:p>
    <w:p w14:paraId="6F57BE22" w14:textId="14261544" w:rsidR="00F26766" w:rsidRDefault="00F26766" w:rsidP="00F26766">
      <w:pPr>
        <w:pStyle w:val="ListNumber"/>
      </w:pPr>
      <w:r>
        <w:t xml:space="preserve">Click </w:t>
      </w:r>
      <w:r w:rsidRPr="00F26766">
        <w:rPr>
          <w:rStyle w:val="Strong"/>
        </w:rPr>
        <w:t>Next</w:t>
      </w:r>
      <w:r>
        <w:t>.</w:t>
      </w:r>
    </w:p>
    <w:p w14:paraId="4D10BC73" w14:textId="3DD87483" w:rsidR="00F26766" w:rsidRDefault="00D1706D" w:rsidP="00F26766">
      <w:pPr>
        <w:pStyle w:val="ListNumber"/>
      </w:pPr>
      <w:r>
        <w:t xml:space="preserve">In the </w:t>
      </w:r>
      <w:r w:rsidR="004F3F6C" w:rsidRPr="004F3F6C">
        <w:rPr>
          <w:rStyle w:val="Strong"/>
        </w:rPr>
        <w:t>P2 Explorer Instance Name</w:t>
      </w:r>
      <w:r>
        <w:t xml:space="preserve"> screen, type the name of the </w:t>
      </w:r>
      <w:sdt>
        <w:sdtPr>
          <w:alias w:val="Product"/>
          <w:tag w:val="j7e7b800099f4ad4b7003f2a6724bc88"/>
          <w:id w:val="42029881"/>
          <w:lock w:val="contentLocked"/>
          <w:placeholder>
            <w:docPart w:val="99DF5707D8C444D382B25797755FB18E"/>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t xml:space="preserve"> instance.</w:t>
      </w:r>
    </w:p>
    <w:p w14:paraId="5885E794" w14:textId="1CAFEA42" w:rsidR="00212ACC" w:rsidRDefault="00212ACC" w:rsidP="00D1706D">
      <w:pPr>
        <w:pStyle w:val="ListContinue"/>
      </w:pPr>
      <w:r>
        <w:t xml:space="preserve">This is the name of the directory that will be created in the destination folder when </w:t>
      </w:r>
      <w:sdt>
        <w:sdtPr>
          <w:alias w:val="Product"/>
          <w:tag w:val="j7e7b800099f4ad4b7003f2a6724bc88"/>
          <w:id w:val="1957207148"/>
          <w:lock w:val="contentLocked"/>
          <w:placeholder>
            <w:docPart w:val="62F95312B55B41069ECAE25CF3804DD3"/>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t xml:space="preserve"> is installed.</w:t>
      </w:r>
      <w:r w:rsidR="004C7F92">
        <w:t xml:space="preserve"> Example: P2.Explorer.1</w:t>
      </w:r>
    </w:p>
    <w:p w14:paraId="33FAADD1" w14:textId="4596DA22" w:rsidR="004F3F6C" w:rsidRDefault="004F3F6C" w:rsidP="00D1706D">
      <w:pPr>
        <w:pStyle w:val="ListContinue"/>
      </w:pPr>
      <w:r>
        <w:rPr>
          <w:noProof/>
        </w:rPr>
        <w:lastRenderedPageBreak/>
        <w:drawing>
          <wp:inline distT="0" distB="0" distL="0" distR="0" wp14:anchorId="473B252A" wp14:editId="7532B805">
            <wp:extent cx="5022000" cy="3805200"/>
            <wp:effectExtent l="0" t="0" r="762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5022000" cy="3805200"/>
                    </a:xfrm>
                    <a:prstGeom prst="rect">
                      <a:avLst/>
                    </a:prstGeom>
                  </pic:spPr>
                </pic:pic>
              </a:graphicData>
            </a:graphic>
          </wp:inline>
        </w:drawing>
      </w:r>
    </w:p>
    <w:p w14:paraId="50A496C1" w14:textId="28AA999A" w:rsidR="00515E8F" w:rsidRDefault="00515E8F" w:rsidP="00515E8F">
      <w:pPr>
        <w:pStyle w:val="ListNumber"/>
      </w:pPr>
      <w:r>
        <w:t xml:space="preserve">Click </w:t>
      </w:r>
      <w:r w:rsidRPr="00515E8F">
        <w:rPr>
          <w:rStyle w:val="Strong"/>
        </w:rPr>
        <w:t>Next</w:t>
      </w:r>
      <w:r>
        <w:t>.</w:t>
      </w:r>
    </w:p>
    <w:p w14:paraId="4223CE7D" w14:textId="6B5C8CC3" w:rsidR="00515E8F" w:rsidRDefault="00515E8F" w:rsidP="00515E8F">
      <w:pPr>
        <w:pStyle w:val="ListContinue"/>
      </w:pPr>
      <w:r>
        <w:t xml:space="preserve">The </w:t>
      </w:r>
      <w:r w:rsidR="001F4408" w:rsidRPr="001F4408">
        <w:rPr>
          <w:rStyle w:val="Strong"/>
        </w:rPr>
        <w:t xml:space="preserve">P2 Explorer Database </w:t>
      </w:r>
      <w:r w:rsidRPr="00515E8F">
        <w:rPr>
          <w:rStyle w:val="Strong"/>
        </w:rPr>
        <w:t>Option</w:t>
      </w:r>
      <w:r>
        <w:t xml:space="preserve"> screen appears.</w:t>
      </w:r>
    </w:p>
    <w:p w14:paraId="58910F92" w14:textId="739FE2D7" w:rsidR="001F4408" w:rsidRDefault="001F4408" w:rsidP="00D1706D">
      <w:pPr>
        <w:pStyle w:val="ListContinue"/>
      </w:pPr>
      <w:r>
        <w:rPr>
          <w:noProof/>
        </w:rPr>
        <w:drawing>
          <wp:inline distT="0" distB="0" distL="0" distR="0" wp14:anchorId="57CE5501" wp14:editId="729875D8">
            <wp:extent cx="4690800" cy="3553200"/>
            <wp:effectExtent l="0" t="0" r="0"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4690800" cy="3553200"/>
                    </a:xfrm>
                    <a:prstGeom prst="rect">
                      <a:avLst/>
                    </a:prstGeom>
                  </pic:spPr>
                </pic:pic>
              </a:graphicData>
            </a:graphic>
          </wp:inline>
        </w:drawing>
      </w:r>
    </w:p>
    <w:p w14:paraId="553852CA" w14:textId="388776AA" w:rsidR="00515E8F" w:rsidRDefault="00515E8F" w:rsidP="00515E8F">
      <w:pPr>
        <w:pStyle w:val="ListNumber"/>
      </w:pPr>
      <w:r>
        <w:t xml:space="preserve">For fresh installations, choose </w:t>
      </w:r>
      <w:r w:rsidRPr="00515E8F">
        <w:rPr>
          <w:rStyle w:val="Strong"/>
        </w:rPr>
        <w:t>Create Database</w:t>
      </w:r>
      <w:r>
        <w:t xml:space="preserve">, and then click </w:t>
      </w:r>
      <w:r w:rsidRPr="00515E8F">
        <w:rPr>
          <w:rStyle w:val="Strong"/>
        </w:rPr>
        <w:t>Next</w:t>
      </w:r>
      <w:r>
        <w:t>.</w:t>
      </w:r>
    </w:p>
    <w:p w14:paraId="12CBBEB5" w14:textId="2F544959" w:rsidR="00005DCA" w:rsidRDefault="00005DCA" w:rsidP="00005DCA">
      <w:pPr>
        <w:pStyle w:val="ListNote"/>
      </w:pPr>
      <w:r w:rsidRPr="00005DCA">
        <w:rPr>
          <w:rStyle w:val="NoteLabel"/>
        </w:rPr>
        <w:t>Note</w:t>
      </w:r>
      <w:r>
        <w:t xml:space="preserve">: If you have chosen </w:t>
      </w:r>
      <w:r w:rsidRPr="00005DCA">
        <w:rPr>
          <w:rStyle w:val="Strong"/>
        </w:rPr>
        <w:t>Do not select a database</w:t>
      </w:r>
      <w:r>
        <w:t xml:space="preserve">, you must manually create the database after installation. See </w:t>
      </w:r>
      <w:hyperlink w:anchor="_Appendix_A._Installing" w:history="1">
        <w:r w:rsidRPr="00005DCA">
          <w:rPr>
            <w:rStyle w:val="Hyperlink"/>
          </w:rPr>
          <w:t>Appendix A</w:t>
        </w:r>
      </w:hyperlink>
      <w:r>
        <w:t xml:space="preserve"> for details.</w:t>
      </w:r>
    </w:p>
    <w:p w14:paraId="301C52B4" w14:textId="499D7D89" w:rsidR="002D3EB1" w:rsidRDefault="002D3EB1" w:rsidP="002D3EB1">
      <w:pPr>
        <w:pStyle w:val="ListContinue"/>
      </w:pPr>
      <w:r>
        <w:lastRenderedPageBreak/>
        <w:t xml:space="preserve">The </w:t>
      </w:r>
      <w:r w:rsidRPr="002D3EB1">
        <w:rPr>
          <w:rStyle w:val="Strong"/>
        </w:rPr>
        <w:t>Database Server Login</w:t>
      </w:r>
      <w:r>
        <w:t xml:space="preserve"> screen appears.</w:t>
      </w:r>
    </w:p>
    <w:p w14:paraId="40CB19B3" w14:textId="5587FAAE" w:rsidR="00E210CC" w:rsidRDefault="00E210CC" w:rsidP="00D1706D">
      <w:pPr>
        <w:pStyle w:val="ListContinue"/>
      </w:pPr>
      <w:r>
        <w:rPr>
          <w:noProof/>
        </w:rPr>
        <w:drawing>
          <wp:inline distT="0" distB="0" distL="0" distR="0" wp14:anchorId="5CA8BC47" wp14:editId="53CA5788">
            <wp:extent cx="4690800" cy="3553200"/>
            <wp:effectExtent l="0" t="0" r="0" b="9525"/>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4690800" cy="3553200"/>
                    </a:xfrm>
                    <a:prstGeom prst="rect">
                      <a:avLst/>
                    </a:prstGeom>
                  </pic:spPr>
                </pic:pic>
              </a:graphicData>
            </a:graphic>
          </wp:inline>
        </w:drawing>
      </w:r>
    </w:p>
    <w:p w14:paraId="55402481" w14:textId="691ACF45" w:rsidR="00B555F6" w:rsidRDefault="00DE4054" w:rsidP="00DE4054">
      <w:pPr>
        <w:pStyle w:val="ListNumber"/>
      </w:pPr>
      <w:r>
        <w:t xml:space="preserve">Specify the </w:t>
      </w:r>
      <w:r w:rsidR="00B555F6">
        <w:t>following</w:t>
      </w:r>
      <w:r w:rsidR="00ED6057">
        <w:t xml:space="preserve"> (refer to </w:t>
      </w:r>
      <w:hyperlink w:anchor="_Database_Information" w:history="1">
        <w:r w:rsidR="00ED6057" w:rsidRPr="00ED6057">
          <w:rPr>
            <w:rStyle w:val="Hyperlink"/>
          </w:rPr>
          <w:t>Database Information</w:t>
        </w:r>
      </w:hyperlink>
      <w:r w:rsidR="00ED6057">
        <w:t>)</w:t>
      </w:r>
      <w:r w:rsidR="00B555F6">
        <w:t>:</w:t>
      </w:r>
    </w:p>
    <w:p w14:paraId="747F3796" w14:textId="78FDA9A4" w:rsidR="00515E8F" w:rsidRPr="00B555F6" w:rsidRDefault="00B555F6" w:rsidP="00B555F6">
      <w:pPr>
        <w:pStyle w:val="ListContinue"/>
        <w:rPr>
          <w:rStyle w:val="Strong"/>
        </w:rPr>
      </w:pPr>
      <w:r w:rsidRPr="00B555F6">
        <w:rPr>
          <w:rStyle w:val="Strong"/>
        </w:rPr>
        <w:t>D</w:t>
      </w:r>
      <w:r w:rsidR="00DE4054" w:rsidRPr="00B555F6">
        <w:rPr>
          <w:rStyle w:val="Strong"/>
        </w:rPr>
        <w:t>ataba</w:t>
      </w:r>
      <w:r w:rsidRPr="00B555F6">
        <w:rPr>
          <w:rStyle w:val="Strong"/>
        </w:rPr>
        <w:t>se server you are installing to</w:t>
      </w:r>
      <w:r w:rsidR="00DE4054" w:rsidRPr="006A7AEB">
        <w:t>:</w:t>
      </w:r>
    </w:p>
    <w:p w14:paraId="346EB19A" w14:textId="34BFE43D" w:rsidR="00DE4054" w:rsidRDefault="00DE4054" w:rsidP="00DE4054">
      <w:pPr>
        <w:pStyle w:val="ListBullet2Condensed"/>
      </w:pPr>
      <w:r>
        <w:t>Typ</w:t>
      </w:r>
      <w:r w:rsidR="00B555F6">
        <w:t>e in the name of the database</w:t>
      </w:r>
      <w:r w:rsidR="00AB2F39">
        <w:t xml:space="preserve"> server</w:t>
      </w:r>
      <w:r w:rsidR="004E0508">
        <w:t xml:space="preserve"> </w:t>
      </w:r>
      <w:r w:rsidR="00B555F6">
        <w:t>; or</w:t>
      </w:r>
    </w:p>
    <w:p w14:paraId="3B728B6E" w14:textId="25CEF56E" w:rsidR="00DE4054" w:rsidRDefault="00DE4054" w:rsidP="00DE4054">
      <w:pPr>
        <w:pStyle w:val="ListBullet2Condensed"/>
      </w:pPr>
      <w:r>
        <w:t>Select the name from the drop-down list.</w:t>
      </w:r>
      <w:r w:rsidR="00B555F6">
        <w:t xml:space="preserve"> You can choose (local) if the database is to installed on the same machine as the web server; or</w:t>
      </w:r>
    </w:p>
    <w:p w14:paraId="40FFB9A8" w14:textId="0CBB8B34" w:rsidR="00DE4054" w:rsidRDefault="00DE4054" w:rsidP="00DE4054">
      <w:pPr>
        <w:pStyle w:val="ListBullet2Condensed"/>
      </w:pPr>
      <w:r>
        <w:t xml:space="preserve">Click </w:t>
      </w:r>
      <w:r w:rsidRPr="00DE4054">
        <w:rPr>
          <w:rStyle w:val="Strong"/>
        </w:rPr>
        <w:t>Browse</w:t>
      </w:r>
      <w:r>
        <w:t xml:space="preserve"> to select the database.</w:t>
      </w:r>
    </w:p>
    <w:p w14:paraId="322103D0" w14:textId="0309D657" w:rsidR="00DE4054" w:rsidRDefault="00B555F6" w:rsidP="00B555F6">
      <w:pPr>
        <w:pStyle w:val="ListContinue"/>
        <w:rPr>
          <w:rStyle w:val="Strong"/>
        </w:rPr>
      </w:pPr>
      <w:r w:rsidRPr="00B555F6">
        <w:rPr>
          <w:rStyle w:val="Strong"/>
        </w:rPr>
        <w:t>Connect Using</w:t>
      </w:r>
      <w:r w:rsidRPr="006A7AEB">
        <w:t>:</w:t>
      </w:r>
    </w:p>
    <w:p w14:paraId="1E08D878" w14:textId="19B717B9" w:rsidR="00BB15D7" w:rsidRPr="00BB15D7" w:rsidRDefault="00BB15D7" w:rsidP="00B555F6">
      <w:pPr>
        <w:pStyle w:val="ListContinue"/>
      </w:pPr>
      <w:r w:rsidRPr="00BB15D7">
        <w:t xml:space="preserve">This is the </w:t>
      </w:r>
      <w:r>
        <w:t>authentication method used to log in to the database.</w:t>
      </w:r>
    </w:p>
    <w:p w14:paraId="379BFF7B" w14:textId="1893F555" w:rsidR="00DE4054" w:rsidRDefault="00477DE1" w:rsidP="00477DE1">
      <w:pPr>
        <w:pStyle w:val="ListBullet2"/>
      </w:pPr>
      <w:r>
        <w:t>Windows authentication</w:t>
      </w:r>
      <w:r w:rsidR="00CD22E1">
        <w:t>; or</w:t>
      </w:r>
    </w:p>
    <w:p w14:paraId="74B67C12" w14:textId="1187E1F4" w:rsidR="00CD22E1" w:rsidRDefault="00CD22E1" w:rsidP="00CD22E1">
      <w:pPr>
        <w:pStyle w:val="ListNote"/>
        <w:tabs>
          <w:tab w:val="clear" w:pos="567"/>
        </w:tabs>
        <w:ind w:left="1134"/>
      </w:pPr>
      <w:r w:rsidRPr="00005DCA">
        <w:rPr>
          <w:rStyle w:val="NoteLabel"/>
        </w:rPr>
        <w:t>Note</w:t>
      </w:r>
      <w:r>
        <w:t xml:space="preserve">: If you choose Windows Authentication, you must manually update the password in the web.config file after installation, using the Password Encryption utility. See </w:t>
      </w:r>
      <w:hyperlink w:anchor="_Appendix_A._Installing" w:history="1">
        <w:r w:rsidRPr="00005DCA">
          <w:rPr>
            <w:rStyle w:val="Hyperlink"/>
          </w:rPr>
          <w:t>Appendix A</w:t>
        </w:r>
      </w:hyperlink>
      <w:r>
        <w:t xml:space="preserve"> for details.</w:t>
      </w:r>
    </w:p>
    <w:p w14:paraId="736B1F68" w14:textId="0A0F43FA" w:rsidR="00477DE1" w:rsidRDefault="00477DE1" w:rsidP="00477DE1">
      <w:pPr>
        <w:pStyle w:val="ListBullet2"/>
      </w:pPr>
      <w:r>
        <w:t>SQL Server authentication.</w:t>
      </w:r>
      <w:r w:rsidR="00ED32CA">
        <w:t xml:space="preserve"> If this is selected, provide the DBA user name and password.</w:t>
      </w:r>
    </w:p>
    <w:p w14:paraId="76A4DF02" w14:textId="694C8E7C" w:rsidR="00DE4054" w:rsidRPr="00BB15D7" w:rsidRDefault="00BB15D7" w:rsidP="00D1706D">
      <w:pPr>
        <w:pStyle w:val="ListContinue"/>
        <w:rPr>
          <w:rStyle w:val="Strong"/>
        </w:rPr>
      </w:pPr>
      <w:r w:rsidRPr="00BB15D7">
        <w:rPr>
          <w:rStyle w:val="Strong"/>
        </w:rPr>
        <w:t>Name of database catalog</w:t>
      </w:r>
      <w:r w:rsidRPr="006A7AEB">
        <w:t>:</w:t>
      </w:r>
    </w:p>
    <w:p w14:paraId="2E0C3AF3" w14:textId="17033E6A" w:rsidR="00DE4054" w:rsidRDefault="00ED6057" w:rsidP="00D1706D">
      <w:pPr>
        <w:pStyle w:val="ListContinue"/>
      </w:pPr>
      <w:r>
        <w:t>Type a name for the new catalog to be created</w:t>
      </w:r>
      <w:r w:rsidR="00BB15D7">
        <w:t>.</w:t>
      </w:r>
    </w:p>
    <w:p w14:paraId="263E536C" w14:textId="6252248B" w:rsidR="00DE4054" w:rsidRDefault="00BB15D7" w:rsidP="00BB15D7">
      <w:pPr>
        <w:pStyle w:val="ListNumber"/>
      </w:pPr>
      <w:r>
        <w:t xml:space="preserve">Click </w:t>
      </w:r>
      <w:r w:rsidRPr="00BB15D7">
        <w:rPr>
          <w:rStyle w:val="Strong"/>
        </w:rPr>
        <w:t>Next</w:t>
      </w:r>
      <w:r>
        <w:t>.</w:t>
      </w:r>
    </w:p>
    <w:p w14:paraId="4B812931" w14:textId="1349036E" w:rsidR="004C7F92" w:rsidRDefault="004C7F92" w:rsidP="00D1706D">
      <w:pPr>
        <w:pStyle w:val="ListContinue"/>
      </w:pPr>
      <w:r>
        <w:rPr>
          <w:noProof/>
        </w:rPr>
        <w:lastRenderedPageBreak/>
        <w:drawing>
          <wp:inline distT="0" distB="0" distL="0" distR="0" wp14:anchorId="73155605" wp14:editId="319767A3">
            <wp:extent cx="5022000" cy="3805200"/>
            <wp:effectExtent l="0" t="0" r="7620" b="508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5022000" cy="3805200"/>
                    </a:xfrm>
                    <a:prstGeom prst="rect">
                      <a:avLst/>
                    </a:prstGeom>
                  </pic:spPr>
                </pic:pic>
              </a:graphicData>
            </a:graphic>
          </wp:inline>
        </w:drawing>
      </w:r>
    </w:p>
    <w:p w14:paraId="13640DFE" w14:textId="3DAF22D5" w:rsidR="00AA2AB2" w:rsidRDefault="00AA2AB2" w:rsidP="00D1706D">
      <w:pPr>
        <w:pStyle w:val="ListContinue"/>
      </w:pPr>
      <w:r>
        <w:t xml:space="preserve">By default, </w:t>
      </w:r>
      <w:sdt>
        <w:sdtPr>
          <w:alias w:val="Product"/>
          <w:tag w:val="j7e7b800099f4ad4b7003f2a6724bc88"/>
          <w:id w:val="-1718505939"/>
          <w:lock w:val="contentLocked"/>
          <w:placeholder>
            <w:docPart w:val="4D8DC5C49C904B24BD6286B2C7306B16"/>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t xml:space="preserve"> installs to </w:t>
      </w:r>
      <w:r w:rsidRPr="00AA2AB2">
        <w:rPr>
          <w:rStyle w:val="CodeFragment"/>
        </w:rPr>
        <w:t>C:\P2\</w:t>
      </w:r>
      <w:r w:rsidR="004C7F92">
        <w:rPr>
          <w:rStyle w:val="CodeFragment"/>
        </w:rPr>
        <w:t>P2.Explorer\P2.Explorer</w:t>
      </w:r>
      <w:r>
        <w:t>.</w:t>
      </w:r>
    </w:p>
    <w:p w14:paraId="62D26D11" w14:textId="5355B5C2" w:rsidR="004C7F92" w:rsidRDefault="004C7F92" w:rsidP="00D1706D">
      <w:pPr>
        <w:pStyle w:val="ListContinue"/>
      </w:pPr>
      <w:r>
        <w:t>The last folder will be named the same as the instance name specified in point 4 above.</w:t>
      </w:r>
    </w:p>
    <w:p w14:paraId="2AA1ABAD" w14:textId="512F125A" w:rsidR="00AA2AB2" w:rsidRDefault="00AA2AB2" w:rsidP="00AA2AB2">
      <w:pPr>
        <w:pStyle w:val="ListNumber"/>
      </w:pPr>
      <w:r>
        <w:t xml:space="preserve">Click </w:t>
      </w:r>
      <w:r w:rsidRPr="00AA2AB2">
        <w:rPr>
          <w:rStyle w:val="Strong"/>
        </w:rPr>
        <w:t>Change</w:t>
      </w:r>
      <w:r>
        <w:t xml:space="preserve"> to select a different destination folder, if required.</w:t>
      </w:r>
    </w:p>
    <w:p w14:paraId="23BAAE6F" w14:textId="56C893A4" w:rsidR="004C7F92" w:rsidRDefault="004C7F92" w:rsidP="004C7F92">
      <w:pPr>
        <w:pStyle w:val="ListNote"/>
      </w:pPr>
      <w:r w:rsidRPr="004C7F92">
        <w:rPr>
          <w:rStyle w:val="NoteLabel"/>
        </w:rPr>
        <w:t>Note</w:t>
      </w:r>
      <w:r>
        <w:t>: This will overwrite the instance name.</w:t>
      </w:r>
    </w:p>
    <w:p w14:paraId="2F78B32D" w14:textId="447E84D0" w:rsidR="001A2B9C" w:rsidRDefault="001A2B9C" w:rsidP="00AA2AB2">
      <w:pPr>
        <w:pStyle w:val="ListNumber"/>
      </w:pPr>
      <w:r>
        <w:t xml:space="preserve">Click </w:t>
      </w:r>
      <w:r w:rsidRPr="001A2B9C">
        <w:rPr>
          <w:rStyle w:val="Strong"/>
        </w:rPr>
        <w:t>Next</w:t>
      </w:r>
      <w:r>
        <w:t>.</w:t>
      </w:r>
    </w:p>
    <w:p w14:paraId="25E351FF" w14:textId="77777777" w:rsidR="006948D1" w:rsidRDefault="008074EE" w:rsidP="008074EE">
      <w:pPr>
        <w:pStyle w:val="ListNumber"/>
      </w:pPr>
      <w:r>
        <w:t>In the next screen</w:t>
      </w:r>
      <w:r w:rsidR="006948D1">
        <w:t>, complete the following:</w:t>
      </w:r>
    </w:p>
    <w:p w14:paraId="3CF0FAEC" w14:textId="358743E3" w:rsidR="008074EE" w:rsidRDefault="008074EE" w:rsidP="00CA4E97">
      <w:pPr>
        <w:pStyle w:val="ListContinue"/>
      </w:pPr>
      <w:r w:rsidRPr="008074EE">
        <w:rPr>
          <w:rStyle w:val="Strong"/>
        </w:rPr>
        <w:t>Website Name</w:t>
      </w:r>
      <w:r w:rsidR="006948D1">
        <w:t xml:space="preserve">: Select the website </w:t>
      </w:r>
      <w:r w:rsidR="009E312A">
        <w:t>from the drop-down list</w:t>
      </w:r>
      <w:r w:rsidR="0061126B">
        <w:t xml:space="preserve">. E.g. </w:t>
      </w:r>
      <w:r w:rsidR="001E6F79">
        <w:t>Default WebSite.</w:t>
      </w:r>
    </w:p>
    <w:p w14:paraId="7B598D1B" w14:textId="0BE598DF" w:rsidR="006948D1" w:rsidRDefault="006948D1" w:rsidP="00CA4E97">
      <w:pPr>
        <w:pStyle w:val="ListContinue"/>
      </w:pPr>
      <w:r>
        <w:rPr>
          <w:rStyle w:val="Strong"/>
        </w:rPr>
        <w:t>Application Pool</w:t>
      </w:r>
      <w:r w:rsidRPr="006948D1">
        <w:t>:</w:t>
      </w:r>
      <w:r>
        <w:t xml:space="preserve"> Select an existing name from the drop-down list, or select the </w:t>
      </w:r>
      <w:r w:rsidRPr="006948D1">
        <w:rPr>
          <w:rStyle w:val="Strong"/>
        </w:rPr>
        <w:t>Create AppPool</w:t>
      </w:r>
      <w:r>
        <w:t xml:space="preserve"> check box and type the name of a new application pool in the empty text box.</w:t>
      </w:r>
    </w:p>
    <w:p w14:paraId="2AA1F6F8" w14:textId="32435D74" w:rsidR="00452F3A" w:rsidRDefault="00452F3A" w:rsidP="00D1706D">
      <w:pPr>
        <w:pStyle w:val="ListContinue"/>
      </w:pPr>
      <w:r>
        <w:rPr>
          <w:noProof/>
        </w:rPr>
        <w:lastRenderedPageBreak/>
        <w:drawing>
          <wp:inline distT="0" distB="0" distL="0" distR="0" wp14:anchorId="5D64FC83" wp14:editId="2C005D19">
            <wp:extent cx="5022000" cy="3805200"/>
            <wp:effectExtent l="0" t="0" r="762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5022000" cy="3805200"/>
                    </a:xfrm>
                    <a:prstGeom prst="rect">
                      <a:avLst/>
                    </a:prstGeom>
                  </pic:spPr>
                </pic:pic>
              </a:graphicData>
            </a:graphic>
          </wp:inline>
        </w:drawing>
      </w:r>
    </w:p>
    <w:p w14:paraId="0852622B" w14:textId="43943C59" w:rsidR="008074EE" w:rsidRDefault="008074EE" w:rsidP="008074EE">
      <w:pPr>
        <w:pStyle w:val="ListNumber"/>
      </w:pPr>
      <w:r>
        <w:t xml:space="preserve">Click </w:t>
      </w:r>
      <w:r w:rsidRPr="008074EE">
        <w:rPr>
          <w:rStyle w:val="Strong"/>
        </w:rPr>
        <w:t>Next</w:t>
      </w:r>
      <w:r>
        <w:t>.</w:t>
      </w:r>
    </w:p>
    <w:p w14:paraId="0895C804" w14:textId="606FF9FB" w:rsidR="001E11DD" w:rsidRDefault="001E11DD" w:rsidP="00D1706D">
      <w:pPr>
        <w:pStyle w:val="ListContinue"/>
      </w:pPr>
      <w:r>
        <w:rPr>
          <w:noProof/>
        </w:rPr>
        <w:drawing>
          <wp:inline distT="0" distB="0" distL="0" distR="0" wp14:anchorId="42D600DA" wp14:editId="67DC868C">
            <wp:extent cx="5022000" cy="3805200"/>
            <wp:effectExtent l="0" t="0" r="7620" b="508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5022000" cy="3805200"/>
                    </a:xfrm>
                    <a:prstGeom prst="rect">
                      <a:avLst/>
                    </a:prstGeom>
                  </pic:spPr>
                </pic:pic>
              </a:graphicData>
            </a:graphic>
          </wp:inline>
        </w:drawing>
      </w:r>
    </w:p>
    <w:p w14:paraId="20C43A26" w14:textId="50FA5025" w:rsidR="00AA2AB2" w:rsidRDefault="00635B32" w:rsidP="00635B32">
      <w:pPr>
        <w:pStyle w:val="ListNumber"/>
      </w:pPr>
      <w:r>
        <w:t xml:space="preserve">Click </w:t>
      </w:r>
      <w:r w:rsidRPr="00635B32">
        <w:rPr>
          <w:rStyle w:val="Strong"/>
        </w:rPr>
        <w:t>Install</w:t>
      </w:r>
      <w:r>
        <w:t>.</w:t>
      </w:r>
    </w:p>
    <w:p w14:paraId="545EB95F" w14:textId="30F823AF" w:rsidR="00635B32" w:rsidRDefault="0011541D" w:rsidP="00D1706D">
      <w:pPr>
        <w:pStyle w:val="ListContinue"/>
      </w:pPr>
      <w:sdt>
        <w:sdtPr>
          <w:alias w:val="Product"/>
          <w:tag w:val="j7e7b800099f4ad4b7003f2a6724bc88"/>
          <w:id w:val="-541513053"/>
          <w:lock w:val="contentLocked"/>
          <w:placeholder>
            <w:docPart w:val="2CF0DAC3611F40BCA7054A7CFCAF9B41"/>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rsidR="003E24F4" w:rsidRPr="00903251">
        <w:t xml:space="preserve"> installs.</w:t>
      </w:r>
      <w:r w:rsidR="00903251" w:rsidRPr="00903251">
        <w:t xml:space="preserve"> The installation will usually only take a </w:t>
      </w:r>
      <w:r w:rsidR="00903251">
        <w:t>few seconds</w:t>
      </w:r>
      <w:r w:rsidR="00903251" w:rsidRPr="00903251">
        <w:t xml:space="preserve">. </w:t>
      </w:r>
    </w:p>
    <w:p w14:paraId="406206AB" w14:textId="58AFCF30" w:rsidR="008536F1" w:rsidRDefault="008536F1" w:rsidP="003E24F4">
      <w:pPr>
        <w:pStyle w:val="ListNumber"/>
      </w:pPr>
      <w:r>
        <w:t xml:space="preserve">When the installer has finished, click </w:t>
      </w:r>
      <w:r w:rsidRPr="003E24F4">
        <w:rPr>
          <w:rStyle w:val="Strong"/>
        </w:rPr>
        <w:t>Finish</w:t>
      </w:r>
      <w:r w:rsidRPr="008536F1">
        <w:t xml:space="preserve"> to close the wizard</w:t>
      </w:r>
      <w:r>
        <w:t>.</w:t>
      </w:r>
    </w:p>
    <w:p w14:paraId="6E3BBD50" w14:textId="77777777" w:rsidR="00CB1CAF" w:rsidRPr="00E83A3E" w:rsidRDefault="00CB1CAF" w:rsidP="000E76B9">
      <w:pPr>
        <w:pStyle w:val="HelpHeading"/>
      </w:pPr>
      <w:r w:rsidRPr="00E83A3E">
        <w:lastRenderedPageBreak/>
        <w:t>File Directory Structure</w:t>
      </w:r>
    </w:p>
    <w:p w14:paraId="6E3BBD51" w14:textId="02D8645D" w:rsidR="00CB1CAF" w:rsidRPr="00E83A3E" w:rsidRDefault="00CB1CAF" w:rsidP="00F669E6">
      <w:pPr>
        <w:pStyle w:val="BodyText"/>
      </w:pPr>
      <w:r w:rsidRPr="00E83A3E">
        <w:t xml:space="preserve">When you install </w:t>
      </w:r>
      <w:sdt>
        <w:sdtPr>
          <w:alias w:val="Product"/>
          <w:tag w:val="j7e7b800099f4ad4b7003f2a6724bc88"/>
          <w:id w:val="1297035929"/>
          <w:lock w:val="contentLocked"/>
          <w:placeholder>
            <w:docPart w:val="2EEF73B52DCE4E0881E00C3F39CA9AC5"/>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E83A3E">
            <w:t>P2 Explorer</w:t>
          </w:r>
        </w:sdtContent>
      </w:sdt>
      <w:r w:rsidRPr="00E83A3E">
        <w:t>, the following default file directory structure is created on your computer:</w:t>
      </w:r>
    </w:p>
    <w:p w14:paraId="6E3BBD52" w14:textId="12C48F4D" w:rsidR="00CB1CAF" w:rsidRDefault="00CB1CAF" w:rsidP="00CB1CAF">
      <w:pPr>
        <w:pStyle w:val="Code"/>
        <w:rPr>
          <w:rStyle w:val="CodeFragment"/>
        </w:rPr>
      </w:pPr>
      <w:r w:rsidRPr="00E83A3E">
        <w:rPr>
          <w:rStyle w:val="CodeFragment"/>
        </w:rPr>
        <w:t>..</w:t>
      </w:r>
      <w:r w:rsidR="00E624F9" w:rsidRPr="00E83A3E">
        <w:rPr>
          <w:rStyle w:val="CodeFragment"/>
        </w:rPr>
        <w:t>P2</w:t>
      </w:r>
    </w:p>
    <w:p w14:paraId="09C7D329" w14:textId="65BA45F5" w:rsidR="004E58E1" w:rsidRPr="00E83A3E" w:rsidRDefault="004E58E1" w:rsidP="00CB1CAF">
      <w:pPr>
        <w:pStyle w:val="Code"/>
        <w:rPr>
          <w:rStyle w:val="CodeFragment"/>
        </w:rPr>
      </w:pPr>
      <w:r>
        <w:rPr>
          <w:rStyle w:val="CodeFragment"/>
        </w:rPr>
        <w:tab/>
        <w:t xml:space="preserve">| </w:t>
      </w:r>
      <w:r w:rsidR="00A53530">
        <w:rPr>
          <w:rStyle w:val="CodeFragment"/>
        </w:rPr>
        <w:t>P2.Explorer</w:t>
      </w:r>
    </w:p>
    <w:p w14:paraId="6E3BBD53" w14:textId="361AC356" w:rsidR="00CB1CAF" w:rsidRPr="00E83A3E" w:rsidRDefault="004E58E1" w:rsidP="00CB1CAF">
      <w:pPr>
        <w:pStyle w:val="Code"/>
        <w:rPr>
          <w:rStyle w:val="CodeFragment"/>
        </w:rPr>
      </w:pPr>
      <w:r>
        <w:rPr>
          <w:rStyle w:val="CodeFragment"/>
        </w:rPr>
        <w:tab/>
      </w:r>
      <w:r w:rsidR="00CB1CAF" w:rsidRPr="00E83A3E">
        <w:rPr>
          <w:rStyle w:val="CodeFragment"/>
        </w:rPr>
        <w:tab/>
        <w:t xml:space="preserve">| </w:t>
      </w:r>
      <w:r w:rsidR="00212ACC" w:rsidRPr="00E83A3E">
        <w:rPr>
          <w:rStyle w:val="CodeFragment"/>
        </w:rPr>
        <w:t>P2.Explorer</w:t>
      </w:r>
      <w:r w:rsidR="00EB2E70">
        <w:rPr>
          <w:rStyle w:val="CodeFragment"/>
        </w:rPr>
        <w:tab/>
      </w:r>
      <w:r w:rsidR="00A53530">
        <w:rPr>
          <w:rStyle w:val="CodeFragment"/>
        </w:rPr>
        <w:tab/>
      </w:r>
      <w:r w:rsidR="00EB2E70">
        <w:rPr>
          <w:rStyle w:val="CodeFragment"/>
        </w:rPr>
        <w:tab/>
        <w:t>\\ Instance name</w:t>
      </w:r>
    </w:p>
    <w:p w14:paraId="7BD9F270" w14:textId="77777777" w:rsidR="00F669E6" w:rsidRDefault="00F669E6" w:rsidP="00F669E6">
      <w:pPr>
        <w:pStyle w:val="BodyText"/>
      </w:pPr>
      <w:bookmarkStart w:id="108" w:name="_Step_5._Connect"/>
      <w:bookmarkStart w:id="109" w:name="_Step_5._Update"/>
      <w:bookmarkStart w:id="110" w:name="_Ref395519629"/>
      <w:bookmarkEnd w:id="108"/>
      <w:bookmarkEnd w:id="109"/>
    </w:p>
    <w:p w14:paraId="6E3BBD59" w14:textId="6E63C581" w:rsidR="00132439" w:rsidRDefault="000E76B9" w:rsidP="00BD62B3">
      <w:pPr>
        <w:pStyle w:val="Heading3"/>
      </w:pPr>
      <w:bookmarkStart w:id="111" w:name="_Step_4._Update"/>
      <w:bookmarkStart w:id="112" w:name="_Toc399510918"/>
      <w:bookmarkEnd w:id="111"/>
      <w:r w:rsidRPr="00DF7D63">
        <w:t xml:space="preserve">Step </w:t>
      </w:r>
      <w:r w:rsidR="0041082D">
        <w:t>4</w:t>
      </w:r>
      <w:r w:rsidR="00A0097D" w:rsidRPr="00DF7D63">
        <w:t>.</w:t>
      </w:r>
      <w:r w:rsidRPr="00DF7D63">
        <w:t xml:space="preserve"> </w:t>
      </w:r>
      <w:r w:rsidR="004F6C13">
        <w:t>Update the Configuration File</w:t>
      </w:r>
      <w:bookmarkEnd w:id="110"/>
      <w:bookmarkEnd w:id="112"/>
    </w:p>
    <w:p w14:paraId="428EFA7C" w14:textId="452762B7" w:rsidR="00E83A3E" w:rsidRDefault="004F6C13" w:rsidP="00E83A3E">
      <w:pPr>
        <w:pStyle w:val="BodyText"/>
      </w:pPr>
      <w:r>
        <w:t xml:space="preserve">You will need to update the configuration file to </w:t>
      </w:r>
      <w:r w:rsidR="0095402E">
        <w:t xml:space="preserve">connect to P2 Server </w:t>
      </w:r>
      <w:r>
        <w:t>and P2 Security. T</w:t>
      </w:r>
      <w:r w:rsidR="00CC46AA">
        <w:t xml:space="preserve">he </w:t>
      </w:r>
      <w:r w:rsidR="00CC46AA" w:rsidRPr="00CC46AA">
        <w:rPr>
          <w:rStyle w:val="Strong"/>
        </w:rPr>
        <w:t>web.config</w:t>
      </w:r>
      <w:r w:rsidR="00CC46AA">
        <w:t xml:space="preserve"> file</w:t>
      </w:r>
      <w:r>
        <w:t xml:space="preserve"> is</w:t>
      </w:r>
      <w:r w:rsidR="00CC46AA">
        <w:t xml:space="preserve"> located</w:t>
      </w:r>
      <w:r w:rsidR="00FB0D5F">
        <w:t xml:space="preserve"> (by default)</w:t>
      </w:r>
      <w:r w:rsidR="00CC46AA">
        <w:t xml:space="preserve"> at:</w:t>
      </w:r>
    </w:p>
    <w:p w14:paraId="37E97DC7" w14:textId="3BA3A4E0" w:rsidR="00CC46AA" w:rsidRPr="00FB0D5F" w:rsidRDefault="00FB0D5F" w:rsidP="00E83A3E">
      <w:pPr>
        <w:pStyle w:val="BodyText"/>
        <w:rPr>
          <w:rStyle w:val="CodeFragment"/>
        </w:rPr>
      </w:pPr>
      <w:r w:rsidRPr="00FB0D5F">
        <w:rPr>
          <w:rStyle w:val="CodeFragment"/>
        </w:rPr>
        <w:t>C:\P2\P2.Explorer</w:t>
      </w:r>
    </w:p>
    <w:p w14:paraId="0E7326E9" w14:textId="72A881B2" w:rsidR="002C0352" w:rsidRDefault="002C0352" w:rsidP="002C0352">
      <w:pPr>
        <w:pStyle w:val="Note"/>
      </w:pPr>
      <w:r w:rsidRPr="002C0352">
        <w:rPr>
          <w:rStyle w:val="NoteLabel"/>
        </w:rPr>
        <w:t>Note</w:t>
      </w:r>
      <w:r>
        <w:t>: If P2 Server is not yet installed, you should return to this step after P2 Server has been installed.</w:t>
      </w:r>
    </w:p>
    <w:p w14:paraId="382970D4" w14:textId="272EF8CA" w:rsidR="0095402E" w:rsidRDefault="00CC46AA" w:rsidP="00773C91">
      <w:pPr>
        <w:pStyle w:val="ListNumber"/>
        <w:numPr>
          <w:ilvl w:val="0"/>
          <w:numId w:val="20"/>
        </w:numPr>
      </w:pPr>
      <w:r>
        <w:t>Using a text editor, o</w:t>
      </w:r>
      <w:r w:rsidR="0095402E">
        <w:t xml:space="preserve">pen </w:t>
      </w:r>
      <w:r>
        <w:t xml:space="preserve">the </w:t>
      </w:r>
      <w:r w:rsidRPr="00CC46AA">
        <w:rPr>
          <w:rStyle w:val="Strong"/>
        </w:rPr>
        <w:t>web.config</w:t>
      </w:r>
      <w:r>
        <w:t xml:space="preserve"> file. </w:t>
      </w:r>
    </w:p>
    <w:p w14:paraId="05D76EAB" w14:textId="4EF033D1" w:rsidR="005847EA" w:rsidRDefault="005847EA" w:rsidP="0010351C">
      <w:pPr>
        <w:pStyle w:val="ListNumber"/>
      </w:pPr>
      <w:r>
        <w:t xml:space="preserve">Update the following settings, so that they match the P2 Server URLs listed in the </w:t>
      </w:r>
      <w:hyperlink w:anchor="_URLs" w:history="1">
        <w:r w:rsidRPr="005847EA">
          <w:rPr>
            <w:rStyle w:val="Hyperlink"/>
          </w:rPr>
          <w:t>Required Information</w:t>
        </w:r>
      </w:hyperlink>
      <w:r>
        <w:t xml:space="preserve"> section.</w:t>
      </w:r>
    </w:p>
    <w:p w14:paraId="2BE70140" w14:textId="2FBBC63F" w:rsidR="00941308" w:rsidRDefault="005847EA" w:rsidP="00941308">
      <w:pPr>
        <w:pStyle w:val="ListContinue"/>
      </w:pPr>
      <w:r w:rsidRPr="005847EA">
        <w:rPr>
          <w:rStyle w:val="Strong"/>
        </w:rPr>
        <w:t>ServerAPIUrl</w:t>
      </w:r>
      <w:r w:rsidR="00941308">
        <w:t>: The URL used to connect to P2 Server.</w:t>
      </w:r>
    </w:p>
    <w:p w14:paraId="5827CDCA" w14:textId="1F868600" w:rsidR="00941308" w:rsidRDefault="005847EA" w:rsidP="00941308">
      <w:pPr>
        <w:pStyle w:val="ListContinue"/>
      </w:pPr>
      <w:r w:rsidRPr="005847EA">
        <w:rPr>
          <w:rStyle w:val="Strong"/>
        </w:rPr>
        <w:t>DataBrokerUrl</w:t>
      </w:r>
      <w:r w:rsidR="00941308">
        <w:t>: The URL used to connect to the P2 Server Data Broker.</w:t>
      </w:r>
    </w:p>
    <w:p w14:paraId="29EA6BFB" w14:textId="3ACDC99E" w:rsidR="00941308" w:rsidRDefault="005847EA" w:rsidP="00941308">
      <w:pPr>
        <w:pStyle w:val="ListContinue"/>
      </w:pPr>
      <w:r>
        <w:t>Example:</w:t>
      </w:r>
    </w:p>
    <w:p w14:paraId="210D3A75" w14:textId="77777777" w:rsidR="005847EA" w:rsidRPr="005847EA" w:rsidRDefault="005847EA" w:rsidP="005847EA">
      <w:pPr>
        <w:pStyle w:val="ListContinue"/>
        <w:ind w:right="-428"/>
        <w:rPr>
          <w:rStyle w:val="CodeFragment"/>
        </w:rPr>
      </w:pPr>
      <w:r w:rsidRPr="005847EA">
        <w:rPr>
          <w:rStyle w:val="CodeFragment"/>
        </w:rPr>
        <w:t>&lt;server&gt;</w:t>
      </w:r>
    </w:p>
    <w:p w14:paraId="13885C98" w14:textId="69D62DAF" w:rsidR="005847EA" w:rsidRPr="005847EA" w:rsidRDefault="005847EA" w:rsidP="005847EA">
      <w:pPr>
        <w:pStyle w:val="ListContinue"/>
        <w:ind w:right="-569"/>
        <w:rPr>
          <w:rStyle w:val="CodeFragment"/>
        </w:rPr>
      </w:pPr>
      <w:r>
        <w:rPr>
          <w:rStyle w:val="CodeFragment"/>
        </w:rPr>
        <w:tab/>
      </w:r>
      <w:r w:rsidRPr="005847EA">
        <w:rPr>
          <w:rStyle w:val="CodeFragment"/>
        </w:rPr>
        <w:t>&lt;add name="ServerAPIUrl" value="https://[servername]/P2.Server.API/api" /&gt;</w:t>
      </w:r>
    </w:p>
    <w:p w14:paraId="7154EEA2" w14:textId="297829BE" w:rsidR="005847EA" w:rsidRPr="005847EA" w:rsidRDefault="005847EA" w:rsidP="005847EA">
      <w:pPr>
        <w:pStyle w:val="ListContinue"/>
        <w:ind w:right="-428"/>
        <w:rPr>
          <w:rStyle w:val="CodeFragment"/>
        </w:rPr>
      </w:pPr>
      <w:r>
        <w:rPr>
          <w:rStyle w:val="CodeFragment"/>
        </w:rPr>
        <w:tab/>
      </w:r>
      <w:r w:rsidRPr="005847EA">
        <w:rPr>
          <w:rStyle w:val="CodeFragment"/>
        </w:rPr>
        <w:t>&lt;add name="DataBrokerUrl" value="https://[servername]/databrokerasync" /&gt;</w:t>
      </w:r>
    </w:p>
    <w:p w14:paraId="6253BEA0" w14:textId="1A24ACE3" w:rsidR="005847EA" w:rsidRPr="005847EA" w:rsidRDefault="005847EA" w:rsidP="005847EA">
      <w:pPr>
        <w:pStyle w:val="ListContinue"/>
        <w:ind w:right="-428"/>
        <w:rPr>
          <w:rStyle w:val="CodeFragment"/>
        </w:rPr>
      </w:pPr>
      <w:r w:rsidRPr="005847EA">
        <w:rPr>
          <w:rStyle w:val="CodeFragment"/>
        </w:rPr>
        <w:t>&lt;/server&gt;</w:t>
      </w:r>
    </w:p>
    <w:p w14:paraId="44047C91" w14:textId="1849E3F6" w:rsidR="004F6C13" w:rsidRDefault="004F6C13" w:rsidP="005847EA">
      <w:pPr>
        <w:pStyle w:val="ListNumber"/>
      </w:pPr>
      <w:r>
        <w:t xml:space="preserve">Update the </w:t>
      </w:r>
      <w:r w:rsidRPr="004F6C13">
        <w:rPr>
          <w:rStyle w:val="Strong"/>
        </w:rPr>
        <w:t>SecurityServerUrl</w:t>
      </w:r>
      <w:r w:rsidRPr="004F6C13">
        <w:t xml:space="preserve"> to </w:t>
      </w:r>
      <w:r>
        <w:t xml:space="preserve">the correct URL for P2 Security, as listed in the </w:t>
      </w:r>
      <w:hyperlink w:anchor="_URLs" w:history="1">
        <w:r w:rsidRPr="005847EA">
          <w:rPr>
            <w:rStyle w:val="Hyperlink"/>
          </w:rPr>
          <w:t>Required Information</w:t>
        </w:r>
      </w:hyperlink>
      <w:r>
        <w:t xml:space="preserve"> section. Example:</w:t>
      </w:r>
    </w:p>
    <w:p w14:paraId="68EF5DEB" w14:textId="0F9AD721" w:rsidR="004F6C13" w:rsidRPr="004F6C13" w:rsidRDefault="004F6C13" w:rsidP="004F6C13">
      <w:pPr>
        <w:pStyle w:val="ListContinue"/>
        <w:ind w:right="-569"/>
        <w:rPr>
          <w:rStyle w:val="CodeFragment"/>
        </w:rPr>
      </w:pPr>
      <w:r w:rsidRPr="004F6C13">
        <w:rPr>
          <w:rStyle w:val="CodeFragment"/>
        </w:rPr>
        <w:t>&lt;add name="SecurityServerUrl" value="https://[servername]/P2.Security.Connect/" /&gt;</w:t>
      </w:r>
    </w:p>
    <w:p w14:paraId="4744E48C" w14:textId="7B2BA981" w:rsidR="005847EA" w:rsidRDefault="005847EA" w:rsidP="005847EA">
      <w:pPr>
        <w:pStyle w:val="ListNumber"/>
      </w:pPr>
      <w:r>
        <w:t xml:space="preserve">Save </w:t>
      </w:r>
      <w:r w:rsidR="004F6C13">
        <w:t xml:space="preserve">and close </w:t>
      </w:r>
      <w:r>
        <w:t>the file.</w:t>
      </w:r>
    </w:p>
    <w:p w14:paraId="41C4F10B" w14:textId="77777777" w:rsidR="005847EA" w:rsidRDefault="005847EA" w:rsidP="00941308">
      <w:pPr>
        <w:pStyle w:val="ListContinue"/>
      </w:pPr>
    </w:p>
    <w:p w14:paraId="3C4C4833" w14:textId="0F09972F" w:rsidR="0095402E" w:rsidRDefault="0041082D" w:rsidP="0095402E">
      <w:pPr>
        <w:pStyle w:val="Heading3"/>
      </w:pPr>
      <w:bookmarkStart w:id="113" w:name="_Step_6._Configure"/>
      <w:bookmarkStart w:id="114" w:name="_Ref395519633"/>
      <w:bookmarkStart w:id="115" w:name="_Toc399510919"/>
      <w:bookmarkEnd w:id="113"/>
      <w:r>
        <w:t>Step 5</w:t>
      </w:r>
      <w:r w:rsidR="0095402E">
        <w:t xml:space="preserve">. Configure </w:t>
      </w:r>
      <w:r w:rsidR="004E0AD4">
        <w:t xml:space="preserve">P2 </w:t>
      </w:r>
      <w:r w:rsidR="0095402E">
        <w:t>Security</w:t>
      </w:r>
      <w:bookmarkEnd w:id="114"/>
      <w:bookmarkEnd w:id="115"/>
    </w:p>
    <w:p w14:paraId="5BA3C8F6" w14:textId="7286CD93" w:rsidR="0095402E" w:rsidRDefault="00890FD0" w:rsidP="0095402E">
      <w:pPr>
        <w:pStyle w:val="BodyText"/>
      </w:pPr>
      <w:r>
        <w:t xml:space="preserve">You will need to configure the appropriate security settings for objects in </w:t>
      </w:r>
      <w:sdt>
        <w:sdtPr>
          <w:alias w:val="Product"/>
          <w:tag w:val="j7e7b800099f4ad4b7003f2a6724bc88"/>
          <w:id w:val="375821306"/>
          <w:lock w:val="contentLocked"/>
          <w:placeholder>
            <w:docPart w:val="DE5A1BE313E343F2BABBBB2286B3E123"/>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t>P2 Explorer</w:t>
          </w:r>
        </w:sdtContent>
      </w:sdt>
      <w:r>
        <w:t>.</w:t>
      </w:r>
      <w:r w:rsidR="0093040E">
        <w:t xml:space="preserve"> This is done using </w:t>
      </w:r>
      <w:r w:rsidR="0093040E" w:rsidRPr="006A7AEB">
        <w:rPr>
          <w:rStyle w:val="Strong"/>
        </w:rPr>
        <w:t>P2 Security</w:t>
      </w:r>
      <w:r w:rsidR="0093040E">
        <w:t xml:space="preserve">. You can find detailed information on how to use P2 Security in the </w:t>
      </w:r>
      <w:r w:rsidR="0093040E" w:rsidRPr="0093040E">
        <w:rPr>
          <w:rStyle w:val="CrossReferenceCitation"/>
        </w:rPr>
        <w:t>P2 Security User’s Guide</w:t>
      </w:r>
      <w:r w:rsidR="0093040E">
        <w:t>.</w:t>
      </w:r>
    </w:p>
    <w:p w14:paraId="20EDFB35" w14:textId="49D6F458" w:rsidR="0016008F" w:rsidRDefault="0016008F" w:rsidP="00773C91">
      <w:pPr>
        <w:pStyle w:val="ListNumber"/>
        <w:numPr>
          <w:ilvl w:val="0"/>
          <w:numId w:val="21"/>
        </w:numPr>
      </w:pPr>
      <w:r>
        <w:t>Open P2 Security.</w:t>
      </w:r>
    </w:p>
    <w:p w14:paraId="5668B0F4" w14:textId="465536CF" w:rsidR="0016008F" w:rsidRDefault="0016008F" w:rsidP="0016008F">
      <w:pPr>
        <w:pStyle w:val="ListContinue"/>
      </w:pPr>
      <w:r>
        <w:t>The URL will look something like this:</w:t>
      </w:r>
    </w:p>
    <w:p w14:paraId="46ED3698" w14:textId="7CC2BE48" w:rsidR="0016008F" w:rsidRDefault="000E7AA7" w:rsidP="0016008F">
      <w:pPr>
        <w:pStyle w:val="ListContinue"/>
        <w:rPr>
          <w:rStyle w:val="CodeFragment"/>
        </w:rPr>
      </w:pPr>
      <w:r>
        <w:rPr>
          <w:rStyle w:val="CodeFragment"/>
        </w:rPr>
        <w:t>https://[servername]</w:t>
      </w:r>
      <w:r w:rsidR="0016008F" w:rsidRPr="0095402E">
        <w:rPr>
          <w:rStyle w:val="CodeFragment"/>
        </w:rPr>
        <w:t>/</w:t>
      </w:r>
      <w:r w:rsidR="0016008F" w:rsidRPr="0016008F">
        <w:rPr>
          <w:rStyle w:val="CodeFragment"/>
        </w:rPr>
        <w:t>P2.Security.Connect</w:t>
      </w:r>
    </w:p>
    <w:p w14:paraId="54696469" w14:textId="3E28668B" w:rsidR="00CB02D2" w:rsidRDefault="00CB02D2" w:rsidP="00305381">
      <w:pPr>
        <w:pStyle w:val="ListNumber"/>
        <w:rPr>
          <w:rStyle w:val="HotSpot"/>
        </w:rPr>
      </w:pPr>
      <w:r>
        <w:rPr>
          <w:rStyle w:val="HotSpot"/>
        </w:rPr>
        <w:t xml:space="preserve">Configure </w:t>
      </w:r>
      <w:sdt>
        <w:sdtPr>
          <w:alias w:val="Product"/>
          <w:tag w:val="j7e7b800099f4ad4b7003f2a6724bc88"/>
          <w:id w:val="1841881835"/>
          <w:lock w:val="contentLocked"/>
          <w:placeholder>
            <w:docPart w:val="7879351A22BE4FCB899EF07A6E48EBF8"/>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rPr>
          <w:rStyle w:val="HotSpot"/>
        </w:rPr>
        <w:t xml:space="preserve"> to use P2 Security.</w:t>
      </w:r>
    </w:p>
    <w:p w14:paraId="51B88371" w14:textId="1A78704C" w:rsidR="0093040E" w:rsidRPr="005A39B6" w:rsidRDefault="0093040E" w:rsidP="00CB02D2">
      <w:pPr>
        <w:pStyle w:val="ListNumber2"/>
      </w:pPr>
      <w:r w:rsidRPr="005A39B6">
        <w:rPr>
          <w:rStyle w:val="HotSpot"/>
        </w:rPr>
        <w:lastRenderedPageBreak/>
        <w:t>Add the application to P2 Security</w:t>
      </w:r>
      <w:r w:rsidR="0041082D">
        <w:rPr>
          <w:rStyle w:val="HotSpot"/>
        </w:rPr>
        <w:t>, using the following URL:</w:t>
      </w:r>
      <w:r w:rsidR="0041082D">
        <w:rPr>
          <w:rStyle w:val="HotSpot"/>
        </w:rPr>
        <w:br/>
      </w:r>
      <w:r w:rsidR="0041082D" w:rsidRPr="0041082D">
        <w:rPr>
          <w:rStyle w:val="CodeFragment"/>
        </w:rPr>
        <w:t>https://[servername]/P2.Explorer/Service.svc</w:t>
      </w:r>
    </w:p>
    <w:p w14:paraId="2E976D61" w14:textId="4F2157DB" w:rsidR="0093040E" w:rsidRPr="005A39B6" w:rsidRDefault="005958B4" w:rsidP="00CB02D2">
      <w:pPr>
        <w:pStyle w:val="ListContinue2"/>
      </w:pPr>
      <w:r>
        <w:t>For instructions, refer to “</w:t>
      </w:r>
      <w:r w:rsidRPr="005958B4">
        <w:rPr>
          <w:rStyle w:val="StrongEmphasis"/>
        </w:rPr>
        <w:t>Adding an Application</w:t>
      </w:r>
      <w:r>
        <w:t xml:space="preserve">” in the </w:t>
      </w:r>
      <w:r w:rsidRPr="0093040E">
        <w:rPr>
          <w:rStyle w:val="CrossReferenceCitation"/>
        </w:rPr>
        <w:t>P2 Security User’s Guide</w:t>
      </w:r>
      <w:r>
        <w:t>.</w:t>
      </w:r>
    </w:p>
    <w:p w14:paraId="024BE83A" w14:textId="3FD54C23" w:rsidR="0093040E" w:rsidRPr="005A39B6" w:rsidRDefault="0093040E" w:rsidP="00CB02D2">
      <w:pPr>
        <w:pStyle w:val="ListNumber2"/>
      </w:pPr>
      <w:r w:rsidRPr="005A39B6">
        <w:rPr>
          <w:rStyle w:val="HotSpot"/>
        </w:rPr>
        <w:t>Configure and map the required global roles</w:t>
      </w:r>
      <w:bookmarkStart w:id="116" w:name="H_25322"/>
      <w:bookmarkEnd w:id="116"/>
      <w:r w:rsidRPr="005A39B6">
        <w:t>.</w:t>
      </w:r>
    </w:p>
    <w:p w14:paraId="35189F36" w14:textId="77777777" w:rsidR="0093040E" w:rsidRDefault="0093040E" w:rsidP="00CB02D2">
      <w:pPr>
        <w:pStyle w:val="ListContinue2"/>
      </w:pPr>
      <w:r w:rsidRPr="005A39B6">
        <w:t>This allows groups and users with those global roles to have the access privileges associated with the application roles.</w:t>
      </w:r>
    </w:p>
    <w:p w14:paraId="5E06EE61" w14:textId="075A965E" w:rsidR="005958B4" w:rsidRPr="005A39B6" w:rsidRDefault="005958B4" w:rsidP="00CB02D2">
      <w:pPr>
        <w:pStyle w:val="ListContinue2"/>
      </w:pPr>
      <w:r>
        <w:t>For instructions, refer to “</w:t>
      </w:r>
      <w:r w:rsidRPr="005958B4">
        <w:rPr>
          <w:rStyle w:val="StrongEmphasis"/>
        </w:rPr>
        <w:t>Managing Global Roles</w:t>
      </w:r>
      <w:r>
        <w:t xml:space="preserve">” in the </w:t>
      </w:r>
      <w:r w:rsidRPr="0093040E">
        <w:rPr>
          <w:rStyle w:val="CrossReferenceCitation"/>
        </w:rPr>
        <w:t>P2 Security User’s Guide</w:t>
      </w:r>
      <w:r>
        <w:t>.</w:t>
      </w:r>
    </w:p>
    <w:p w14:paraId="0CA09F8F" w14:textId="64542E95" w:rsidR="0093040E" w:rsidRDefault="0093040E" w:rsidP="00CB02D2">
      <w:pPr>
        <w:pStyle w:val="ListNumber2"/>
      </w:pPr>
      <w:r w:rsidRPr="005A39B6">
        <w:rPr>
          <w:rStyle w:val="HotSpot"/>
        </w:rPr>
        <w:t>Configure object security for the application</w:t>
      </w:r>
      <w:r w:rsidRPr="005A39B6">
        <w:t>.</w:t>
      </w:r>
    </w:p>
    <w:p w14:paraId="1D712598" w14:textId="6CF5FC11" w:rsidR="005958B4" w:rsidRPr="005A39B6" w:rsidRDefault="005958B4" w:rsidP="00CB02D2">
      <w:pPr>
        <w:pStyle w:val="ListContinue2"/>
      </w:pPr>
      <w:r>
        <w:t>For instructions, refer to “</w:t>
      </w:r>
      <w:r w:rsidRPr="005958B4">
        <w:rPr>
          <w:rStyle w:val="StrongEmphasis"/>
        </w:rPr>
        <w:t>Editing Object Privileges</w:t>
      </w:r>
      <w:r>
        <w:t xml:space="preserve">” in the </w:t>
      </w:r>
      <w:r w:rsidRPr="0093040E">
        <w:rPr>
          <w:rStyle w:val="CrossReferenceCitation"/>
        </w:rPr>
        <w:t>P2 Security User’s Guide</w:t>
      </w:r>
      <w:r>
        <w:t>.</w:t>
      </w:r>
    </w:p>
    <w:p w14:paraId="1C6AD76B" w14:textId="7951956E" w:rsidR="0016008F" w:rsidRDefault="00305381" w:rsidP="005958B4">
      <w:pPr>
        <w:pStyle w:val="ListNumber"/>
      </w:pPr>
      <w:r>
        <w:t>Configure user access.</w:t>
      </w:r>
    </w:p>
    <w:p w14:paraId="1D396784" w14:textId="774F4675" w:rsidR="00305381" w:rsidRPr="005A39B6" w:rsidRDefault="00305381" w:rsidP="00305381">
      <w:pPr>
        <w:pStyle w:val="ListNumber2"/>
      </w:pPr>
      <w:r>
        <w:rPr>
          <w:rStyle w:val="HotSpot"/>
        </w:rPr>
        <w:t>If required, a</w:t>
      </w:r>
      <w:r w:rsidRPr="005A39B6">
        <w:rPr>
          <w:rStyle w:val="HotSpot"/>
        </w:rPr>
        <w:t>dd user</w:t>
      </w:r>
      <w:r w:rsidR="00BF7518">
        <w:rPr>
          <w:rStyle w:val="HotSpot"/>
        </w:rPr>
        <w:t>s</w:t>
      </w:r>
      <w:r w:rsidRPr="005A39B6">
        <w:rPr>
          <w:rStyle w:val="HotSpot"/>
        </w:rPr>
        <w:t xml:space="preserve"> to P2 Security</w:t>
      </w:r>
      <w:bookmarkStart w:id="117" w:name="H_25713"/>
      <w:bookmarkEnd w:id="117"/>
      <w:r w:rsidRPr="005A39B6">
        <w:t>.</w:t>
      </w:r>
    </w:p>
    <w:p w14:paraId="492714DE" w14:textId="6D5C9E5E" w:rsidR="00305381" w:rsidRPr="005A39B6" w:rsidRDefault="00305381" w:rsidP="00305381">
      <w:pPr>
        <w:pStyle w:val="ListContinue2"/>
      </w:pPr>
      <w:r>
        <w:t>For instructions, refer to “</w:t>
      </w:r>
      <w:r w:rsidRPr="00305381">
        <w:rPr>
          <w:rStyle w:val="StrongEmphasis"/>
        </w:rPr>
        <w:t>Adding, Editing, and Deleting a User</w:t>
      </w:r>
      <w:r>
        <w:t xml:space="preserve">” in the </w:t>
      </w:r>
      <w:r w:rsidRPr="0093040E">
        <w:rPr>
          <w:rStyle w:val="CrossReferenceCitation"/>
        </w:rPr>
        <w:t>P2 Security User’s Guide</w:t>
      </w:r>
      <w:r>
        <w:t>.</w:t>
      </w:r>
    </w:p>
    <w:p w14:paraId="777EF6A4" w14:textId="5EBC4737" w:rsidR="00305381" w:rsidRPr="005A39B6" w:rsidRDefault="00305381" w:rsidP="00305381">
      <w:pPr>
        <w:pStyle w:val="ListNumber2"/>
      </w:pPr>
      <w:r w:rsidRPr="005A39B6">
        <w:rPr>
          <w:rStyle w:val="HotSpot"/>
        </w:rPr>
        <w:t>Assign user</w:t>
      </w:r>
      <w:r>
        <w:rPr>
          <w:rStyle w:val="HotSpot"/>
        </w:rPr>
        <w:t>s</w:t>
      </w:r>
      <w:r w:rsidRPr="005A39B6">
        <w:rPr>
          <w:rStyle w:val="HotSpot"/>
        </w:rPr>
        <w:t xml:space="preserve"> to group</w:t>
      </w:r>
      <w:bookmarkStart w:id="118" w:name="H_25714"/>
      <w:bookmarkEnd w:id="118"/>
      <w:r>
        <w:t>s</w:t>
      </w:r>
      <w:r w:rsidRPr="005A39B6">
        <w:t>.</w:t>
      </w:r>
    </w:p>
    <w:p w14:paraId="5CC8FBF8" w14:textId="77777777" w:rsidR="00305381" w:rsidRDefault="00305381" w:rsidP="00305381">
      <w:pPr>
        <w:pStyle w:val="ListContinue2"/>
      </w:pPr>
      <w:r w:rsidRPr="005A39B6">
        <w:t xml:space="preserve">This allows the user to inherit the privileges assigned to the group. </w:t>
      </w:r>
    </w:p>
    <w:p w14:paraId="5A5EA21F" w14:textId="53343090" w:rsidR="00305381" w:rsidRPr="005A39B6" w:rsidRDefault="00305381" w:rsidP="00305381">
      <w:pPr>
        <w:pStyle w:val="ListContinue2"/>
      </w:pPr>
      <w:r>
        <w:t>For instructions, refer to “</w:t>
      </w:r>
      <w:r w:rsidRPr="00305381">
        <w:rPr>
          <w:rStyle w:val="StrongEmphasis"/>
        </w:rPr>
        <w:t>Assigning Users to Groups</w:t>
      </w:r>
      <w:r>
        <w:t xml:space="preserve">” in the </w:t>
      </w:r>
      <w:r w:rsidRPr="0093040E">
        <w:rPr>
          <w:rStyle w:val="CrossReferenceCitation"/>
        </w:rPr>
        <w:t>P2 Security User’s Guide</w:t>
      </w:r>
      <w:r>
        <w:t>.</w:t>
      </w:r>
    </w:p>
    <w:p w14:paraId="257745D1" w14:textId="1D5FC0D9" w:rsidR="00305381" w:rsidRPr="005A39B6" w:rsidRDefault="00305381" w:rsidP="00305381">
      <w:pPr>
        <w:pStyle w:val="ListNumber2"/>
      </w:pPr>
      <w:r w:rsidRPr="005A39B6">
        <w:rPr>
          <w:rStyle w:val="HotSpot"/>
        </w:rPr>
        <w:t>Assign user</w:t>
      </w:r>
      <w:r>
        <w:rPr>
          <w:rStyle w:val="HotSpot"/>
        </w:rPr>
        <w:t>s</w:t>
      </w:r>
      <w:r w:rsidRPr="005A39B6">
        <w:rPr>
          <w:rStyle w:val="HotSpot"/>
        </w:rPr>
        <w:t xml:space="preserve"> to global role</w:t>
      </w:r>
      <w:r>
        <w:rPr>
          <w:rStyle w:val="HotSpot"/>
        </w:rPr>
        <w:t>s</w:t>
      </w:r>
      <w:r w:rsidRPr="005A39B6">
        <w:t xml:space="preserve"> or </w:t>
      </w:r>
      <w:r w:rsidRPr="005A39B6">
        <w:rPr>
          <w:rStyle w:val="HotSpot"/>
        </w:rPr>
        <w:t>assign group</w:t>
      </w:r>
      <w:r>
        <w:rPr>
          <w:rStyle w:val="HotSpot"/>
        </w:rPr>
        <w:t>s</w:t>
      </w:r>
      <w:r w:rsidRPr="005A39B6">
        <w:rPr>
          <w:rStyle w:val="HotSpot"/>
        </w:rPr>
        <w:t xml:space="preserve"> to global role</w:t>
      </w:r>
      <w:r>
        <w:rPr>
          <w:rStyle w:val="HotSpot"/>
        </w:rPr>
        <w:t>s</w:t>
      </w:r>
      <w:r w:rsidRPr="005A39B6">
        <w:t>.</w:t>
      </w:r>
    </w:p>
    <w:p w14:paraId="6BBE2BE7" w14:textId="77777777" w:rsidR="00305381" w:rsidRDefault="00305381" w:rsidP="00305381">
      <w:pPr>
        <w:pStyle w:val="ListContinue2"/>
      </w:pPr>
      <w:r w:rsidRPr="005A39B6">
        <w:t>This grants the user the privileges associated with the application (through the mapping of the global role to the application role). If the user has been assigned to a group, and the group has been assigned to a global role, you do not need to assign the user to a global role.</w:t>
      </w:r>
    </w:p>
    <w:p w14:paraId="70505238" w14:textId="0440D719" w:rsidR="00305381" w:rsidRPr="005A39B6" w:rsidRDefault="00305381" w:rsidP="00305381">
      <w:pPr>
        <w:pStyle w:val="ListContinue2"/>
      </w:pPr>
      <w:r>
        <w:t>For instructions, refer to “</w:t>
      </w:r>
      <w:r w:rsidRPr="00305381">
        <w:rPr>
          <w:rStyle w:val="StrongEmphasis"/>
        </w:rPr>
        <w:t>Assigning Users to Global Roles</w:t>
      </w:r>
      <w:r>
        <w:t>” or “</w:t>
      </w:r>
      <w:r w:rsidRPr="00305381">
        <w:rPr>
          <w:rStyle w:val="StrongEmphasis"/>
        </w:rPr>
        <w:t>Assigning Groups to Global Roles</w:t>
      </w:r>
      <w:r>
        <w:t xml:space="preserve">”  in the </w:t>
      </w:r>
      <w:r w:rsidRPr="0093040E">
        <w:rPr>
          <w:rStyle w:val="CrossReferenceCitation"/>
        </w:rPr>
        <w:t>P2 Security User’s Guide</w:t>
      </w:r>
      <w:r>
        <w:t>.</w:t>
      </w:r>
    </w:p>
    <w:p w14:paraId="45C6DE79" w14:textId="1466ECEB" w:rsidR="00305381" w:rsidRPr="0095402E" w:rsidRDefault="0011541D" w:rsidP="00DB4826">
      <w:pPr>
        <w:pStyle w:val="BodyText"/>
      </w:pPr>
      <w:sdt>
        <w:sdtPr>
          <w:alias w:val="Product"/>
          <w:tag w:val="j7e7b800099f4ad4b7003f2a6724bc88"/>
          <w:id w:val="766817182"/>
          <w:lock w:val="contentLocked"/>
          <w:placeholder>
            <w:docPart w:val="37941A1DC6854C34834F86C152FFFB00"/>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DB4826">
            <w:t>P2 Explorer</w:t>
          </w:r>
        </w:sdtContent>
      </w:sdt>
      <w:r w:rsidR="00DB4826">
        <w:t xml:space="preserve"> should now be correctly configured with appropriate security settings.</w:t>
      </w:r>
    </w:p>
    <w:p w14:paraId="6E3BBD6C" w14:textId="77777777" w:rsidR="00BD62B3" w:rsidRDefault="00BD62B3" w:rsidP="00E83A3E">
      <w:pPr>
        <w:pStyle w:val="Heading2"/>
        <w:pageBreakBefore/>
      </w:pPr>
      <w:bookmarkStart w:id="119" w:name="_Toc399510920"/>
      <w:r w:rsidRPr="00BD62B3">
        <w:lastRenderedPageBreak/>
        <w:t>Upgrading</w:t>
      </w:r>
      <w:bookmarkEnd w:id="119"/>
    </w:p>
    <w:p w14:paraId="6E3BBD6D" w14:textId="77777777" w:rsidR="00BD62B3" w:rsidRDefault="00BD62B3" w:rsidP="006D04C0">
      <w:pPr>
        <w:pStyle w:val="InstructionSingleLine"/>
      </w:pPr>
      <w:r>
        <w:t>Before upgrading, make sure you first back up your existing databases</w:t>
      </w:r>
      <w:r w:rsidR="005A7F87">
        <w:t xml:space="preserve">, web directories, </w:t>
      </w:r>
      <w:r>
        <w:t xml:space="preserve">and </w:t>
      </w:r>
      <w:r w:rsidR="005A7F87">
        <w:t>other customisations</w:t>
      </w:r>
      <w:r>
        <w:t>.</w:t>
      </w:r>
    </w:p>
    <w:p w14:paraId="1F856B9A" w14:textId="59672CA7" w:rsidR="00ED32CA" w:rsidRPr="00BD62B3" w:rsidRDefault="00ED32CA" w:rsidP="00AE4B10">
      <w:pPr>
        <w:pStyle w:val="ImportantNote"/>
      </w:pPr>
      <w:r w:rsidRPr="00AE4B10">
        <w:rPr>
          <w:rStyle w:val="ImportantNoteLabel"/>
        </w:rPr>
        <w:t>Note</w:t>
      </w:r>
      <w:r>
        <w:t xml:space="preserve">: You may install multiple instances of </w:t>
      </w:r>
      <w:sdt>
        <w:sdtPr>
          <w:alias w:val="Product"/>
          <w:tag w:val="j7e7b800099f4ad4b7003f2a6724bc88"/>
          <w:id w:val="-1691671381"/>
          <w:lock w:val="contentLocked"/>
          <w:placeholder>
            <w:docPart w:val="E6E15D3F75E14139AB9A9DA9695E66D5"/>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xmlns:ns5='1a9aceae-bc06-48ed-8bbf-c3deb125c9b6' " w:xpath="/ns0:properties[1]/documentManagement[1]/ns3:j7e7b800099f4ad4b7003f2a6724bc88[1]/ns2:Terms[1]" w:storeItemID="{C25B175B-AE41-4583-B473-7AD7E5487BFB}"/>
          <w:text w:multiLine="1"/>
        </w:sdtPr>
        <w:sdtEndPr/>
        <w:sdtContent>
          <w:r>
            <w:t>P2 Explorer</w:t>
          </w:r>
        </w:sdtContent>
      </w:sdt>
      <w:r>
        <w:t xml:space="preserve"> on the same machine. If you wish to install a new instance using a new database, follow the instructions for </w:t>
      </w:r>
      <w:hyperlink w:anchor="_Fresh_Installation" w:history="1">
        <w:r w:rsidRPr="00ED32CA">
          <w:rPr>
            <w:rStyle w:val="Hyperlink"/>
          </w:rPr>
          <w:t>Fresh Installation</w:t>
        </w:r>
      </w:hyperlink>
      <w:r>
        <w:t>.</w:t>
      </w:r>
    </w:p>
    <w:p w14:paraId="6E3BBD6E" w14:textId="77777777" w:rsidR="00BD62B3" w:rsidRDefault="00BD62B3" w:rsidP="00BD62B3">
      <w:pPr>
        <w:pStyle w:val="Heading3"/>
      </w:pPr>
      <w:bookmarkStart w:id="120" w:name="_Upgrade_Procedure"/>
      <w:bookmarkStart w:id="121" w:name="_Toc399510921"/>
      <w:bookmarkEnd w:id="120"/>
      <w:r>
        <w:t>Upgrade Procedure</w:t>
      </w:r>
      <w:bookmarkEnd w:id="121"/>
    </w:p>
    <w:p w14:paraId="6E3BBD6F" w14:textId="17940FFC" w:rsidR="00BD62B3" w:rsidRDefault="00ED32CA" w:rsidP="00BD62B3">
      <w:pPr>
        <w:pStyle w:val="BodyText"/>
      </w:pPr>
      <w:r>
        <w:t>This topic describes the procedure for u</w:t>
      </w:r>
      <w:r w:rsidR="00BD62B3">
        <w:t>pgrading</w:t>
      </w:r>
      <w:r w:rsidR="00BD62B3" w:rsidRPr="008F2E3A">
        <w:t xml:space="preserve"> </w:t>
      </w:r>
      <w:r>
        <w:t>a</w:t>
      </w:r>
      <w:r w:rsidR="001B7C90">
        <w:t>n existing</w:t>
      </w:r>
      <w:r>
        <w:t xml:space="preserve"> </w:t>
      </w:r>
      <w:sdt>
        <w:sdtPr>
          <w:alias w:val="Product"/>
          <w:tag w:val="j7e7b800099f4ad4b7003f2a6724bc88"/>
          <w:id w:val="-222605386"/>
          <w:lock w:val="contentLocked"/>
          <w:placeholder>
            <w:docPart w:val="93C4F13069BB4E21BA146EBAC863449D"/>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695053">
            <w:t>P2 Explorer</w:t>
          </w:r>
        </w:sdtContent>
      </w:sdt>
      <w:r>
        <w:t xml:space="preserve"> database.</w:t>
      </w:r>
    </w:p>
    <w:p w14:paraId="4F9A8753" w14:textId="03F57702" w:rsidR="00255FB1" w:rsidRDefault="00255FB1" w:rsidP="005958B4">
      <w:pPr>
        <w:pStyle w:val="ListNumber"/>
        <w:numPr>
          <w:ilvl w:val="0"/>
          <w:numId w:val="17"/>
        </w:numPr>
      </w:pPr>
      <w:r>
        <w:t>Back up the database and a</w:t>
      </w:r>
      <w:r w:rsidR="007F73B0">
        <w:t>ny modified configuration files found in the installation directory.</w:t>
      </w:r>
    </w:p>
    <w:p w14:paraId="4EF5E99D" w14:textId="0009BCAE" w:rsidR="00255FB1" w:rsidRDefault="00255FB1" w:rsidP="005958B4">
      <w:pPr>
        <w:pStyle w:val="ListNumber"/>
        <w:numPr>
          <w:ilvl w:val="0"/>
          <w:numId w:val="17"/>
        </w:numPr>
      </w:pPr>
      <w:r>
        <w:t xml:space="preserve">Obtain a new </w:t>
      </w:r>
      <w:hyperlink w:anchor="_Licensing" w:history="1">
        <w:r w:rsidR="000B613C">
          <w:rPr>
            <w:rStyle w:val="Hyperlink"/>
          </w:rPr>
          <w:t>licens</w:t>
        </w:r>
        <w:r w:rsidRPr="00C007EF">
          <w:rPr>
            <w:rStyle w:val="Hyperlink"/>
          </w:rPr>
          <w:t>e key</w:t>
        </w:r>
      </w:hyperlink>
      <w:r w:rsidR="009156E5" w:rsidRPr="009156E5">
        <w:t xml:space="preserve"> and </w:t>
      </w:r>
      <w:hyperlink w:anchor="_Step_3._Install" w:history="1">
        <w:r w:rsidR="009156E5" w:rsidRPr="009156E5">
          <w:rPr>
            <w:rStyle w:val="Hyperlink"/>
          </w:rPr>
          <w:t>install the software license</w:t>
        </w:r>
      </w:hyperlink>
      <w:r w:rsidR="009156E5">
        <w:t xml:space="preserve"> (see Step 3 above)</w:t>
      </w:r>
      <w:r>
        <w:t xml:space="preserve">. </w:t>
      </w:r>
    </w:p>
    <w:p w14:paraId="2635FDF5" w14:textId="331CA678" w:rsidR="001B7C90" w:rsidRDefault="0011541D" w:rsidP="005958B4">
      <w:pPr>
        <w:pStyle w:val="ListNumber"/>
        <w:numPr>
          <w:ilvl w:val="0"/>
          <w:numId w:val="17"/>
        </w:numPr>
      </w:pPr>
      <w:hyperlink w:anchor="_Uninstall" w:history="1">
        <w:r w:rsidR="001B7C90" w:rsidRPr="001B7C90">
          <w:rPr>
            <w:rStyle w:val="Hyperlink"/>
          </w:rPr>
          <w:t>Uninstall</w:t>
        </w:r>
      </w:hyperlink>
      <w:r w:rsidR="001B7C90">
        <w:t xml:space="preserve"> the previous version of the software. You can do this using the new installer.</w:t>
      </w:r>
    </w:p>
    <w:p w14:paraId="30426281" w14:textId="0210A274" w:rsidR="007F73B0" w:rsidRDefault="001B7C90" w:rsidP="007F73B0">
      <w:pPr>
        <w:pStyle w:val="ListNumber"/>
      </w:pPr>
      <w:r>
        <w:t>After the software has been uninstalled, run the installer again (d</w:t>
      </w:r>
      <w:r w:rsidR="007F73B0">
        <w:t xml:space="preserve">ouble-click </w:t>
      </w:r>
      <w:r w:rsidR="007F73B0" w:rsidRPr="00DE4054">
        <w:rPr>
          <w:rStyle w:val="Strong"/>
        </w:rPr>
        <w:t>Explorer.exe</w:t>
      </w:r>
      <w:r w:rsidRPr="001B7C90">
        <w:t>)</w:t>
      </w:r>
      <w:r w:rsidR="007F73B0">
        <w:t>.</w:t>
      </w:r>
    </w:p>
    <w:p w14:paraId="7DC9B930" w14:textId="77777777" w:rsidR="007F73B0" w:rsidRDefault="007F73B0" w:rsidP="007F73B0">
      <w:pPr>
        <w:pStyle w:val="ListNumber"/>
      </w:pPr>
      <w:r>
        <w:t xml:space="preserve">At the Security Warning, click </w:t>
      </w:r>
      <w:r w:rsidRPr="00E41973">
        <w:rPr>
          <w:rStyle w:val="Strong"/>
        </w:rPr>
        <w:t>Run</w:t>
      </w:r>
      <w:r>
        <w:t>.</w:t>
      </w:r>
    </w:p>
    <w:p w14:paraId="4C6F179A" w14:textId="576840CD" w:rsidR="00CD1029" w:rsidRDefault="00CD1029" w:rsidP="007F73B0">
      <w:pPr>
        <w:pStyle w:val="ListContinue"/>
      </w:pPr>
      <w:r>
        <w:rPr>
          <w:noProof/>
        </w:rPr>
        <w:drawing>
          <wp:inline distT="0" distB="0" distL="0" distR="0" wp14:anchorId="558ADE73" wp14:editId="004BB76C">
            <wp:extent cx="3196800" cy="20592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3196800" cy="2059200"/>
                    </a:xfrm>
                    <a:prstGeom prst="rect">
                      <a:avLst/>
                    </a:prstGeom>
                  </pic:spPr>
                </pic:pic>
              </a:graphicData>
            </a:graphic>
          </wp:inline>
        </w:drawing>
      </w:r>
    </w:p>
    <w:p w14:paraId="29CC66E9" w14:textId="77777777" w:rsidR="007F73B0" w:rsidRDefault="007F73B0" w:rsidP="007F73B0">
      <w:pPr>
        <w:pStyle w:val="ListContinue"/>
      </w:pPr>
      <w:r>
        <w:t xml:space="preserve">The InstallShield Wizard prepares the setup, and then displays the </w:t>
      </w:r>
      <w:r w:rsidRPr="00F26766">
        <w:rPr>
          <w:rStyle w:val="Strong"/>
        </w:rPr>
        <w:t>Installation</w:t>
      </w:r>
      <w:r>
        <w:t xml:space="preserve"> page.</w:t>
      </w:r>
    </w:p>
    <w:p w14:paraId="23C19D7C" w14:textId="55C37244" w:rsidR="00CD1029" w:rsidRDefault="00CD1029" w:rsidP="007F73B0">
      <w:pPr>
        <w:pStyle w:val="ListContinue"/>
      </w:pPr>
      <w:r>
        <w:rPr>
          <w:noProof/>
        </w:rPr>
        <w:lastRenderedPageBreak/>
        <w:drawing>
          <wp:inline distT="0" distB="0" distL="0" distR="0" wp14:anchorId="46038656" wp14:editId="73C8576A">
            <wp:extent cx="4690800" cy="3553200"/>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4690800" cy="3553200"/>
                    </a:xfrm>
                    <a:prstGeom prst="rect">
                      <a:avLst/>
                    </a:prstGeom>
                  </pic:spPr>
                </pic:pic>
              </a:graphicData>
            </a:graphic>
          </wp:inline>
        </w:drawing>
      </w:r>
    </w:p>
    <w:p w14:paraId="6489DA28" w14:textId="77777777" w:rsidR="007F73B0" w:rsidRDefault="007F73B0" w:rsidP="007F73B0">
      <w:pPr>
        <w:pStyle w:val="ListNumber"/>
      </w:pPr>
      <w:r>
        <w:t xml:space="preserve">Click </w:t>
      </w:r>
      <w:r w:rsidRPr="00F26766">
        <w:rPr>
          <w:rStyle w:val="Strong"/>
        </w:rPr>
        <w:t>Next</w:t>
      </w:r>
      <w:r>
        <w:t>.</w:t>
      </w:r>
    </w:p>
    <w:p w14:paraId="17832A38" w14:textId="469D1FF4" w:rsidR="007F73B0" w:rsidRDefault="007F73B0" w:rsidP="007F73B0">
      <w:pPr>
        <w:pStyle w:val="ListNumber"/>
      </w:pPr>
      <w:r>
        <w:t xml:space="preserve">In the </w:t>
      </w:r>
      <w:r w:rsidR="001B7C90">
        <w:rPr>
          <w:rStyle w:val="Strong"/>
        </w:rPr>
        <w:t>P2 Explorer Instance Name</w:t>
      </w:r>
      <w:r>
        <w:t xml:space="preserve"> screen, type the name of the </w:t>
      </w:r>
      <w:sdt>
        <w:sdtPr>
          <w:alias w:val="Product"/>
          <w:tag w:val="j7e7b800099f4ad4b7003f2a6724bc88"/>
          <w:id w:val="1524665050"/>
          <w:lock w:val="contentLocked"/>
          <w:placeholder>
            <w:docPart w:val="AA7AAAC1D0F941AAAF9D3F76AB1DEAC3"/>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t xml:space="preserve"> instance.</w:t>
      </w:r>
    </w:p>
    <w:p w14:paraId="1DF75939" w14:textId="4273EEF8" w:rsidR="007F73B0" w:rsidRDefault="007F73B0" w:rsidP="007F73B0">
      <w:pPr>
        <w:pStyle w:val="ListContinue"/>
      </w:pPr>
      <w:r>
        <w:t xml:space="preserve">This is the name of the directory that will be created in the destination folder when </w:t>
      </w:r>
      <w:sdt>
        <w:sdtPr>
          <w:alias w:val="Product"/>
          <w:tag w:val="j7e7b800099f4ad4b7003f2a6724bc88"/>
          <w:id w:val="143089684"/>
          <w:lock w:val="contentLocked"/>
          <w:placeholder>
            <w:docPart w:val="2110D365BA9349F78DA10DF819D3F920"/>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t xml:space="preserve"> is installed.</w:t>
      </w:r>
    </w:p>
    <w:p w14:paraId="6CCB17B5" w14:textId="069B0462" w:rsidR="001B7C90" w:rsidRDefault="001B7C90" w:rsidP="007F73B0">
      <w:pPr>
        <w:pStyle w:val="ListContinue"/>
      </w:pPr>
      <w:r>
        <w:rPr>
          <w:noProof/>
        </w:rPr>
        <w:drawing>
          <wp:inline distT="0" distB="0" distL="0" distR="0" wp14:anchorId="0403E744" wp14:editId="39F787F6">
            <wp:extent cx="5022000" cy="3805200"/>
            <wp:effectExtent l="0" t="0" r="7620" b="508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5022000" cy="3805200"/>
                    </a:xfrm>
                    <a:prstGeom prst="rect">
                      <a:avLst/>
                    </a:prstGeom>
                  </pic:spPr>
                </pic:pic>
              </a:graphicData>
            </a:graphic>
          </wp:inline>
        </w:drawing>
      </w:r>
    </w:p>
    <w:p w14:paraId="25D4CDA2" w14:textId="77777777" w:rsidR="007F73B0" w:rsidRDefault="007F73B0" w:rsidP="007F73B0">
      <w:pPr>
        <w:pStyle w:val="ListNumber"/>
      </w:pPr>
      <w:r>
        <w:t xml:space="preserve">Click </w:t>
      </w:r>
      <w:r w:rsidRPr="00515E8F">
        <w:rPr>
          <w:rStyle w:val="Strong"/>
        </w:rPr>
        <w:t>Next</w:t>
      </w:r>
      <w:r>
        <w:t>.</w:t>
      </w:r>
    </w:p>
    <w:p w14:paraId="6FE18B14" w14:textId="77777777" w:rsidR="007F73B0" w:rsidRDefault="007F73B0" w:rsidP="007F73B0">
      <w:pPr>
        <w:pStyle w:val="ListContinue"/>
      </w:pPr>
      <w:r>
        <w:lastRenderedPageBreak/>
        <w:t xml:space="preserve">The </w:t>
      </w:r>
      <w:r w:rsidRPr="00515E8F">
        <w:rPr>
          <w:rStyle w:val="Strong"/>
        </w:rPr>
        <w:t>Installation Options</w:t>
      </w:r>
      <w:r>
        <w:t xml:space="preserve"> screen appears.</w:t>
      </w:r>
    </w:p>
    <w:p w14:paraId="2E02C035" w14:textId="4674BE86" w:rsidR="001B7C90" w:rsidRDefault="00441F15" w:rsidP="007F73B0">
      <w:pPr>
        <w:pStyle w:val="ListContinue"/>
      </w:pPr>
      <w:r>
        <w:rPr>
          <w:noProof/>
        </w:rPr>
        <w:drawing>
          <wp:inline distT="0" distB="0" distL="0" distR="0" wp14:anchorId="272DC97D" wp14:editId="07BE01C9">
            <wp:extent cx="5022000" cy="3805200"/>
            <wp:effectExtent l="0" t="0" r="7620" b="508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5022000" cy="3805200"/>
                    </a:xfrm>
                    <a:prstGeom prst="rect">
                      <a:avLst/>
                    </a:prstGeom>
                  </pic:spPr>
                </pic:pic>
              </a:graphicData>
            </a:graphic>
          </wp:inline>
        </w:drawing>
      </w:r>
    </w:p>
    <w:p w14:paraId="725C0386" w14:textId="7CF04D1D" w:rsidR="001B7C90" w:rsidRDefault="001B7C90" w:rsidP="007F73B0">
      <w:pPr>
        <w:pStyle w:val="ListContinue"/>
      </w:pPr>
      <w:r>
        <w:t>The options are:</w:t>
      </w:r>
    </w:p>
    <w:p w14:paraId="63EFADED" w14:textId="1AE78867" w:rsidR="001B7C90" w:rsidRDefault="001B7C90" w:rsidP="007F73B0">
      <w:pPr>
        <w:pStyle w:val="ListContinue"/>
      </w:pPr>
      <w:r w:rsidRPr="001B7C90">
        <w:rPr>
          <w:rStyle w:val="Strong"/>
        </w:rPr>
        <w:t>Create a database</w:t>
      </w:r>
      <w:r>
        <w:t>: Select this option to create a new database</w:t>
      </w:r>
      <w:r w:rsidR="00AE4B10">
        <w:t xml:space="preserve"> for this version of the software</w:t>
      </w:r>
      <w:r>
        <w:t>.</w:t>
      </w:r>
      <w:r w:rsidR="00AE4B10">
        <w:t xml:space="preserve"> This option allows you to install multiple instances of the software</w:t>
      </w:r>
      <w:r>
        <w:t xml:space="preserve"> alongside each other.</w:t>
      </w:r>
    </w:p>
    <w:p w14:paraId="7412CDA5" w14:textId="34F857E8" w:rsidR="001B7C90" w:rsidRDefault="001B7C90" w:rsidP="007F73B0">
      <w:pPr>
        <w:pStyle w:val="ListContinue"/>
      </w:pPr>
      <w:r w:rsidRPr="001B7C90">
        <w:rPr>
          <w:rStyle w:val="Strong"/>
        </w:rPr>
        <w:t>Upgrade an existing database</w:t>
      </w:r>
      <w:r>
        <w:t>: Select this option if you want to perform a standard upgrade, which will install the new version of the software and allow you to specify the database settings</w:t>
      </w:r>
      <w:r w:rsidR="00AE4B10">
        <w:t xml:space="preserve"> at the same time</w:t>
      </w:r>
      <w:r>
        <w:t xml:space="preserve">. </w:t>
      </w:r>
    </w:p>
    <w:p w14:paraId="765F641D" w14:textId="1C6D8D22" w:rsidR="001B7C90" w:rsidRDefault="001B7C90" w:rsidP="007F73B0">
      <w:pPr>
        <w:pStyle w:val="ListContinue"/>
      </w:pPr>
      <w:r w:rsidRPr="001B7C90">
        <w:rPr>
          <w:rStyle w:val="Strong"/>
        </w:rPr>
        <w:t>Do not select a database</w:t>
      </w:r>
      <w:r>
        <w:t>: Select this option if you want to install the new version of the software, but you do not have DBA privileges for updating the database.</w:t>
      </w:r>
      <w:r w:rsidR="00AE4B10">
        <w:t xml:space="preserve"> Another user can then make the required database changes at a later time.</w:t>
      </w:r>
    </w:p>
    <w:p w14:paraId="5CDA3D3E" w14:textId="626D1EDB" w:rsidR="007F73B0" w:rsidRDefault="007F73B0" w:rsidP="007F73B0">
      <w:pPr>
        <w:pStyle w:val="ListNumber"/>
      </w:pPr>
      <w:r>
        <w:t xml:space="preserve">For </w:t>
      </w:r>
      <w:r w:rsidR="001B7C90">
        <w:t xml:space="preserve">standard </w:t>
      </w:r>
      <w:r w:rsidR="00C007EF">
        <w:t>upgrades</w:t>
      </w:r>
      <w:r>
        <w:t xml:space="preserve">, choose </w:t>
      </w:r>
      <w:r w:rsidR="00C007EF">
        <w:rPr>
          <w:rStyle w:val="Strong"/>
        </w:rPr>
        <w:t>Existing</w:t>
      </w:r>
      <w:r w:rsidRPr="00515E8F">
        <w:rPr>
          <w:rStyle w:val="Strong"/>
        </w:rPr>
        <w:t xml:space="preserve"> Database</w:t>
      </w:r>
      <w:r>
        <w:t xml:space="preserve">, and then click </w:t>
      </w:r>
      <w:r w:rsidRPr="00515E8F">
        <w:rPr>
          <w:rStyle w:val="Strong"/>
        </w:rPr>
        <w:t>Next</w:t>
      </w:r>
      <w:r>
        <w:t>.</w:t>
      </w:r>
    </w:p>
    <w:p w14:paraId="3B6C4C64" w14:textId="77777777" w:rsidR="007F73B0" w:rsidRDefault="007F73B0" w:rsidP="007F73B0">
      <w:pPr>
        <w:pStyle w:val="ListContinue"/>
      </w:pPr>
      <w:r>
        <w:t xml:space="preserve">The </w:t>
      </w:r>
      <w:r w:rsidRPr="002D3EB1">
        <w:rPr>
          <w:rStyle w:val="Strong"/>
        </w:rPr>
        <w:t>Database Server Login</w:t>
      </w:r>
      <w:r>
        <w:t xml:space="preserve"> screen appears.</w:t>
      </w:r>
    </w:p>
    <w:p w14:paraId="6989B67B" w14:textId="746972D8" w:rsidR="000C11D2" w:rsidRDefault="000C11D2" w:rsidP="007F73B0">
      <w:pPr>
        <w:pStyle w:val="ListContinue"/>
      </w:pPr>
      <w:r>
        <w:rPr>
          <w:noProof/>
        </w:rPr>
        <w:lastRenderedPageBreak/>
        <w:drawing>
          <wp:inline distT="0" distB="0" distL="0" distR="0" wp14:anchorId="0C67AFCC" wp14:editId="4570EAE2">
            <wp:extent cx="4690800" cy="3553200"/>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stretch>
                      <a:fillRect/>
                    </a:stretch>
                  </pic:blipFill>
                  <pic:spPr>
                    <a:xfrm>
                      <a:off x="0" y="0"/>
                      <a:ext cx="4690800" cy="3553200"/>
                    </a:xfrm>
                    <a:prstGeom prst="rect">
                      <a:avLst/>
                    </a:prstGeom>
                  </pic:spPr>
                </pic:pic>
              </a:graphicData>
            </a:graphic>
          </wp:inline>
        </w:drawing>
      </w:r>
    </w:p>
    <w:p w14:paraId="62CA9350" w14:textId="684F00AF" w:rsidR="007F73B0" w:rsidRDefault="007F73B0" w:rsidP="007F73B0">
      <w:pPr>
        <w:pStyle w:val="ListNumber"/>
      </w:pPr>
      <w:r>
        <w:t>Specify the following</w:t>
      </w:r>
      <w:r w:rsidR="00501A41">
        <w:t xml:space="preserve"> (refer to </w:t>
      </w:r>
      <w:hyperlink w:anchor="_Database_Information" w:history="1">
        <w:r w:rsidR="00501A41" w:rsidRPr="00ED6057">
          <w:rPr>
            <w:rStyle w:val="Hyperlink"/>
          </w:rPr>
          <w:t>Database Information</w:t>
        </w:r>
      </w:hyperlink>
      <w:r w:rsidR="00501A41">
        <w:t>)</w:t>
      </w:r>
      <w:r>
        <w:t>:</w:t>
      </w:r>
    </w:p>
    <w:p w14:paraId="108253C9" w14:textId="77777777" w:rsidR="007F73B0" w:rsidRPr="00B555F6" w:rsidRDefault="007F73B0" w:rsidP="007F73B0">
      <w:pPr>
        <w:pStyle w:val="ListContinue"/>
        <w:rPr>
          <w:rStyle w:val="Strong"/>
        </w:rPr>
      </w:pPr>
      <w:r w:rsidRPr="00B555F6">
        <w:rPr>
          <w:rStyle w:val="Strong"/>
        </w:rPr>
        <w:t>Database server you are installing to:</w:t>
      </w:r>
    </w:p>
    <w:p w14:paraId="72D4F2D3" w14:textId="65E2424C" w:rsidR="007F73B0" w:rsidRDefault="007F73B0" w:rsidP="007F73B0">
      <w:pPr>
        <w:pStyle w:val="ListBullet2Condensed"/>
      </w:pPr>
      <w:r>
        <w:t xml:space="preserve">Type in the name of the </w:t>
      </w:r>
      <w:r w:rsidR="00501A41">
        <w:t xml:space="preserve">existing </w:t>
      </w:r>
      <w:r>
        <w:t>database; or</w:t>
      </w:r>
    </w:p>
    <w:p w14:paraId="6E747A51" w14:textId="77777777" w:rsidR="007F73B0" w:rsidRDefault="007F73B0" w:rsidP="007F73B0">
      <w:pPr>
        <w:pStyle w:val="ListBullet2Condensed"/>
      </w:pPr>
      <w:r>
        <w:t>Select the name from the drop-down list. You can choose (local) if the database is to installed on the same machine as the web server; or</w:t>
      </w:r>
    </w:p>
    <w:p w14:paraId="05856466" w14:textId="77777777" w:rsidR="007F73B0" w:rsidRDefault="007F73B0" w:rsidP="007F73B0">
      <w:pPr>
        <w:pStyle w:val="ListBullet2Condensed"/>
      </w:pPr>
      <w:r>
        <w:t xml:space="preserve">Click </w:t>
      </w:r>
      <w:r w:rsidRPr="00DE4054">
        <w:rPr>
          <w:rStyle w:val="Strong"/>
        </w:rPr>
        <w:t>Browse</w:t>
      </w:r>
      <w:r>
        <w:t xml:space="preserve"> to select the database.</w:t>
      </w:r>
    </w:p>
    <w:p w14:paraId="696950FA" w14:textId="77777777" w:rsidR="007F73B0" w:rsidRDefault="007F73B0" w:rsidP="007F73B0">
      <w:pPr>
        <w:pStyle w:val="ListContinue"/>
        <w:rPr>
          <w:rStyle w:val="Strong"/>
        </w:rPr>
      </w:pPr>
      <w:r w:rsidRPr="00B555F6">
        <w:rPr>
          <w:rStyle w:val="Strong"/>
        </w:rPr>
        <w:t>Connect Using:</w:t>
      </w:r>
    </w:p>
    <w:p w14:paraId="0854824E" w14:textId="77777777" w:rsidR="007F73B0" w:rsidRPr="00BB15D7" w:rsidRDefault="007F73B0" w:rsidP="007F73B0">
      <w:pPr>
        <w:pStyle w:val="ListContinue"/>
      </w:pPr>
      <w:r w:rsidRPr="00BB15D7">
        <w:t xml:space="preserve">This is the </w:t>
      </w:r>
      <w:r>
        <w:t>authentication method used to log in to the database.</w:t>
      </w:r>
    </w:p>
    <w:p w14:paraId="2D17AB00" w14:textId="6DC0CD61" w:rsidR="007F73B0" w:rsidRDefault="00CD22E1" w:rsidP="007F73B0">
      <w:pPr>
        <w:pStyle w:val="ListBullet2"/>
      </w:pPr>
      <w:r>
        <w:t>Windows authentication; or</w:t>
      </w:r>
    </w:p>
    <w:p w14:paraId="75568193" w14:textId="77777777" w:rsidR="00CD22E1" w:rsidRDefault="00CD22E1" w:rsidP="00CD22E1">
      <w:pPr>
        <w:pStyle w:val="ListNote"/>
        <w:tabs>
          <w:tab w:val="clear" w:pos="567"/>
        </w:tabs>
        <w:ind w:left="1134"/>
      </w:pPr>
      <w:r w:rsidRPr="00005DCA">
        <w:rPr>
          <w:rStyle w:val="NoteLabel"/>
        </w:rPr>
        <w:t>Note</w:t>
      </w:r>
      <w:r>
        <w:t xml:space="preserve">: If you choose Windows Authentication, you must manually update the password in the web.config file after installation, using the Password Encryption utility. See </w:t>
      </w:r>
      <w:hyperlink w:anchor="_Appendix_A._Installing" w:history="1">
        <w:r w:rsidRPr="00005DCA">
          <w:rPr>
            <w:rStyle w:val="Hyperlink"/>
          </w:rPr>
          <w:t>Appendix A</w:t>
        </w:r>
      </w:hyperlink>
      <w:r>
        <w:t xml:space="preserve"> for details.</w:t>
      </w:r>
    </w:p>
    <w:p w14:paraId="0007EF7A" w14:textId="54C4C87F" w:rsidR="007F73B0" w:rsidRDefault="007F73B0" w:rsidP="007F73B0">
      <w:pPr>
        <w:pStyle w:val="ListBullet2"/>
      </w:pPr>
      <w:r>
        <w:t>SQL Server authentication.</w:t>
      </w:r>
      <w:r w:rsidR="00C007EF">
        <w:t xml:space="preserve"> If this is selected, provide the </w:t>
      </w:r>
      <w:r w:rsidR="00ED32CA">
        <w:t xml:space="preserve">DBA </w:t>
      </w:r>
      <w:r w:rsidR="00C007EF">
        <w:t>user name and password.</w:t>
      </w:r>
    </w:p>
    <w:p w14:paraId="4B7AD1F1" w14:textId="77777777" w:rsidR="007F73B0" w:rsidRPr="00BB15D7" w:rsidRDefault="007F73B0" w:rsidP="007F73B0">
      <w:pPr>
        <w:pStyle w:val="ListContinue"/>
        <w:rPr>
          <w:rStyle w:val="Strong"/>
        </w:rPr>
      </w:pPr>
      <w:r w:rsidRPr="00BB15D7">
        <w:rPr>
          <w:rStyle w:val="Strong"/>
        </w:rPr>
        <w:t>Name of database catalog:</w:t>
      </w:r>
    </w:p>
    <w:p w14:paraId="41D4F45A" w14:textId="0DE62286" w:rsidR="007F73B0" w:rsidRDefault="00501A41" w:rsidP="007F73B0">
      <w:pPr>
        <w:pStyle w:val="ListContinue"/>
      </w:pPr>
      <w:r>
        <w:t>Type the name of the existing catalog</w:t>
      </w:r>
      <w:r w:rsidR="006B4865">
        <w:t xml:space="preserve">, or click </w:t>
      </w:r>
      <w:r w:rsidR="006B4865" w:rsidRPr="006B4865">
        <w:rPr>
          <w:rStyle w:val="Strong"/>
        </w:rPr>
        <w:t>Browse</w:t>
      </w:r>
      <w:r w:rsidR="006B4865">
        <w:t xml:space="preserve"> to choose one from a list</w:t>
      </w:r>
      <w:r w:rsidR="007F73B0">
        <w:t>.</w:t>
      </w:r>
      <w:r w:rsidR="00441F15">
        <w:t xml:space="preserve"> If you type a name that is different to the existing database catalog, a new database will be created.</w:t>
      </w:r>
    </w:p>
    <w:p w14:paraId="21AEF418" w14:textId="77777777" w:rsidR="007F73B0" w:rsidRDefault="007F73B0" w:rsidP="007F73B0">
      <w:pPr>
        <w:pStyle w:val="ListNumber"/>
      </w:pPr>
      <w:r>
        <w:t xml:space="preserve">Click </w:t>
      </w:r>
      <w:r w:rsidRPr="00BB15D7">
        <w:rPr>
          <w:rStyle w:val="Strong"/>
        </w:rPr>
        <w:t>Next</w:t>
      </w:r>
      <w:r>
        <w:t>.</w:t>
      </w:r>
    </w:p>
    <w:p w14:paraId="5A8DF780" w14:textId="4EEDA14D" w:rsidR="00441F15" w:rsidRDefault="00441F15" w:rsidP="007F73B0">
      <w:pPr>
        <w:pStyle w:val="ListContinue"/>
      </w:pPr>
      <w:r>
        <w:rPr>
          <w:noProof/>
        </w:rPr>
        <w:lastRenderedPageBreak/>
        <w:drawing>
          <wp:inline distT="0" distB="0" distL="0" distR="0" wp14:anchorId="0D51E802" wp14:editId="63AF55B0">
            <wp:extent cx="5022000" cy="3805200"/>
            <wp:effectExtent l="0" t="0" r="7620" b="508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5022000" cy="3805200"/>
                    </a:xfrm>
                    <a:prstGeom prst="rect">
                      <a:avLst/>
                    </a:prstGeom>
                  </pic:spPr>
                </pic:pic>
              </a:graphicData>
            </a:graphic>
          </wp:inline>
        </w:drawing>
      </w:r>
    </w:p>
    <w:p w14:paraId="04BDD4D9" w14:textId="200B6F91" w:rsidR="007F73B0" w:rsidRDefault="007F73B0" w:rsidP="007F73B0">
      <w:pPr>
        <w:pStyle w:val="ListContinue"/>
      </w:pPr>
      <w:r>
        <w:t xml:space="preserve">By default, </w:t>
      </w:r>
      <w:sdt>
        <w:sdtPr>
          <w:alias w:val="Product"/>
          <w:tag w:val="j7e7b800099f4ad4b7003f2a6724bc88"/>
          <w:id w:val="1273818940"/>
          <w:lock w:val="contentLocked"/>
          <w:placeholder>
            <w:docPart w:val="43EB48CF53EB467896CC6E9F5A6A753D"/>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t xml:space="preserve"> installs to </w:t>
      </w:r>
      <w:r w:rsidRPr="00AA2AB2">
        <w:rPr>
          <w:rStyle w:val="CodeFragment"/>
        </w:rPr>
        <w:t>C:\P2\</w:t>
      </w:r>
      <w:r w:rsidR="00441F15">
        <w:rPr>
          <w:rStyle w:val="CodeFragment"/>
        </w:rPr>
        <w:t>P2.Explorer\</w:t>
      </w:r>
      <w:r>
        <w:t>.</w:t>
      </w:r>
    </w:p>
    <w:p w14:paraId="064855AD" w14:textId="5F0325B4" w:rsidR="00441F15" w:rsidRDefault="00441F15" w:rsidP="007F73B0">
      <w:pPr>
        <w:pStyle w:val="ListContinue"/>
      </w:pPr>
      <w:r>
        <w:t>The last folder will be named the same as the instance name specified above.</w:t>
      </w:r>
    </w:p>
    <w:p w14:paraId="019B36D8" w14:textId="694A7A4A" w:rsidR="007F73B0" w:rsidRDefault="007F73B0" w:rsidP="007F73B0">
      <w:pPr>
        <w:pStyle w:val="ListNumber"/>
      </w:pPr>
      <w:r>
        <w:t xml:space="preserve">Click </w:t>
      </w:r>
      <w:r w:rsidRPr="00AA2AB2">
        <w:rPr>
          <w:rStyle w:val="Strong"/>
        </w:rPr>
        <w:t>Change</w:t>
      </w:r>
      <w:r>
        <w:t xml:space="preserve"> to select a different destination folder, if </w:t>
      </w:r>
      <w:r w:rsidR="006B4865">
        <w:t>your previous installation was on a different path.</w:t>
      </w:r>
    </w:p>
    <w:p w14:paraId="3A939DD0" w14:textId="77777777" w:rsidR="007F73B0" w:rsidRDefault="007F73B0" w:rsidP="007F73B0">
      <w:pPr>
        <w:pStyle w:val="ListNumber"/>
      </w:pPr>
      <w:r>
        <w:t xml:space="preserve">Click </w:t>
      </w:r>
      <w:r w:rsidRPr="001A2B9C">
        <w:rPr>
          <w:rStyle w:val="Strong"/>
        </w:rPr>
        <w:t>Next</w:t>
      </w:r>
      <w:r>
        <w:t>.</w:t>
      </w:r>
    </w:p>
    <w:p w14:paraId="5E4CB28A" w14:textId="37BE97F3" w:rsidR="008536F1" w:rsidRDefault="008536F1" w:rsidP="008536F1">
      <w:pPr>
        <w:pStyle w:val="ListNumber"/>
      </w:pPr>
      <w:r>
        <w:t xml:space="preserve">In the next screen, </w:t>
      </w:r>
      <w:r w:rsidR="000E7AA7">
        <w:t>complete the following.</w:t>
      </w:r>
    </w:p>
    <w:p w14:paraId="005916D3" w14:textId="77777777" w:rsidR="000E7AA7" w:rsidRDefault="000E7AA7" w:rsidP="000E7AA7">
      <w:pPr>
        <w:pStyle w:val="ListContinue"/>
      </w:pPr>
      <w:r w:rsidRPr="008074EE">
        <w:rPr>
          <w:rStyle w:val="Strong"/>
        </w:rPr>
        <w:t>Website Name</w:t>
      </w:r>
      <w:r>
        <w:t>: Select the website from the drop-down list. E.g. Default WebSite.</w:t>
      </w:r>
    </w:p>
    <w:p w14:paraId="74CD5479" w14:textId="77777777" w:rsidR="000E7AA7" w:rsidRDefault="000E7AA7" w:rsidP="000E7AA7">
      <w:pPr>
        <w:pStyle w:val="ListContinue"/>
      </w:pPr>
      <w:r>
        <w:rPr>
          <w:rStyle w:val="Strong"/>
        </w:rPr>
        <w:t>Application Pool</w:t>
      </w:r>
      <w:r w:rsidRPr="006948D1">
        <w:t>:</w:t>
      </w:r>
      <w:r>
        <w:t xml:space="preserve"> Select an existing name from the drop-down list, or select the </w:t>
      </w:r>
      <w:r w:rsidRPr="006948D1">
        <w:rPr>
          <w:rStyle w:val="Strong"/>
        </w:rPr>
        <w:t>Create AppPool</w:t>
      </w:r>
      <w:r>
        <w:t xml:space="preserve"> check box and type the name of a new application pool in the empty text box.</w:t>
      </w:r>
    </w:p>
    <w:p w14:paraId="5C7C6BB0" w14:textId="35156E6F" w:rsidR="000E7AA7" w:rsidRDefault="000E7AA7" w:rsidP="008536F1">
      <w:pPr>
        <w:pStyle w:val="ListContinue"/>
      </w:pPr>
      <w:r>
        <w:rPr>
          <w:noProof/>
        </w:rPr>
        <w:lastRenderedPageBreak/>
        <w:drawing>
          <wp:inline distT="0" distB="0" distL="0" distR="0" wp14:anchorId="123A7A09" wp14:editId="68685959">
            <wp:extent cx="5022000" cy="3805200"/>
            <wp:effectExtent l="0" t="0" r="7620" b="508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5022000" cy="3805200"/>
                    </a:xfrm>
                    <a:prstGeom prst="rect">
                      <a:avLst/>
                    </a:prstGeom>
                  </pic:spPr>
                </pic:pic>
              </a:graphicData>
            </a:graphic>
          </wp:inline>
        </w:drawing>
      </w:r>
    </w:p>
    <w:p w14:paraId="46A5CF8D" w14:textId="77777777" w:rsidR="007F73B0" w:rsidRDefault="007F73B0" w:rsidP="007F73B0">
      <w:pPr>
        <w:pStyle w:val="ListNumber"/>
      </w:pPr>
      <w:r>
        <w:t xml:space="preserve">Click </w:t>
      </w:r>
      <w:r w:rsidRPr="008074EE">
        <w:rPr>
          <w:rStyle w:val="Strong"/>
        </w:rPr>
        <w:t>Next</w:t>
      </w:r>
      <w:r>
        <w:t>.</w:t>
      </w:r>
    </w:p>
    <w:p w14:paraId="3DB97FFE" w14:textId="558B8B3A" w:rsidR="001251F5" w:rsidRDefault="001251F5" w:rsidP="007F73B0">
      <w:pPr>
        <w:pStyle w:val="ListContinue"/>
      </w:pPr>
      <w:r>
        <w:rPr>
          <w:noProof/>
        </w:rPr>
        <w:drawing>
          <wp:inline distT="0" distB="0" distL="0" distR="0" wp14:anchorId="65690350" wp14:editId="65183DF1">
            <wp:extent cx="4690800" cy="3553200"/>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6"/>
                    <a:stretch>
                      <a:fillRect/>
                    </a:stretch>
                  </pic:blipFill>
                  <pic:spPr>
                    <a:xfrm>
                      <a:off x="0" y="0"/>
                      <a:ext cx="4690800" cy="3553200"/>
                    </a:xfrm>
                    <a:prstGeom prst="rect">
                      <a:avLst/>
                    </a:prstGeom>
                  </pic:spPr>
                </pic:pic>
              </a:graphicData>
            </a:graphic>
          </wp:inline>
        </w:drawing>
      </w:r>
    </w:p>
    <w:p w14:paraId="562FFC06" w14:textId="77777777" w:rsidR="007F73B0" w:rsidRDefault="007F73B0" w:rsidP="007F73B0">
      <w:pPr>
        <w:pStyle w:val="ListNumber"/>
      </w:pPr>
      <w:r>
        <w:t xml:space="preserve">Click </w:t>
      </w:r>
      <w:r w:rsidRPr="00635B32">
        <w:rPr>
          <w:rStyle w:val="Strong"/>
        </w:rPr>
        <w:t>Install</w:t>
      </w:r>
      <w:r>
        <w:t>.</w:t>
      </w:r>
    </w:p>
    <w:p w14:paraId="09E45EAE" w14:textId="4B8D57BD" w:rsidR="007F73B0" w:rsidRDefault="0011541D" w:rsidP="007F73B0">
      <w:pPr>
        <w:pStyle w:val="ListContinue"/>
      </w:pPr>
      <w:sdt>
        <w:sdtPr>
          <w:alias w:val="Product"/>
          <w:tag w:val="j7e7b800099f4ad4b7003f2a6724bc88"/>
          <w:id w:val="-1887015029"/>
          <w:lock w:val="contentLocked"/>
          <w:placeholder>
            <w:docPart w:val="C61C945C3D50465FA2402456153532D6"/>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rsidR="007F73B0" w:rsidRPr="00903251">
        <w:t xml:space="preserve"> installs. The installation will usually only take a </w:t>
      </w:r>
      <w:r w:rsidR="007F73B0">
        <w:t>few seconds</w:t>
      </w:r>
      <w:r w:rsidR="007F73B0" w:rsidRPr="00903251">
        <w:t xml:space="preserve">. </w:t>
      </w:r>
    </w:p>
    <w:p w14:paraId="0DBF3308" w14:textId="67DC6193" w:rsidR="001251F5" w:rsidRDefault="008536F1" w:rsidP="007F73B0">
      <w:pPr>
        <w:pStyle w:val="ListContinue"/>
      </w:pPr>
      <w:r>
        <w:rPr>
          <w:noProof/>
        </w:rPr>
        <w:lastRenderedPageBreak/>
        <w:drawing>
          <wp:inline distT="0" distB="0" distL="0" distR="0" wp14:anchorId="07A1968C" wp14:editId="5D19297D">
            <wp:extent cx="5022000" cy="3805200"/>
            <wp:effectExtent l="0" t="0" r="7620" b="508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a:fillRect/>
                    </a:stretch>
                  </pic:blipFill>
                  <pic:spPr>
                    <a:xfrm>
                      <a:off x="0" y="0"/>
                      <a:ext cx="5022000" cy="3805200"/>
                    </a:xfrm>
                    <a:prstGeom prst="rect">
                      <a:avLst/>
                    </a:prstGeom>
                  </pic:spPr>
                </pic:pic>
              </a:graphicData>
            </a:graphic>
          </wp:inline>
        </w:drawing>
      </w:r>
    </w:p>
    <w:p w14:paraId="0C9822E4" w14:textId="3F6AE74F" w:rsidR="008536F1" w:rsidRDefault="007F73B0" w:rsidP="007F73B0">
      <w:pPr>
        <w:pStyle w:val="ListNumber"/>
      </w:pPr>
      <w:r>
        <w:t xml:space="preserve">When the installer has finished, </w:t>
      </w:r>
      <w:r w:rsidR="008536F1">
        <w:t xml:space="preserve">click the </w:t>
      </w:r>
      <w:r w:rsidR="008536F1" w:rsidRPr="008536F1">
        <w:rPr>
          <w:rStyle w:val="Strong"/>
        </w:rPr>
        <w:t>P2 Explorer</w:t>
      </w:r>
      <w:r w:rsidR="008536F1">
        <w:t xml:space="preserve"> link to launch </w:t>
      </w:r>
      <w:sdt>
        <w:sdtPr>
          <w:alias w:val="Product"/>
          <w:tag w:val="j7e7b800099f4ad4b7003f2a6724bc88"/>
          <w:id w:val="-845711632"/>
          <w:lock w:val="contentLocked"/>
          <w:placeholder>
            <w:docPart w:val="E5B501FF51124B0B8FDEE2615E308A0E"/>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xmlns:ns5='1a9aceae-bc06-48ed-8bbf-c3deb125c9b6' " w:xpath="/ns0:properties[1]/documentManagement[1]/ns3:j7e7b800099f4ad4b7003f2a6724bc88[1]/ns2:Terms[1]" w:storeItemID="{C25B175B-AE41-4583-B473-7AD7E5487BFB}"/>
          <w:text w:multiLine="1"/>
        </w:sdtPr>
        <w:sdtEndPr/>
        <w:sdtContent>
          <w:r w:rsidR="008536F1">
            <w:t>P2 Explorer</w:t>
          </w:r>
        </w:sdtContent>
      </w:sdt>
      <w:r w:rsidR="008536F1">
        <w:t>.</w:t>
      </w:r>
    </w:p>
    <w:p w14:paraId="396BEC93" w14:textId="2C227151" w:rsidR="007F73B0" w:rsidRDefault="008536F1" w:rsidP="007F73B0">
      <w:pPr>
        <w:pStyle w:val="ListNumber"/>
      </w:pPr>
      <w:r>
        <w:t>C</w:t>
      </w:r>
      <w:r w:rsidR="007F73B0">
        <w:t xml:space="preserve">lick </w:t>
      </w:r>
      <w:r w:rsidR="007F73B0" w:rsidRPr="003E24F4">
        <w:rPr>
          <w:rStyle w:val="Strong"/>
        </w:rPr>
        <w:t>Finish</w:t>
      </w:r>
      <w:r w:rsidRPr="008536F1">
        <w:t xml:space="preserve"> to close the wizard.</w:t>
      </w:r>
    </w:p>
    <w:p w14:paraId="24A7AF74" w14:textId="412CCF58" w:rsidR="008854A6" w:rsidRDefault="0011541D" w:rsidP="007F73B0">
      <w:pPr>
        <w:pStyle w:val="ListNumber"/>
      </w:pPr>
      <w:hyperlink w:anchor="_Step_5._Connect" w:history="1">
        <w:r w:rsidR="008854A6" w:rsidRPr="008854A6">
          <w:rPr>
            <w:rStyle w:val="Hyperlink"/>
          </w:rPr>
          <w:t>Connect to P2 Server</w:t>
        </w:r>
      </w:hyperlink>
      <w:r w:rsidR="008854A6">
        <w:t>.</w:t>
      </w:r>
    </w:p>
    <w:p w14:paraId="5002C071" w14:textId="4CA4398F" w:rsidR="008854A6" w:rsidRDefault="008854A6" w:rsidP="007F73B0">
      <w:pPr>
        <w:pStyle w:val="ListNumber"/>
      </w:pPr>
      <w:r w:rsidRPr="008854A6">
        <w:t xml:space="preserve">Check your settings for </w:t>
      </w:r>
      <w:hyperlink w:anchor="_Step_6._Configure" w:history="1">
        <w:r w:rsidRPr="008854A6">
          <w:rPr>
            <w:rStyle w:val="Hyperlink"/>
          </w:rPr>
          <w:t>P2 Security</w:t>
        </w:r>
      </w:hyperlink>
      <w:r>
        <w:t>.</w:t>
      </w:r>
    </w:p>
    <w:p w14:paraId="5341101E" w14:textId="5E28E144" w:rsidR="008854A6" w:rsidRDefault="008854A6" w:rsidP="008854A6">
      <w:pPr>
        <w:pStyle w:val="ListContinue"/>
      </w:pPr>
      <w:r>
        <w:t>You should not need to change anything, but be aware of any new objects that may appear.</w:t>
      </w:r>
    </w:p>
    <w:p w14:paraId="1597B464" w14:textId="77777777" w:rsidR="008854A6" w:rsidRDefault="008854A6" w:rsidP="008854A6">
      <w:pPr>
        <w:pStyle w:val="ListContinue"/>
      </w:pPr>
    </w:p>
    <w:p w14:paraId="6E3BBD78" w14:textId="77777777" w:rsidR="00BD62B3" w:rsidRPr="00BD62B3" w:rsidRDefault="00BD62B3" w:rsidP="00BD62B3">
      <w:pPr>
        <w:pStyle w:val="Heading3"/>
      </w:pPr>
      <w:bookmarkStart w:id="122" w:name="_Toc399510922"/>
      <w:r w:rsidRPr="00BD62B3">
        <w:t>Rollback Procedure</w:t>
      </w:r>
      <w:bookmarkEnd w:id="122"/>
    </w:p>
    <w:p w14:paraId="5E82E76D" w14:textId="794AFFFF" w:rsidR="00C007EF" w:rsidRDefault="0011541D" w:rsidP="005958B4">
      <w:pPr>
        <w:pStyle w:val="ListNumber"/>
        <w:numPr>
          <w:ilvl w:val="0"/>
          <w:numId w:val="18"/>
        </w:numPr>
      </w:pPr>
      <w:hyperlink w:anchor="_Uninstall" w:history="1">
        <w:r w:rsidR="00C007EF" w:rsidRPr="00C007EF">
          <w:rPr>
            <w:rStyle w:val="Hyperlink"/>
          </w:rPr>
          <w:t>Uninstall P2 Explorer</w:t>
        </w:r>
      </w:hyperlink>
      <w:r w:rsidR="00C007EF">
        <w:t>.</w:t>
      </w:r>
    </w:p>
    <w:p w14:paraId="6E3BBD7B" w14:textId="79CF6D34" w:rsidR="00BD62B3" w:rsidRDefault="0011541D" w:rsidP="005958B4">
      <w:pPr>
        <w:pStyle w:val="ListNumber"/>
        <w:numPr>
          <w:ilvl w:val="0"/>
          <w:numId w:val="18"/>
        </w:numPr>
      </w:pPr>
      <w:hyperlink w:anchor="_Upgrade_Procedure" w:history="1">
        <w:r w:rsidR="00C007EF" w:rsidRPr="00045B1A">
          <w:rPr>
            <w:rStyle w:val="Hyperlink"/>
          </w:rPr>
          <w:t>Install the previous version of P2 Explorer</w:t>
        </w:r>
      </w:hyperlink>
      <w:r w:rsidR="00BD62B3" w:rsidRPr="00C007EF">
        <w:t>.</w:t>
      </w:r>
    </w:p>
    <w:p w14:paraId="2BFD4225" w14:textId="77777777" w:rsidR="00C007EF" w:rsidRPr="00C007EF" w:rsidRDefault="00C007EF" w:rsidP="00C007EF">
      <w:pPr>
        <w:pStyle w:val="ListNumber"/>
      </w:pPr>
      <w:r w:rsidRPr="00C007EF">
        <w:t xml:space="preserve">Restore </w:t>
      </w:r>
      <w:r>
        <w:t>the database</w:t>
      </w:r>
      <w:r w:rsidRPr="00C007EF">
        <w:t xml:space="preserve"> from backup.</w:t>
      </w:r>
    </w:p>
    <w:p w14:paraId="5709BF50" w14:textId="2D1E2DA7" w:rsidR="00C007EF" w:rsidRPr="00C007EF" w:rsidRDefault="00C007EF" w:rsidP="0025065D">
      <w:pPr>
        <w:pStyle w:val="ListNumber"/>
      </w:pPr>
      <w:r w:rsidRPr="00C007EF">
        <w:t xml:space="preserve">Restore </w:t>
      </w:r>
      <w:r>
        <w:t>the configuration files</w:t>
      </w:r>
      <w:r w:rsidRPr="00C007EF">
        <w:t xml:space="preserve"> from backup.</w:t>
      </w:r>
    </w:p>
    <w:p w14:paraId="6E3BBD7C" w14:textId="77777777" w:rsidR="00BD62B3" w:rsidRPr="00BD62B3" w:rsidRDefault="00BD62B3" w:rsidP="00BD62B3">
      <w:pPr>
        <w:pStyle w:val="BodyText"/>
        <w:rPr>
          <w:highlight w:val="yellow"/>
        </w:rPr>
      </w:pPr>
    </w:p>
    <w:p w14:paraId="7959AD83" w14:textId="5E35A23F" w:rsidR="000B5BE7" w:rsidRDefault="000B5BE7" w:rsidP="000B5BE7">
      <w:pPr>
        <w:pStyle w:val="Heading2"/>
      </w:pPr>
      <w:bookmarkStart w:id="123" w:name="_Uninstall"/>
      <w:bookmarkStart w:id="124" w:name="_Toc399510923"/>
      <w:bookmarkEnd w:id="123"/>
      <w:r>
        <w:t>Launching the Application</w:t>
      </w:r>
      <w:bookmarkEnd w:id="124"/>
    </w:p>
    <w:p w14:paraId="4A9E2FBE" w14:textId="50827F71" w:rsidR="000B5BE7" w:rsidRDefault="000B5BE7" w:rsidP="000B5BE7">
      <w:pPr>
        <w:pStyle w:val="BodyText"/>
      </w:pPr>
      <w:r>
        <w:t>To open the application, open a browser and navigate to the following URL:</w:t>
      </w:r>
    </w:p>
    <w:p w14:paraId="580EF2B9" w14:textId="396002E5" w:rsidR="000B5BE7" w:rsidRPr="000B5BE7" w:rsidRDefault="000B5BE7" w:rsidP="000B5BE7">
      <w:pPr>
        <w:pStyle w:val="InstructionSingleLine"/>
        <w:rPr>
          <w:rStyle w:val="CodeFragment"/>
        </w:rPr>
      </w:pPr>
      <w:r w:rsidRPr="000B5BE7">
        <w:rPr>
          <w:rStyle w:val="CodeFragment"/>
        </w:rPr>
        <w:t>https://[servername]/P2.Explorer</w:t>
      </w:r>
    </w:p>
    <w:p w14:paraId="6E3BBD7D" w14:textId="68015E97" w:rsidR="00BD62B3" w:rsidRPr="00BD62B3" w:rsidRDefault="00BD62B3" w:rsidP="008854A6">
      <w:pPr>
        <w:pStyle w:val="Heading2"/>
        <w:pageBreakBefore/>
      </w:pPr>
      <w:bookmarkStart w:id="125" w:name="_Toc399510924"/>
      <w:r w:rsidRPr="00BD62B3">
        <w:lastRenderedPageBreak/>
        <w:t>Uninstall</w:t>
      </w:r>
      <w:bookmarkEnd w:id="125"/>
    </w:p>
    <w:p w14:paraId="6E3BBD80" w14:textId="09DF71E1" w:rsidR="008C1B90" w:rsidRDefault="008C1B90" w:rsidP="00F375C7">
      <w:pPr>
        <w:pStyle w:val="BodyText"/>
      </w:pPr>
      <w:r w:rsidRPr="005D765E">
        <w:t xml:space="preserve">After you have run the </w:t>
      </w:r>
      <w:r w:rsidR="005D765E">
        <w:rPr>
          <w:rStyle w:val="Strong"/>
        </w:rPr>
        <w:t>Explorer.exe</w:t>
      </w:r>
      <w:r w:rsidRPr="005D765E">
        <w:t xml:space="preserve"> installer, running this again offers you the options of changing your installation, repairing your installation, and removing your installation. </w:t>
      </w:r>
    </w:p>
    <w:p w14:paraId="146719DC" w14:textId="77777777" w:rsidR="005D765E" w:rsidRDefault="005D765E" w:rsidP="005D765E">
      <w:pPr>
        <w:pStyle w:val="BodyText"/>
      </w:pPr>
      <w:r>
        <w:t>To run the installer:</w:t>
      </w:r>
    </w:p>
    <w:p w14:paraId="5257B921" w14:textId="77777777" w:rsidR="005D765E" w:rsidRDefault="005D765E" w:rsidP="005958B4">
      <w:pPr>
        <w:pStyle w:val="ListNumber"/>
        <w:numPr>
          <w:ilvl w:val="0"/>
          <w:numId w:val="16"/>
        </w:numPr>
      </w:pPr>
      <w:r>
        <w:t xml:space="preserve">Double-click </w:t>
      </w:r>
      <w:r w:rsidRPr="00DE4054">
        <w:rPr>
          <w:rStyle w:val="Strong"/>
        </w:rPr>
        <w:t>Explorer.exe</w:t>
      </w:r>
      <w:r>
        <w:t>.</w:t>
      </w:r>
    </w:p>
    <w:p w14:paraId="0A660746" w14:textId="77777777" w:rsidR="005D765E" w:rsidRDefault="005D765E" w:rsidP="005D765E">
      <w:pPr>
        <w:pStyle w:val="ListNumber"/>
      </w:pPr>
      <w:r>
        <w:t xml:space="preserve">At the Security Warning, click </w:t>
      </w:r>
      <w:r w:rsidRPr="00E41973">
        <w:rPr>
          <w:rStyle w:val="Strong"/>
        </w:rPr>
        <w:t>Run</w:t>
      </w:r>
      <w:r>
        <w:t>.</w:t>
      </w:r>
    </w:p>
    <w:p w14:paraId="24A97DC5" w14:textId="154AB706" w:rsidR="000D13E8" w:rsidRDefault="000D13E8" w:rsidP="005D765E">
      <w:pPr>
        <w:pStyle w:val="ListContinue"/>
      </w:pPr>
      <w:r>
        <w:rPr>
          <w:noProof/>
        </w:rPr>
        <w:drawing>
          <wp:inline distT="0" distB="0" distL="0" distR="0" wp14:anchorId="6E5C2D74" wp14:editId="6148B7E5">
            <wp:extent cx="3196800" cy="2059200"/>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3196800" cy="2059200"/>
                    </a:xfrm>
                    <a:prstGeom prst="rect">
                      <a:avLst/>
                    </a:prstGeom>
                  </pic:spPr>
                </pic:pic>
              </a:graphicData>
            </a:graphic>
          </wp:inline>
        </w:drawing>
      </w:r>
    </w:p>
    <w:p w14:paraId="1C5B49ED" w14:textId="5E5EC95D" w:rsidR="005D765E" w:rsidRDefault="005D765E" w:rsidP="005D765E">
      <w:pPr>
        <w:pStyle w:val="ListContinue"/>
      </w:pPr>
      <w:r>
        <w:t xml:space="preserve">The InstallShield Wizard prepares the setup, and then displays the </w:t>
      </w:r>
      <w:r>
        <w:rPr>
          <w:rStyle w:val="Strong"/>
        </w:rPr>
        <w:t>Existing Installed Instances Detected</w:t>
      </w:r>
      <w:r w:rsidRPr="005D765E">
        <w:t xml:space="preserve"> screen</w:t>
      </w:r>
      <w:r>
        <w:t>.</w:t>
      </w:r>
    </w:p>
    <w:p w14:paraId="77BA32AE" w14:textId="3636B098" w:rsidR="00560C33" w:rsidRPr="005D765E" w:rsidRDefault="00560C33" w:rsidP="00560C33">
      <w:pPr>
        <w:pStyle w:val="ListNote"/>
      </w:pPr>
      <w:r w:rsidRPr="004560E2">
        <w:rPr>
          <w:rStyle w:val="NoteLabel"/>
        </w:rPr>
        <w:t>Note</w:t>
      </w:r>
      <w:r>
        <w:t xml:space="preserve">: </w:t>
      </w:r>
      <w:r w:rsidRPr="005D765E">
        <w:t xml:space="preserve">You can </w:t>
      </w:r>
      <w:r>
        <w:t>bypass the Install</w:t>
      </w:r>
      <w:r w:rsidR="00B54D47">
        <w:t>S</w:t>
      </w:r>
      <w:r>
        <w:t xml:space="preserve">hield wizard </w:t>
      </w:r>
      <w:r w:rsidRPr="005D765E">
        <w:t xml:space="preserve">through the </w:t>
      </w:r>
      <w:r w:rsidRPr="005D765E">
        <w:rPr>
          <w:rStyle w:val="Strong"/>
        </w:rPr>
        <w:t>Program Features</w:t>
      </w:r>
      <w:r w:rsidRPr="005D765E">
        <w:t xml:space="preserve"> utility (</w:t>
      </w:r>
      <w:r w:rsidRPr="001251F5">
        <w:rPr>
          <w:rStyle w:val="StrongEmphasis"/>
        </w:rPr>
        <w:t>Start &gt; Control Panel &gt; Programs and Features</w:t>
      </w:r>
      <w:r w:rsidRPr="005D765E">
        <w:t xml:space="preserve">). </w:t>
      </w:r>
      <w:r>
        <w:t>Double-click</w:t>
      </w:r>
      <w:r w:rsidRPr="005D765E">
        <w:t xml:space="preserve"> </w:t>
      </w:r>
      <w:r>
        <w:rPr>
          <w:rStyle w:val="Strong"/>
        </w:rPr>
        <w:t>P2 Explorer</w:t>
      </w:r>
      <w:r w:rsidRPr="005D765E">
        <w:t xml:space="preserve"> in the list of installed programs</w:t>
      </w:r>
      <w:r>
        <w:t xml:space="preserve"> to completely remove the application</w:t>
      </w:r>
      <w:r w:rsidRPr="005D765E">
        <w:t>.</w:t>
      </w:r>
    </w:p>
    <w:p w14:paraId="2E50D539" w14:textId="1A34C2C7" w:rsidR="000D13E8" w:rsidRDefault="00055BD8" w:rsidP="005D765E">
      <w:pPr>
        <w:pStyle w:val="ListContinue"/>
      </w:pPr>
      <w:r>
        <w:rPr>
          <w:noProof/>
        </w:rPr>
        <w:drawing>
          <wp:inline distT="0" distB="0" distL="0" distR="0" wp14:anchorId="0B09AABA" wp14:editId="75210383">
            <wp:extent cx="5022000" cy="3805200"/>
            <wp:effectExtent l="0" t="0" r="7620" b="508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a:stretch>
                      <a:fillRect/>
                    </a:stretch>
                  </pic:blipFill>
                  <pic:spPr>
                    <a:xfrm>
                      <a:off x="0" y="0"/>
                      <a:ext cx="5022000" cy="3805200"/>
                    </a:xfrm>
                    <a:prstGeom prst="rect">
                      <a:avLst/>
                    </a:prstGeom>
                  </pic:spPr>
                </pic:pic>
              </a:graphicData>
            </a:graphic>
          </wp:inline>
        </w:drawing>
      </w:r>
    </w:p>
    <w:p w14:paraId="755FE207" w14:textId="316247EC" w:rsidR="005D765E" w:rsidRDefault="005D765E" w:rsidP="005D765E">
      <w:pPr>
        <w:pStyle w:val="ListNumber"/>
      </w:pPr>
      <w:r>
        <w:lastRenderedPageBreak/>
        <w:t>Select the “</w:t>
      </w:r>
      <w:r w:rsidRPr="005D765E">
        <w:rPr>
          <w:rStyle w:val="Strong"/>
        </w:rPr>
        <w:t>Maintain or update</w:t>
      </w:r>
      <w:r>
        <w:t>” option, and then select the instance that you want to uninstall.</w:t>
      </w:r>
    </w:p>
    <w:p w14:paraId="0389928B" w14:textId="4FC79019" w:rsidR="005D765E" w:rsidRDefault="005D765E" w:rsidP="005D765E">
      <w:pPr>
        <w:pStyle w:val="ListNumber"/>
      </w:pPr>
      <w:r>
        <w:t xml:space="preserve">Click </w:t>
      </w:r>
      <w:r w:rsidRPr="005D765E">
        <w:rPr>
          <w:rStyle w:val="Strong"/>
        </w:rPr>
        <w:t>Next</w:t>
      </w:r>
      <w:r>
        <w:t>.</w:t>
      </w:r>
    </w:p>
    <w:p w14:paraId="7815435F" w14:textId="137655BD" w:rsidR="004560E2" w:rsidRDefault="00397D34" w:rsidP="004560E2">
      <w:pPr>
        <w:pStyle w:val="ListContinue"/>
      </w:pPr>
      <w:r>
        <w:t>InstallShield</w:t>
      </w:r>
      <w:r w:rsidR="004560E2">
        <w:t xml:space="preserve"> prepares the setup</w:t>
      </w:r>
      <w:r w:rsidR="005B7E0D">
        <w:t xml:space="preserve"> and displays a welcome screen.</w:t>
      </w:r>
    </w:p>
    <w:p w14:paraId="35EFF25D" w14:textId="10DB709B" w:rsidR="005D765E" w:rsidRDefault="005B7E0D" w:rsidP="005B7E0D">
      <w:pPr>
        <w:pStyle w:val="ListContinue"/>
      </w:pPr>
      <w:r>
        <w:t>The following options appear:</w:t>
      </w:r>
    </w:p>
    <w:p w14:paraId="6F0DA4E1" w14:textId="3C123584" w:rsidR="000D13E8" w:rsidRPr="005D765E" w:rsidRDefault="000D13E8" w:rsidP="005B7E0D">
      <w:pPr>
        <w:pStyle w:val="ListContinue"/>
      </w:pPr>
      <w:r>
        <w:rPr>
          <w:noProof/>
        </w:rPr>
        <w:drawing>
          <wp:inline distT="0" distB="0" distL="0" distR="0" wp14:anchorId="219BD54F" wp14:editId="1AC3BC5D">
            <wp:extent cx="4690800" cy="3553200"/>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4690800" cy="3553200"/>
                    </a:xfrm>
                    <a:prstGeom prst="rect">
                      <a:avLst/>
                    </a:prstGeom>
                  </pic:spPr>
                </pic:pic>
              </a:graphicData>
            </a:graphic>
          </wp:inline>
        </w:drawing>
      </w:r>
    </w:p>
    <w:p w14:paraId="6E3BBD83" w14:textId="1175F977" w:rsidR="008C1B90" w:rsidRPr="005B7E0D" w:rsidRDefault="005B7E0D" w:rsidP="005B7E0D">
      <w:pPr>
        <w:pStyle w:val="ListBullet2"/>
      </w:pPr>
      <w:bookmarkStart w:id="126" w:name="O_7401"/>
      <w:bookmarkEnd w:id="126"/>
      <w:r w:rsidRPr="005B7E0D">
        <w:rPr>
          <w:rStyle w:val="Strong"/>
        </w:rPr>
        <w:t>Modify</w:t>
      </w:r>
      <w:r w:rsidRPr="005B7E0D">
        <w:t xml:space="preserve">: </w:t>
      </w:r>
      <w:r w:rsidR="008C1B90" w:rsidRPr="005B7E0D">
        <w:t xml:space="preserve">The </w:t>
      </w:r>
      <w:r w:rsidRPr="005B7E0D">
        <w:t>Modify</w:t>
      </w:r>
      <w:r w:rsidR="008C1B90" w:rsidRPr="005B7E0D">
        <w:t xml:space="preserve"> option allows you to </w:t>
      </w:r>
      <w:r w:rsidRPr="005B7E0D">
        <w:t>change</w:t>
      </w:r>
      <w:r w:rsidR="008C1B90" w:rsidRPr="005B7E0D">
        <w:t xml:space="preserve"> the installed components. Since the </w:t>
      </w:r>
      <w:r w:rsidRPr="005B7E0D">
        <w:t>Explorer</w:t>
      </w:r>
      <w:r w:rsidR="008C1B90" w:rsidRPr="005B7E0D">
        <w:t xml:space="preserve"> installation requires a complete installation of all components, this option is not applicable.</w:t>
      </w:r>
    </w:p>
    <w:p w14:paraId="6E3BBD86" w14:textId="4207EF68" w:rsidR="008C1B90" w:rsidRPr="005B7E0D" w:rsidRDefault="008C1B90" w:rsidP="005B7E0D">
      <w:pPr>
        <w:pStyle w:val="ListBullet2"/>
      </w:pPr>
      <w:bookmarkStart w:id="127" w:name="O_7399"/>
      <w:bookmarkStart w:id="128" w:name="_Toc348523304"/>
      <w:bookmarkEnd w:id="127"/>
      <w:r w:rsidRPr="005B7E0D">
        <w:rPr>
          <w:rStyle w:val="Strong"/>
        </w:rPr>
        <w:t>Repair</w:t>
      </w:r>
      <w:bookmarkEnd w:id="128"/>
      <w:r w:rsidR="005B7E0D" w:rsidRPr="005B7E0D">
        <w:t xml:space="preserve">: </w:t>
      </w:r>
      <w:r w:rsidRPr="005B7E0D">
        <w:t xml:space="preserve">Repair allows you to fix any errors that may have occurred in the most recent installation. It fixes missing and corrupt files, shortcuts, and registry entries. </w:t>
      </w:r>
    </w:p>
    <w:p w14:paraId="6E3BBD89" w14:textId="6E645353" w:rsidR="008C1B90" w:rsidRDefault="008C1B90" w:rsidP="005B7E0D">
      <w:pPr>
        <w:pStyle w:val="ListBullet2"/>
      </w:pPr>
      <w:bookmarkStart w:id="129" w:name="O_7400"/>
      <w:bookmarkStart w:id="130" w:name="_Toc348523305"/>
      <w:bookmarkEnd w:id="129"/>
      <w:r w:rsidRPr="005B7E0D">
        <w:rPr>
          <w:rStyle w:val="Strong"/>
        </w:rPr>
        <w:t>Remove</w:t>
      </w:r>
      <w:bookmarkEnd w:id="130"/>
      <w:r w:rsidR="005B7E0D" w:rsidRPr="005B7E0D">
        <w:t xml:space="preserve">: </w:t>
      </w:r>
      <w:r w:rsidRPr="005B7E0D">
        <w:t xml:space="preserve">Remove allows you to remove </w:t>
      </w:r>
      <w:sdt>
        <w:sdtPr>
          <w:alias w:val="Product"/>
          <w:tag w:val="j7e7b800099f4ad4b7003f2a6724bc88"/>
          <w:id w:val="-861197488"/>
          <w:lock w:val="contentLocked"/>
          <w:placeholder>
            <w:docPart w:val="4A39D077837A42348E533445968CBC61"/>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rsidR="005B7E0D" w:rsidRPr="005B7E0D">
        <w:t xml:space="preserve"> and all associated files and features</w:t>
      </w:r>
      <w:r w:rsidRPr="005B7E0D">
        <w:t xml:space="preserve"> from your computer. You should not do this until you have spoken to </w:t>
      </w:r>
      <w:r w:rsidR="00E624F9" w:rsidRPr="005B7E0D">
        <w:t>P2</w:t>
      </w:r>
      <w:r w:rsidRPr="005B7E0D">
        <w:t xml:space="preserve"> </w:t>
      </w:r>
      <w:r w:rsidR="005B7E0D" w:rsidRPr="005B7E0D">
        <w:t>Customer Support</w:t>
      </w:r>
      <w:r w:rsidRPr="005B7E0D">
        <w:t>.</w:t>
      </w:r>
    </w:p>
    <w:p w14:paraId="69D8984D" w14:textId="7CA2890D" w:rsidR="005B7E0D" w:rsidRDefault="005B7E0D" w:rsidP="005B7E0D">
      <w:pPr>
        <w:pStyle w:val="ListNumber"/>
      </w:pPr>
      <w:r>
        <w:t xml:space="preserve">To uninstall </w:t>
      </w:r>
      <w:sdt>
        <w:sdtPr>
          <w:alias w:val="Product"/>
          <w:tag w:val="j7e7b800099f4ad4b7003f2a6724bc88"/>
          <w:id w:val="1638527384"/>
          <w:lock w:val="contentLocked"/>
          <w:placeholder>
            <w:docPart w:val="BE9B3A5D139C475C8B84F3AC848DE5C3"/>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t xml:space="preserve">, select </w:t>
      </w:r>
      <w:r w:rsidRPr="005B7E0D">
        <w:rPr>
          <w:rStyle w:val="Strong"/>
        </w:rPr>
        <w:t>Remove</w:t>
      </w:r>
      <w:r>
        <w:t xml:space="preserve"> and then click </w:t>
      </w:r>
      <w:r w:rsidRPr="005B7E0D">
        <w:rPr>
          <w:rStyle w:val="Strong"/>
        </w:rPr>
        <w:t>Next</w:t>
      </w:r>
      <w:r>
        <w:t>.</w:t>
      </w:r>
    </w:p>
    <w:p w14:paraId="5E693524" w14:textId="0E964CCD" w:rsidR="00723A68" w:rsidRDefault="00723A68" w:rsidP="00DB7243">
      <w:pPr>
        <w:pStyle w:val="ListContinue"/>
      </w:pPr>
      <w:r>
        <w:rPr>
          <w:noProof/>
        </w:rPr>
        <w:drawing>
          <wp:inline distT="0" distB="0" distL="0" distR="0" wp14:anchorId="370D12E4" wp14:editId="3F6395B4">
            <wp:extent cx="3315600" cy="10332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0"/>
                    <a:stretch>
                      <a:fillRect/>
                    </a:stretch>
                  </pic:blipFill>
                  <pic:spPr>
                    <a:xfrm>
                      <a:off x="0" y="0"/>
                      <a:ext cx="3315600" cy="1033200"/>
                    </a:xfrm>
                    <a:prstGeom prst="rect">
                      <a:avLst/>
                    </a:prstGeom>
                  </pic:spPr>
                </pic:pic>
              </a:graphicData>
            </a:graphic>
          </wp:inline>
        </w:drawing>
      </w:r>
    </w:p>
    <w:p w14:paraId="3EDE30D8" w14:textId="6D04A6BB" w:rsidR="005B7E0D" w:rsidRDefault="005B7E0D" w:rsidP="005B7E0D">
      <w:pPr>
        <w:pStyle w:val="ListNumber"/>
      </w:pPr>
      <w:r>
        <w:t xml:space="preserve">At the confirmation prompt, click </w:t>
      </w:r>
      <w:r w:rsidRPr="00CF5CD5">
        <w:rPr>
          <w:rStyle w:val="Strong"/>
        </w:rPr>
        <w:t>Yes</w:t>
      </w:r>
      <w:r>
        <w:t>.</w:t>
      </w:r>
    </w:p>
    <w:p w14:paraId="3557ADB8" w14:textId="49F2C9A4" w:rsidR="005B7E0D" w:rsidRDefault="00EE0060" w:rsidP="00EE0060">
      <w:pPr>
        <w:pStyle w:val="ListContinue"/>
      </w:pPr>
      <w:r>
        <w:t xml:space="preserve">The </w:t>
      </w:r>
      <w:r w:rsidR="00397D34">
        <w:t>InstallShield</w:t>
      </w:r>
      <w:r>
        <w:t xml:space="preserve"> wizard removes </w:t>
      </w:r>
      <w:sdt>
        <w:sdtPr>
          <w:alias w:val="Product"/>
          <w:tag w:val="j7e7b800099f4ad4b7003f2a6724bc88"/>
          <w:id w:val="-933662797"/>
          <w:lock w:val="contentLocked"/>
          <w:placeholder>
            <w:docPart w:val="5EEBEDC0FA9E4D89BE4D5173069EFDDC"/>
          </w:placeholder>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j7e7b800099f4ad4b7003f2a6724bc88[1]/ns2:Terms[1]" w:storeItemID="{C25B175B-AE41-4583-B473-7AD7E5487BFB}"/>
          <w:text w:multiLine="1"/>
        </w:sdtPr>
        <w:sdtEndPr/>
        <w:sdtContent>
          <w:r w:rsidR="00AF7AF3">
            <w:t>P2 Explorer</w:t>
          </w:r>
        </w:sdtContent>
      </w:sdt>
      <w:r>
        <w:t>.</w:t>
      </w:r>
    </w:p>
    <w:p w14:paraId="57C564F5" w14:textId="6AC7B2CA" w:rsidR="00723A68" w:rsidRDefault="00723A68" w:rsidP="00EE0060">
      <w:pPr>
        <w:pStyle w:val="ListContinue"/>
      </w:pPr>
      <w:r>
        <w:rPr>
          <w:noProof/>
        </w:rPr>
        <w:lastRenderedPageBreak/>
        <w:drawing>
          <wp:inline distT="0" distB="0" distL="0" distR="0" wp14:anchorId="0A22EF70" wp14:editId="4B6E3C6D">
            <wp:extent cx="4690800" cy="3553200"/>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stretch>
                      <a:fillRect/>
                    </a:stretch>
                  </pic:blipFill>
                  <pic:spPr>
                    <a:xfrm>
                      <a:off x="0" y="0"/>
                      <a:ext cx="4690800" cy="3553200"/>
                    </a:xfrm>
                    <a:prstGeom prst="rect">
                      <a:avLst/>
                    </a:prstGeom>
                  </pic:spPr>
                </pic:pic>
              </a:graphicData>
            </a:graphic>
          </wp:inline>
        </w:drawing>
      </w:r>
    </w:p>
    <w:p w14:paraId="0CD344DC" w14:textId="65FA50CF" w:rsidR="00EE0060" w:rsidRDefault="00EE0060" w:rsidP="00EE0060">
      <w:pPr>
        <w:pStyle w:val="ListNumber"/>
      </w:pPr>
      <w:r>
        <w:t xml:space="preserve">When the uninstall has been completed, click </w:t>
      </w:r>
      <w:r w:rsidRPr="00EE0060">
        <w:rPr>
          <w:rStyle w:val="Strong"/>
        </w:rPr>
        <w:t>Finish</w:t>
      </w:r>
      <w:r>
        <w:t>.</w:t>
      </w:r>
    </w:p>
    <w:p w14:paraId="7FB04D52" w14:textId="75EAC0F1" w:rsidR="005B7E0D" w:rsidRDefault="00F375C7" w:rsidP="00F375C7">
      <w:pPr>
        <w:pStyle w:val="Note"/>
      </w:pPr>
      <w:r w:rsidRPr="00F375C7">
        <w:rPr>
          <w:rStyle w:val="NoteLabel"/>
        </w:rPr>
        <w:t>Note</w:t>
      </w:r>
      <w:r>
        <w:t xml:space="preserve">: The installer will not remove the Explorer database. </w:t>
      </w:r>
      <w:r w:rsidR="003F35AF">
        <w:t>If you want to remove the database, y</w:t>
      </w:r>
      <w:r>
        <w:t>ou must do this manually using the appropriate database tool.</w:t>
      </w:r>
    </w:p>
    <w:p w14:paraId="29934F0E" w14:textId="77777777" w:rsidR="005B7E0D" w:rsidRPr="005B7E0D" w:rsidRDefault="005B7E0D" w:rsidP="005B7E0D">
      <w:pPr>
        <w:pStyle w:val="BodyText"/>
      </w:pPr>
    </w:p>
    <w:p w14:paraId="6E3BBD8B" w14:textId="77777777" w:rsidR="00011D14" w:rsidRPr="00086262" w:rsidRDefault="00011D14" w:rsidP="00011D14">
      <w:pPr>
        <w:pStyle w:val="BodyText"/>
      </w:pPr>
    </w:p>
    <w:p w14:paraId="6E3BBD8C" w14:textId="77777777" w:rsidR="00011D14" w:rsidRDefault="00011D14" w:rsidP="001F08C4">
      <w:pPr>
        <w:pStyle w:val="Heading1"/>
        <w:rPr>
          <w:highlight w:val="yellow"/>
        </w:rPr>
        <w:sectPr w:rsidR="00011D14" w:rsidSect="003803E4">
          <w:headerReference w:type="even" r:id="rId52"/>
          <w:pgSz w:w="11906" w:h="16838" w:code="1"/>
          <w:pgMar w:top="1418" w:right="1418" w:bottom="1418" w:left="1418" w:header="567" w:footer="567" w:gutter="0"/>
          <w:cols w:space="720"/>
          <w:titlePg/>
          <w:docGrid w:linePitch="299"/>
        </w:sectPr>
      </w:pPr>
    </w:p>
    <w:p w14:paraId="79E896C3" w14:textId="6AB64148" w:rsidR="00CD391C" w:rsidRDefault="00CD391C" w:rsidP="001F08C4">
      <w:pPr>
        <w:pStyle w:val="Heading1"/>
      </w:pPr>
      <w:bookmarkStart w:id="131" w:name="_Appendix_A._Installing"/>
      <w:bookmarkStart w:id="132" w:name="_Toc399510925"/>
      <w:bookmarkEnd w:id="131"/>
      <w:r>
        <w:lastRenderedPageBreak/>
        <w:t>Appendix A. Installing the Database Manually</w:t>
      </w:r>
      <w:bookmarkEnd w:id="132"/>
    </w:p>
    <w:p w14:paraId="7BA21DE3" w14:textId="77777777" w:rsidR="00005DCA" w:rsidRPr="007C0A47" w:rsidRDefault="00CD391C" w:rsidP="00005DCA">
      <w:pPr>
        <w:pStyle w:val="BodyText"/>
      </w:pPr>
      <w:r w:rsidRPr="007C0A47">
        <w:t xml:space="preserve">If you chose to not create or update a database </w:t>
      </w:r>
      <w:r>
        <w:t>during installation,</w:t>
      </w:r>
      <w:r w:rsidRPr="007C0A47">
        <w:t xml:space="preserve"> you </w:t>
      </w:r>
      <w:r w:rsidR="00005DCA">
        <w:t>should</w:t>
      </w:r>
      <w:r w:rsidRPr="007C0A47">
        <w:t xml:space="preserve"> use the </w:t>
      </w:r>
      <w:r w:rsidR="00005DCA">
        <w:t xml:space="preserve">SQL script </w:t>
      </w:r>
      <w:r w:rsidRPr="007C0A47">
        <w:t xml:space="preserve">provided </w:t>
      </w:r>
      <w:r w:rsidR="00005DCA">
        <w:t xml:space="preserve">in the installation directory </w:t>
      </w:r>
      <w:r w:rsidRPr="007C0A47">
        <w:t>to do the update/create manually.</w:t>
      </w:r>
      <w:r w:rsidR="00005DCA">
        <w:t xml:space="preserve"> This must be done by a user with DBA create privileges on the database.</w:t>
      </w:r>
    </w:p>
    <w:p w14:paraId="32FDF890" w14:textId="136CABAF" w:rsidR="00773C91" w:rsidRDefault="00773C91" w:rsidP="00005DCA">
      <w:pPr>
        <w:pStyle w:val="ListNumber"/>
        <w:numPr>
          <w:ilvl w:val="0"/>
          <w:numId w:val="27"/>
        </w:numPr>
        <w:tabs>
          <w:tab w:val="clear" w:pos="2835"/>
          <w:tab w:val="clear" w:pos="3402"/>
          <w:tab w:val="clear" w:pos="3969"/>
          <w:tab w:val="clear" w:pos="4536"/>
          <w:tab w:val="clear" w:pos="5103"/>
        </w:tabs>
      </w:pPr>
      <w:r>
        <w:t xml:space="preserve">Locate </w:t>
      </w:r>
      <w:r w:rsidR="00005DCA">
        <w:t xml:space="preserve">and run </w:t>
      </w:r>
      <w:r>
        <w:t>the database scr</w:t>
      </w:r>
      <w:r w:rsidR="00005DCA">
        <w:t>ipt</w:t>
      </w:r>
      <w:r>
        <w:t xml:space="preserve">: </w:t>
      </w:r>
      <w:r w:rsidRPr="00FB0D5F">
        <w:rPr>
          <w:rStyle w:val="CodeFragment"/>
        </w:rPr>
        <w:t>C:\P2\P2.Explorer</w:t>
      </w:r>
      <w:r>
        <w:rPr>
          <w:rStyle w:val="CodeFragment"/>
        </w:rPr>
        <w:t>\scripts</w:t>
      </w:r>
    </w:p>
    <w:p w14:paraId="3A23EFF4" w14:textId="36FB08F4" w:rsidR="00005DCA" w:rsidRDefault="00005DCA" w:rsidP="00005DCA">
      <w:pPr>
        <w:pStyle w:val="ListContinue"/>
      </w:pPr>
      <w:r w:rsidRPr="007C0A47">
        <w:t xml:space="preserve">After running the </w:t>
      </w:r>
      <w:r>
        <w:t>SQL</w:t>
      </w:r>
      <w:r w:rsidRPr="007C0A47">
        <w:t xml:space="preserve"> script, you need to </w:t>
      </w:r>
      <w:r>
        <w:t xml:space="preserve">manually </w:t>
      </w:r>
      <w:r w:rsidRPr="007C0A47">
        <w:t xml:space="preserve">update the database username and password in the </w:t>
      </w:r>
      <w:r w:rsidRPr="00005DCA">
        <w:t>configuration</w:t>
      </w:r>
      <w:r>
        <w:t xml:space="preserve"> file. The password must be an encrypted password. </w:t>
      </w:r>
    </w:p>
    <w:p w14:paraId="4262578F" w14:textId="3EECFA94" w:rsidR="00CD391C" w:rsidRDefault="00CD391C" w:rsidP="00005DCA">
      <w:pPr>
        <w:pStyle w:val="ListNumber"/>
      </w:pPr>
      <w:r w:rsidRPr="007C0A47">
        <w:t xml:space="preserve">To generate an encrypted password, use the </w:t>
      </w:r>
      <w:r>
        <w:t xml:space="preserve">P2 Explorer Password Encrypter </w:t>
      </w:r>
      <w:r w:rsidRPr="007C0A47">
        <w:t>utility</w:t>
      </w:r>
      <w:r>
        <w:t xml:space="preserve">, located </w:t>
      </w:r>
      <w:r w:rsidRPr="007C0A47">
        <w:t xml:space="preserve">in the </w:t>
      </w:r>
      <w:r w:rsidRPr="00CD391C">
        <w:rPr>
          <w:rStyle w:val="CodeFragment"/>
        </w:rPr>
        <w:t>bin</w:t>
      </w:r>
      <w:r w:rsidRPr="007C0A47">
        <w:t xml:space="preserve"> directory of your install</w:t>
      </w:r>
      <w:r>
        <w:t>ation folder</w:t>
      </w:r>
      <w:r w:rsidRPr="007C0A47">
        <w:t xml:space="preserve">. </w:t>
      </w:r>
    </w:p>
    <w:p w14:paraId="652D0378" w14:textId="410BA4BA" w:rsidR="00CD391C" w:rsidRDefault="00CD391C" w:rsidP="00005DCA">
      <w:pPr>
        <w:pStyle w:val="ListContinue"/>
        <w:rPr>
          <w:rStyle w:val="CodeFragment"/>
        </w:rPr>
      </w:pPr>
      <w:r w:rsidRPr="00FB0D5F">
        <w:rPr>
          <w:rStyle w:val="CodeFragment"/>
        </w:rPr>
        <w:t>C:\P2\P2.Explorer</w:t>
      </w:r>
      <w:r>
        <w:rPr>
          <w:rStyle w:val="CodeFragment"/>
        </w:rPr>
        <w:t>\bin</w:t>
      </w:r>
    </w:p>
    <w:p w14:paraId="5FF50381" w14:textId="232F6EBD" w:rsidR="00707453" w:rsidRDefault="00005DCA" w:rsidP="00005DCA">
      <w:pPr>
        <w:pStyle w:val="ListNumber2"/>
      </w:pPr>
      <w:r>
        <w:t xml:space="preserve">In the P2 Explorer Password Encrypter </w:t>
      </w:r>
      <w:r w:rsidRPr="007C0A47">
        <w:t>utility</w:t>
      </w:r>
      <w:r>
        <w:t>, t</w:t>
      </w:r>
      <w:r w:rsidR="00707453" w:rsidRPr="00707453">
        <w:t xml:space="preserve">ype </w:t>
      </w:r>
      <w:r>
        <w:t>your password into the P</w:t>
      </w:r>
      <w:r w:rsidR="00707453">
        <w:t>ass</w:t>
      </w:r>
      <w:r>
        <w:t>word field.</w:t>
      </w:r>
    </w:p>
    <w:p w14:paraId="6129FF2E" w14:textId="0B4739F8" w:rsidR="00005DCA" w:rsidRDefault="00005DCA" w:rsidP="00005DCA">
      <w:pPr>
        <w:pStyle w:val="ListNumber2"/>
      </w:pPr>
      <w:r>
        <w:t xml:space="preserve">Click the </w:t>
      </w:r>
      <w:r w:rsidRPr="00005DCA">
        <w:rPr>
          <w:rStyle w:val="Strong"/>
        </w:rPr>
        <w:t>Encrypt</w:t>
      </w:r>
      <w:r>
        <w:t xml:space="preserve"> button.</w:t>
      </w:r>
    </w:p>
    <w:p w14:paraId="28F99EA0" w14:textId="4C2B27AB" w:rsidR="00005DCA" w:rsidRDefault="00005DCA" w:rsidP="00005DCA">
      <w:pPr>
        <w:pStyle w:val="ListNumber2"/>
      </w:pPr>
      <w:r>
        <w:t xml:space="preserve">Highlight the generated password in the </w:t>
      </w:r>
      <w:r w:rsidRPr="00005DCA">
        <w:rPr>
          <w:rStyle w:val="Strong"/>
        </w:rPr>
        <w:t>Encrypt</w:t>
      </w:r>
      <w:r>
        <w:t xml:space="preserve"> field, and click </w:t>
      </w:r>
      <w:r w:rsidRPr="00005DCA">
        <w:rPr>
          <w:rStyle w:val="Strong"/>
        </w:rPr>
        <w:t>Copy to Clipboard</w:t>
      </w:r>
      <w:r>
        <w:t>.</w:t>
      </w:r>
    </w:p>
    <w:p w14:paraId="1633615F" w14:textId="4EF9A369" w:rsidR="00005DCA" w:rsidRPr="00707453" w:rsidRDefault="00005DCA" w:rsidP="00005DCA">
      <w:pPr>
        <w:pStyle w:val="ListNumber2"/>
      </w:pPr>
      <w:r>
        <w:t xml:space="preserve">Click </w:t>
      </w:r>
      <w:r w:rsidRPr="00005DCA">
        <w:rPr>
          <w:rStyle w:val="Strong"/>
        </w:rPr>
        <w:t>Close</w:t>
      </w:r>
      <w:r>
        <w:t>, to close the utility.</w:t>
      </w:r>
    </w:p>
    <w:p w14:paraId="51C5D740" w14:textId="77777777" w:rsidR="00CD391C" w:rsidRPr="00005DCA" w:rsidRDefault="00CD391C" w:rsidP="00005DCA">
      <w:pPr>
        <w:pStyle w:val="ListContinue"/>
      </w:pPr>
      <w:r w:rsidRPr="00005DCA">
        <w:rPr>
          <w:noProof/>
        </w:rPr>
        <w:drawing>
          <wp:inline distT="0" distB="0" distL="0" distR="0" wp14:anchorId="2DDF84F9" wp14:editId="62F9B0F5">
            <wp:extent cx="5054097" cy="1667866"/>
            <wp:effectExtent l="0" t="0" r="0" b="889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3"/>
                    <a:srcRect t="1621" r="561" b="3658"/>
                    <a:stretch/>
                  </pic:blipFill>
                  <pic:spPr bwMode="auto">
                    <a:xfrm>
                      <a:off x="0" y="0"/>
                      <a:ext cx="5057775" cy="1669080"/>
                    </a:xfrm>
                    <a:prstGeom prst="rect">
                      <a:avLst/>
                    </a:prstGeom>
                    <a:ln>
                      <a:noFill/>
                    </a:ln>
                    <a:extLst>
                      <a:ext uri="{53640926-AAD7-44D8-BBD7-CCE9431645EC}">
                        <a14:shadowObscured xmlns:a14="http://schemas.microsoft.com/office/drawing/2010/main"/>
                      </a:ext>
                    </a:extLst>
                  </pic:spPr>
                </pic:pic>
              </a:graphicData>
            </a:graphic>
          </wp:inline>
        </w:drawing>
      </w:r>
    </w:p>
    <w:p w14:paraId="2D0CEE15" w14:textId="70992B1E" w:rsidR="00707453" w:rsidRDefault="00005DCA" w:rsidP="00005DCA">
      <w:pPr>
        <w:pStyle w:val="ListContinue"/>
      </w:pPr>
      <w:r w:rsidRPr="00005DCA">
        <w:t>You now need</w:t>
      </w:r>
      <w:r>
        <w:t xml:space="preserve"> to </w:t>
      </w:r>
      <w:r w:rsidR="00707453">
        <w:t xml:space="preserve">manually </w:t>
      </w:r>
      <w:r w:rsidR="00707453" w:rsidRPr="007C0A47">
        <w:t xml:space="preserve">update the database username and password in the </w:t>
      </w:r>
      <w:r w:rsidR="00707453" w:rsidRPr="00CD391C">
        <w:rPr>
          <w:rStyle w:val="Strong"/>
        </w:rPr>
        <w:t>web.config</w:t>
      </w:r>
      <w:r>
        <w:t xml:space="preserve"> file</w:t>
      </w:r>
      <w:r w:rsidR="00707453" w:rsidRPr="007C0A47">
        <w:t>.</w:t>
      </w:r>
    </w:p>
    <w:p w14:paraId="4B88BB12" w14:textId="5394E8D0" w:rsidR="00707453" w:rsidRPr="00005DCA" w:rsidRDefault="00005DCA" w:rsidP="00707453">
      <w:pPr>
        <w:pStyle w:val="ListNumber"/>
        <w:rPr>
          <w:rStyle w:val="CodeFragment"/>
          <w:rFonts w:ascii="Century Gothic" w:hAnsi="Century Gothic"/>
          <w:color w:val="auto"/>
          <w:spacing w:val="4"/>
        </w:rPr>
      </w:pPr>
      <w:r>
        <w:t xml:space="preserve">Using a text editor, open the </w:t>
      </w:r>
      <w:r w:rsidRPr="00005DCA">
        <w:rPr>
          <w:rStyle w:val="Strong"/>
        </w:rPr>
        <w:t>web.config</w:t>
      </w:r>
      <w:r>
        <w:t xml:space="preserve"> file, </w:t>
      </w:r>
      <w:r w:rsidR="00707453">
        <w:t>located at:</w:t>
      </w:r>
      <w:r>
        <w:t xml:space="preserve"> </w:t>
      </w:r>
      <w:r w:rsidR="00707453" w:rsidRPr="00FB0D5F">
        <w:rPr>
          <w:rStyle w:val="CodeFragment"/>
        </w:rPr>
        <w:t>C:\P2\P2.Explorer</w:t>
      </w:r>
    </w:p>
    <w:p w14:paraId="3D6129FF" w14:textId="5BE054D5" w:rsidR="00005DCA" w:rsidRPr="00005DCA" w:rsidRDefault="00005DCA" w:rsidP="00707453">
      <w:pPr>
        <w:pStyle w:val="ListNumber"/>
      </w:pPr>
      <w:r w:rsidRPr="00005DCA">
        <w:t xml:space="preserve">Copy the </w:t>
      </w:r>
      <w:r>
        <w:t>encrypted password from the clipboard, to the password parameter in the connection string:</w:t>
      </w:r>
    </w:p>
    <w:p w14:paraId="577D6CEA" w14:textId="77777777" w:rsidR="00707453" w:rsidRDefault="00707453" w:rsidP="00707453">
      <w:pPr>
        <w:pStyle w:val="Code"/>
      </w:pPr>
      <w:r w:rsidRPr="00CD391C">
        <w:t>&lt;connectionStrings&gt;</w:t>
      </w:r>
    </w:p>
    <w:p w14:paraId="01C842E0" w14:textId="77777777" w:rsidR="00707453" w:rsidRPr="00CD391C" w:rsidRDefault="00707453" w:rsidP="00707453">
      <w:pPr>
        <w:pStyle w:val="Code"/>
      </w:pPr>
    </w:p>
    <w:p w14:paraId="7ABA3422" w14:textId="77777777" w:rsidR="00707453" w:rsidRDefault="00707453" w:rsidP="00707453">
      <w:pPr>
        <w:pStyle w:val="Code"/>
      </w:pPr>
      <w:r w:rsidRPr="00CD391C">
        <w:t xml:space="preserve">    &lt;add name="ExplorerContainer" connectionString="metadata=res://*/Data.Explorer.csdl|res://*/Data.Explorer.ssdl|res://*/Data.Explorer.msl;provider=System.Data.SqlClient;provider connection string=&amp;quot;data source=persql2012\CADILLAC;initial catalog=Explorer;persist security info=True;user id=sa;</w:t>
      </w:r>
      <w:r w:rsidRPr="00005DCA">
        <w:rPr>
          <w:rStyle w:val="Strong"/>
          <w:highlight w:val="yellow"/>
        </w:rPr>
        <w:t>password</w:t>
      </w:r>
      <w:r w:rsidRPr="00005DCA">
        <w:rPr>
          <w:highlight w:val="yellow"/>
        </w:rPr>
        <w:t>=</w:t>
      </w:r>
      <w:r w:rsidRPr="00707453">
        <w:rPr>
          <w:rStyle w:val="HighlightYellow"/>
        </w:rPr>
        <w:t>ZjsudqTbpjCxkQPabRj1mA</w:t>
      </w:r>
      <w:r w:rsidRPr="00CD391C">
        <w:t>==;MultipleActiveResultSets=True;App=EntityFramework&amp;quot;" providerName="System.Data.EntityClient"/&gt;</w:t>
      </w:r>
    </w:p>
    <w:p w14:paraId="546EF55D" w14:textId="77777777" w:rsidR="00707453" w:rsidRPr="00CD391C" w:rsidRDefault="00707453" w:rsidP="00707453">
      <w:pPr>
        <w:pStyle w:val="Code"/>
      </w:pPr>
    </w:p>
    <w:p w14:paraId="3FC7C8AD" w14:textId="77777777" w:rsidR="00707453" w:rsidRPr="00CD391C" w:rsidRDefault="00707453" w:rsidP="00707453">
      <w:pPr>
        <w:pStyle w:val="Code"/>
      </w:pPr>
      <w:r w:rsidRPr="00CD391C">
        <w:t xml:space="preserve">  &lt;/connectionStrings&gt;</w:t>
      </w:r>
    </w:p>
    <w:p w14:paraId="22CC8735" w14:textId="77777777" w:rsidR="00707453" w:rsidRDefault="00707453" w:rsidP="00CD391C">
      <w:pPr>
        <w:pStyle w:val="BodyText"/>
        <w:rPr>
          <w:highlight w:val="yellow"/>
        </w:rPr>
      </w:pPr>
    </w:p>
    <w:p w14:paraId="4823465F" w14:textId="1FEC4D6B" w:rsidR="00005DCA" w:rsidRPr="00005DCA" w:rsidRDefault="00005DCA" w:rsidP="00005DCA">
      <w:pPr>
        <w:pStyle w:val="ListNumber"/>
      </w:pPr>
      <w:r>
        <w:t>Save and close the web.config file.</w:t>
      </w:r>
    </w:p>
    <w:p w14:paraId="1D58976F" w14:textId="77777777" w:rsidR="00CD391C" w:rsidRPr="00CD391C" w:rsidRDefault="00CD391C" w:rsidP="00CD391C">
      <w:pPr>
        <w:pStyle w:val="BodyText"/>
      </w:pPr>
    </w:p>
    <w:p w14:paraId="525B9819" w14:textId="77777777" w:rsidR="00CD391C" w:rsidRDefault="00CD391C" w:rsidP="00CD391C">
      <w:pPr>
        <w:pStyle w:val="BodyText"/>
        <w:sectPr w:rsidR="00CD391C" w:rsidSect="003803E4">
          <w:headerReference w:type="even" r:id="rId54"/>
          <w:pgSz w:w="11906" w:h="16838" w:code="1"/>
          <w:pgMar w:top="1418" w:right="1418" w:bottom="1418" w:left="1418" w:header="567" w:footer="567" w:gutter="0"/>
          <w:cols w:space="720"/>
          <w:titlePg/>
          <w:docGrid w:linePitch="299"/>
        </w:sectPr>
      </w:pPr>
    </w:p>
    <w:p w14:paraId="6E3BBD8D" w14:textId="7710961C" w:rsidR="00345FBB" w:rsidRDefault="001F08C4" w:rsidP="001F08C4">
      <w:pPr>
        <w:pStyle w:val="Heading1"/>
      </w:pPr>
      <w:bookmarkStart w:id="133" w:name="_Toc399510926"/>
      <w:r w:rsidRPr="006D55C6">
        <w:lastRenderedPageBreak/>
        <w:t xml:space="preserve">Appendix </w:t>
      </w:r>
      <w:r w:rsidR="00CD391C">
        <w:t>B</w:t>
      </w:r>
      <w:r w:rsidRPr="006D55C6">
        <w:t>. Troubleshooting</w:t>
      </w:r>
      <w:bookmarkEnd w:id="133"/>
    </w:p>
    <w:p w14:paraId="6E3BBD8E" w14:textId="1796C08B" w:rsidR="00763714" w:rsidRDefault="00763714" w:rsidP="00763714">
      <w:pPr>
        <w:pStyle w:val="BodyText"/>
      </w:pPr>
      <w:r>
        <w:t>This section describes some problems that may occur during installation, and how to resolve them.</w:t>
      </w:r>
    </w:p>
    <w:p w14:paraId="6E3BBD8F" w14:textId="56651E2E" w:rsidR="001F08C4" w:rsidRPr="006B5E06" w:rsidRDefault="00763714" w:rsidP="00E97D20">
      <w:pPr>
        <w:pStyle w:val="HelpHeading"/>
        <w:rPr>
          <w:rStyle w:val="SpecialRed"/>
        </w:rPr>
      </w:pPr>
      <w:r w:rsidRPr="006B5E06">
        <w:t xml:space="preserve">Problem: </w:t>
      </w:r>
      <w:r w:rsidR="006B5E06" w:rsidRPr="006B5E06">
        <w:rPr>
          <w:rStyle w:val="SpecialRed"/>
        </w:rPr>
        <w:t>P2 Explorer fails to install</w:t>
      </w:r>
    </w:p>
    <w:p w14:paraId="6E3BBD90" w14:textId="16B138BC" w:rsidR="00983F22" w:rsidRDefault="00983F22" w:rsidP="006B5E06">
      <w:pPr>
        <w:pStyle w:val="BodyText"/>
      </w:pPr>
      <w:r w:rsidRPr="006B5E06">
        <w:rPr>
          <w:rStyle w:val="Strong"/>
        </w:rPr>
        <w:t>Description</w:t>
      </w:r>
      <w:r w:rsidRPr="006B5E06">
        <w:t xml:space="preserve">: </w:t>
      </w:r>
      <w:r w:rsidR="006B5E06">
        <w:t>After clicking Install on the last page pf the installer, the installation process is interrupted with a warning stating that IIS 4.0 or higher is required.</w:t>
      </w:r>
    </w:p>
    <w:p w14:paraId="173AED9F" w14:textId="6AAC8E75" w:rsidR="006B5E06" w:rsidRPr="006B5E06" w:rsidRDefault="006B5E06" w:rsidP="006B5E06">
      <w:pPr>
        <w:pStyle w:val="BodyText"/>
      </w:pPr>
      <w:r w:rsidRPr="006B5E06">
        <w:rPr>
          <w:noProof/>
        </w:rPr>
        <w:drawing>
          <wp:inline distT="0" distB="0" distL="0" distR="0" wp14:anchorId="78E205FA" wp14:editId="120C421B">
            <wp:extent cx="3477600" cy="1321200"/>
            <wp:effectExtent l="0" t="0" r="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a:stretch>
                      <a:fillRect/>
                    </a:stretch>
                  </pic:blipFill>
                  <pic:spPr>
                    <a:xfrm>
                      <a:off x="0" y="0"/>
                      <a:ext cx="3477600" cy="1321200"/>
                    </a:xfrm>
                    <a:prstGeom prst="rect">
                      <a:avLst/>
                    </a:prstGeom>
                  </pic:spPr>
                </pic:pic>
              </a:graphicData>
            </a:graphic>
          </wp:inline>
        </w:drawing>
      </w:r>
    </w:p>
    <w:p w14:paraId="6E3BBD91" w14:textId="74C0BBFB" w:rsidR="00983F22" w:rsidRPr="006B5E06" w:rsidRDefault="00983F22" w:rsidP="00983F22">
      <w:pPr>
        <w:pStyle w:val="BodyText"/>
      </w:pPr>
      <w:r w:rsidRPr="006B5E06">
        <w:rPr>
          <w:rStyle w:val="Strong"/>
        </w:rPr>
        <w:t>Cause</w:t>
      </w:r>
      <w:r w:rsidRPr="006B5E06">
        <w:t>:</w:t>
      </w:r>
      <w:r w:rsidR="006D55C6" w:rsidRPr="006B5E06">
        <w:t xml:space="preserve"> </w:t>
      </w:r>
      <w:r w:rsidR="006B5E06">
        <w:t>IIS has not been properly configured</w:t>
      </w:r>
      <w:r w:rsidR="00455BCB" w:rsidRPr="006B5E06">
        <w:t>.</w:t>
      </w:r>
    </w:p>
    <w:p w14:paraId="6E3BBD92" w14:textId="0B3EE64D" w:rsidR="00983F22" w:rsidRDefault="00983F22" w:rsidP="00983F22">
      <w:pPr>
        <w:pStyle w:val="BodyText"/>
      </w:pPr>
      <w:r w:rsidRPr="006B5E06">
        <w:rPr>
          <w:rStyle w:val="Strong"/>
        </w:rPr>
        <w:t>Resolution</w:t>
      </w:r>
      <w:r w:rsidR="006B5E06">
        <w:t xml:space="preserve">: To resolve this, refer to </w:t>
      </w:r>
      <w:hyperlink w:anchor="_Appendix_B._How" w:history="1">
        <w:r w:rsidR="006B5E06" w:rsidRPr="006B5E06">
          <w:rPr>
            <w:rStyle w:val="Hyperlink"/>
          </w:rPr>
          <w:t>Appendix B</w:t>
        </w:r>
      </w:hyperlink>
      <w:r w:rsidR="006B5E06">
        <w:t>.</w:t>
      </w:r>
    </w:p>
    <w:p w14:paraId="5B3F8F48" w14:textId="77777777" w:rsidR="00716055" w:rsidRDefault="00716055" w:rsidP="00983F22">
      <w:pPr>
        <w:pStyle w:val="BodyText"/>
      </w:pPr>
    </w:p>
    <w:p w14:paraId="54E332F0" w14:textId="61D71A02" w:rsidR="00716055" w:rsidRPr="006B5E06" w:rsidRDefault="00716055" w:rsidP="00716055">
      <w:pPr>
        <w:pStyle w:val="HelpHeading"/>
        <w:rPr>
          <w:rStyle w:val="SpecialRed"/>
        </w:rPr>
      </w:pPr>
      <w:r w:rsidRPr="006B5E06">
        <w:t xml:space="preserve">Problem: </w:t>
      </w:r>
      <w:r w:rsidR="001251F5" w:rsidRPr="001251F5">
        <w:rPr>
          <w:rStyle w:val="SpecialRed"/>
        </w:rPr>
        <w:t xml:space="preserve">P2 </w:t>
      </w:r>
      <w:r w:rsidR="0095402E">
        <w:rPr>
          <w:rStyle w:val="SpecialRed"/>
        </w:rPr>
        <w:t>Explorer</w:t>
      </w:r>
      <w:r>
        <w:rPr>
          <w:rStyle w:val="SpecialRed"/>
        </w:rPr>
        <w:t xml:space="preserve"> does not work</w:t>
      </w:r>
    </w:p>
    <w:p w14:paraId="2B25F363" w14:textId="565C077E" w:rsidR="00716055" w:rsidRDefault="00716055" w:rsidP="00716055">
      <w:pPr>
        <w:pStyle w:val="BodyText"/>
      </w:pPr>
      <w:r w:rsidRPr="006B5E06">
        <w:rPr>
          <w:rStyle w:val="Strong"/>
        </w:rPr>
        <w:t>Description</w:t>
      </w:r>
      <w:r w:rsidRPr="006B5E06">
        <w:t xml:space="preserve">: </w:t>
      </w:r>
      <w:r w:rsidR="00BF2D1B">
        <w:t>A</w:t>
      </w:r>
      <w:r w:rsidR="0095402E">
        <w:t>fter logging in to Explorer for the first time, a message appears stating that the application has not been configured</w:t>
      </w:r>
      <w:r>
        <w:t>.</w:t>
      </w:r>
    </w:p>
    <w:p w14:paraId="498A41F0" w14:textId="7A70DBD9" w:rsidR="0095402E" w:rsidRDefault="0095402E" w:rsidP="00716055">
      <w:pPr>
        <w:pStyle w:val="BodyText"/>
      </w:pPr>
      <w:r>
        <w:rPr>
          <w:noProof/>
        </w:rPr>
        <w:drawing>
          <wp:inline distT="0" distB="0" distL="0" distR="0" wp14:anchorId="56AF16F5" wp14:editId="16108A0D">
            <wp:extent cx="4323810" cy="895238"/>
            <wp:effectExtent l="0" t="0" r="635" b="635"/>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6"/>
                    <a:stretch>
                      <a:fillRect/>
                    </a:stretch>
                  </pic:blipFill>
                  <pic:spPr>
                    <a:xfrm>
                      <a:off x="0" y="0"/>
                      <a:ext cx="4323810" cy="895238"/>
                    </a:xfrm>
                    <a:prstGeom prst="rect">
                      <a:avLst/>
                    </a:prstGeom>
                  </pic:spPr>
                </pic:pic>
              </a:graphicData>
            </a:graphic>
          </wp:inline>
        </w:drawing>
      </w:r>
    </w:p>
    <w:p w14:paraId="3E259F86" w14:textId="05890AFD" w:rsidR="00716055" w:rsidRPr="006B5E06" w:rsidRDefault="00716055" w:rsidP="00716055">
      <w:pPr>
        <w:pStyle w:val="BodyText"/>
      </w:pPr>
      <w:r w:rsidRPr="006B5E06">
        <w:rPr>
          <w:rStyle w:val="Strong"/>
        </w:rPr>
        <w:t>Cause</w:t>
      </w:r>
      <w:r w:rsidRPr="006B5E06">
        <w:t xml:space="preserve">: </w:t>
      </w:r>
      <w:r w:rsidR="001251F5">
        <w:t>Some settings</w:t>
      </w:r>
      <w:r>
        <w:t xml:space="preserve"> ha</w:t>
      </w:r>
      <w:r w:rsidR="001251F5">
        <w:t>ve</w:t>
      </w:r>
      <w:r>
        <w:t xml:space="preserve"> not been properly configured in the web.config file</w:t>
      </w:r>
      <w:r w:rsidRPr="006B5E06">
        <w:t>.</w:t>
      </w:r>
    </w:p>
    <w:p w14:paraId="772727F3" w14:textId="77777777" w:rsidR="00716055" w:rsidRDefault="00716055" w:rsidP="00716055">
      <w:pPr>
        <w:pStyle w:val="BodyText"/>
      </w:pPr>
      <w:r w:rsidRPr="006B5E06">
        <w:rPr>
          <w:rStyle w:val="Strong"/>
        </w:rPr>
        <w:t>Resolution</w:t>
      </w:r>
      <w:r>
        <w:t>: To resolve this:</w:t>
      </w:r>
    </w:p>
    <w:p w14:paraId="4465A60E" w14:textId="060C10D5" w:rsidR="00716055" w:rsidRDefault="00716055" w:rsidP="00773C91">
      <w:pPr>
        <w:pStyle w:val="ListNumber"/>
        <w:numPr>
          <w:ilvl w:val="0"/>
          <w:numId w:val="19"/>
        </w:numPr>
      </w:pPr>
      <w:r>
        <w:t xml:space="preserve">Open the </w:t>
      </w:r>
      <w:r w:rsidRPr="00716055">
        <w:rPr>
          <w:rStyle w:val="Strong"/>
        </w:rPr>
        <w:t>web.config</w:t>
      </w:r>
      <w:r>
        <w:t xml:space="preserve"> file located in the installation directory (</w:t>
      </w:r>
      <w:r w:rsidRPr="00716055">
        <w:rPr>
          <w:rStyle w:val="StrongEmphasis"/>
        </w:rPr>
        <w:t>C:\P2\wwwrootssl\P2.Explorer</w:t>
      </w:r>
      <w:r>
        <w:t>).</w:t>
      </w:r>
    </w:p>
    <w:p w14:paraId="1C98545A" w14:textId="51E42A35" w:rsidR="00716055" w:rsidRDefault="004A3455" w:rsidP="00773C91">
      <w:pPr>
        <w:pStyle w:val="ListNumber"/>
        <w:numPr>
          <w:ilvl w:val="0"/>
          <w:numId w:val="19"/>
        </w:numPr>
      </w:pPr>
      <w:r>
        <w:t>Make sure the following settings are correct</w:t>
      </w:r>
      <w:r w:rsidR="00716055">
        <w:t>:</w:t>
      </w:r>
    </w:p>
    <w:p w14:paraId="39DDA028" w14:textId="77777777" w:rsidR="00211D52" w:rsidRDefault="00211D52" w:rsidP="00211D52">
      <w:pPr>
        <w:pStyle w:val="Code"/>
      </w:pPr>
      <w:r>
        <w:t>&lt;section name="Default"&gt;</w:t>
      </w:r>
    </w:p>
    <w:p w14:paraId="0656027D" w14:textId="77777777" w:rsidR="00211D52" w:rsidRDefault="00211D52" w:rsidP="00211D52">
      <w:pPr>
        <w:pStyle w:val="Code"/>
      </w:pPr>
      <w:r>
        <w:tab/>
        <w:t>&lt;setting name="</w:t>
      </w:r>
      <w:r w:rsidRPr="00DE20A7">
        <w:rPr>
          <w:rStyle w:val="SpecialPurple"/>
        </w:rPr>
        <w:t>Application Name</w:t>
      </w:r>
      <w:r>
        <w:t>" type="String" value="P2 Explorer"/&gt;</w:t>
      </w:r>
    </w:p>
    <w:p w14:paraId="2CAA34BA" w14:textId="77777777" w:rsidR="00211D52" w:rsidRDefault="00211D52" w:rsidP="00211D52">
      <w:pPr>
        <w:pStyle w:val="Code"/>
      </w:pPr>
      <w:r>
        <w:tab/>
        <w:t>&lt;setting name="</w:t>
      </w:r>
      <w:r w:rsidRPr="00DE20A7">
        <w:rPr>
          <w:rStyle w:val="SpecialPurple"/>
        </w:rPr>
        <w:t>Security Server Url</w:t>
      </w:r>
      <w:r>
        <w:t>" type="String" value="https://cadrondev01.petroleumplace.com:44444/P2.Security.Connect/"/&gt;</w:t>
      </w:r>
    </w:p>
    <w:p w14:paraId="18B589B5" w14:textId="77777777" w:rsidR="00211D52" w:rsidRDefault="00211D52" w:rsidP="00211D52">
      <w:pPr>
        <w:pStyle w:val="Code"/>
      </w:pPr>
      <w:r>
        <w:t>…</w:t>
      </w:r>
    </w:p>
    <w:p w14:paraId="077098D5" w14:textId="77777777" w:rsidR="00211D52" w:rsidRDefault="00211D52" w:rsidP="00211D52">
      <w:pPr>
        <w:pStyle w:val="Code"/>
      </w:pPr>
      <w:r>
        <w:t>&lt;/section&gt;</w:t>
      </w:r>
    </w:p>
    <w:p w14:paraId="4D2C5C4C" w14:textId="77777777" w:rsidR="00211D52" w:rsidRDefault="00211D52" w:rsidP="00211D52">
      <w:pPr>
        <w:pStyle w:val="BodyText"/>
      </w:pPr>
    </w:p>
    <w:p w14:paraId="533D8C49" w14:textId="77777777" w:rsidR="00716055" w:rsidRDefault="00716055" w:rsidP="00716055">
      <w:pPr>
        <w:pStyle w:val="Code"/>
      </w:pPr>
      <w:r>
        <w:t>&lt;!-- Security Module --&gt;</w:t>
      </w:r>
    </w:p>
    <w:p w14:paraId="7B3BAD06" w14:textId="1F44701A" w:rsidR="00716055" w:rsidRDefault="00716055" w:rsidP="00716055">
      <w:pPr>
        <w:pStyle w:val="Code"/>
      </w:pPr>
      <w:r>
        <w:t>&lt;section name="Security HTTP Module"&gt;</w:t>
      </w:r>
    </w:p>
    <w:p w14:paraId="3B69BD96" w14:textId="0F20A4A1" w:rsidR="00716055" w:rsidRDefault="00716055" w:rsidP="00716055">
      <w:pPr>
        <w:pStyle w:val="Code"/>
      </w:pPr>
      <w:r>
        <w:t>…</w:t>
      </w:r>
    </w:p>
    <w:p w14:paraId="629AE773" w14:textId="1F8D5669" w:rsidR="00716055" w:rsidRDefault="00716055" w:rsidP="00716055">
      <w:pPr>
        <w:pStyle w:val="Code"/>
      </w:pPr>
      <w:r>
        <w:tab/>
        <w:t>&lt;setting name="</w:t>
      </w:r>
      <w:r w:rsidRPr="00716055">
        <w:rPr>
          <w:rStyle w:val="SpecialPurple"/>
        </w:rPr>
        <w:t>Security Server Url</w:t>
      </w:r>
      <w:r>
        <w:t>" type="String" value="https://cadrondev01.petroleumplace.com:44444/P2.Security.Connect/"/&gt;</w:t>
      </w:r>
    </w:p>
    <w:p w14:paraId="6BAE1D50" w14:textId="2E44C4F3" w:rsidR="00716055" w:rsidRDefault="00716055" w:rsidP="00716055">
      <w:pPr>
        <w:pStyle w:val="Code"/>
      </w:pPr>
      <w:r>
        <w:lastRenderedPageBreak/>
        <w:t>…</w:t>
      </w:r>
    </w:p>
    <w:p w14:paraId="32CD7B32" w14:textId="0C38C022" w:rsidR="00716055" w:rsidRDefault="00716055" w:rsidP="00716055">
      <w:pPr>
        <w:pStyle w:val="Code"/>
      </w:pPr>
      <w:r>
        <w:t>&lt;/section&gt;</w:t>
      </w:r>
    </w:p>
    <w:p w14:paraId="5F221B20" w14:textId="77777777" w:rsidR="00716055" w:rsidRDefault="00716055" w:rsidP="00716055">
      <w:pPr>
        <w:pStyle w:val="BodyText"/>
      </w:pPr>
    </w:p>
    <w:p w14:paraId="130D92ED" w14:textId="77777777" w:rsidR="00716055" w:rsidRDefault="00716055" w:rsidP="00716055">
      <w:pPr>
        <w:pStyle w:val="Code"/>
      </w:pPr>
      <w:r>
        <w:t>&lt;section name="Security"&gt;</w:t>
      </w:r>
    </w:p>
    <w:p w14:paraId="0ACA5475" w14:textId="5EB22416" w:rsidR="00716055" w:rsidRDefault="00716055" w:rsidP="00716055">
      <w:pPr>
        <w:pStyle w:val="Code"/>
      </w:pPr>
      <w:r>
        <w:tab/>
        <w:t>&lt;setting name="</w:t>
      </w:r>
      <w:r w:rsidRPr="00716055">
        <w:rPr>
          <w:rStyle w:val="SpecialPurple"/>
        </w:rPr>
        <w:t>Application Name</w:t>
      </w:r>
      <w:r>
        <w:t xml:space="preserve">" type="String" reference="/Default/Application Name" </w:t>
      </w:r>
      <w:r w:rsidRPr="00716055">
        <w:rPr>
          <w:rStyle w:val="Strong"/>
        </w:rPr>
        <w:t>value="</w:t>
      </w:r>
      <w:r w:rsidRPr="00716055">
        <w:t>P2 Explorer</w:t>
      </w:r>
      <w:r w:rsidRPr="00716055">
        <w:rPr>
          <w:rStyle w:val="Strong"/>
        </w:rPr>
        <w:t>"</w:t>
      </w:r>
      <w:r>
        <w:t>/&gt;</w:t>
      </w:r>
    </w:p>
    <w:p w14:paraId="0F16D57D" w14:textId="1C0ADA47" w:rsidR="00716055" w:rsidRDefault="00716055" w:rsidP="00716055">
      <w:pPr>
        <w:pStyle w:val="Code"/>
      </w:pPr>
      <w:r>
        <w:t>…</w:t>
      </w:r>
    </w:p>
    <w:p w14:paraId="3A778C38" w14:textId="48A0E21A" w:rsidR="00716055" w:rsidRDefault="00716055" w:rsidP="00716055">
      <w:pPr>
        <w:pStyle w:val="Code"/>
      </w:pPr>
      <w:r>
        <w:t>&lt;/section&gt;</w:t>
      </w:r>
    </w:p>
    <w:p w14:paraId="174B01E9" w14:textId="77777777" w:rsidR="00716055" w:rsidRDefault="00716055" w:rsidP="00716055">
      <w:pPr>
        <w:pStyle w:val="BodyText"/>
      </w:pPr>
    </w:p>
    <w:p w14:paraId="31528080" w14:textId="77777777" w:rsidR="00716055" w:rsidRDefault="00716055" w:rsidP="00716055">
      <w:pPr>
        <w:pStyle w:val="Code"/>
      </w:pPr>
      <w:r>
        <w:t>&lt;!-- Providers --&gt;</w:t>
      </w:r>
    </w:p>
    <w:p w14:paraId="45187FA6" w14:textId="66B5B5DA" w:rsidR="00716055" w:rsidRDefault="00716055" w:rsidP="00716055">
      <w:pPr>
        <w:pStyle w:val="Code"/>
      </w:pPr>
      <w:r>
        <w:t>&lt;section name="Web Provider"&gt;</w:t>
      </w:r>
    </w:p>
    <w:p w14:paraId="57E5D247" w14:textId="678A810A" w:rsidR="00716055" w:rsidRDefault="00716055" w:rsidP="00716055">
      <w:pPr>
        <w:pStyle w:val="Code"/>
      </w:pPr>
      <w:r>
        <w:t>…</w:t>
      </w:r>
    </w:p>
    <w:p w14:paraId="26C0D8DE" w14:textId="07E1C448" w:rsidR="00716055" w:rsidRDefault="00716055" w:rsidP="00716055">
      <w:pPr>
        <w:pStyle w:val="Code"/>
      </w:pPr>
      <w:r>
        <w:t xml:space="preserve">   &lt;setting name="</w:t>
      </w:r>
      <w:r w:rsidRPr="00716055">
        <w:rPr>
          <w:rStyle w:val="SpecialPurple"/>
        </w:rPr>
        <w:t>Security Server Url</w:t>
      </w:r>
      <w:r>
        <w:t>" type="String" value="</w:t>
      </w:r>
      <w:r w:rsidRPr="00716055">
        <w:rPr>
          <w:rStyle w:val="Strong"/>
        </w:rPr>
        <w:t>https://cadrondev01.petroleumplace.com:44444/P2.Security.Connect/</w:t>
      </w:r>
      <w:r>
        <w:t>" /&gt;</w:t>
      </w:r>
    </w:p>
    <w:p w14:paraId="4CFDC066" w14:textId="0FB143A8" w:rsidR="00716055" w:rsidRDefault="00716055" w:rsidP="00716055">
      <w:pPr>
        <w:pStyle w:val="Code"/>
      </w:pPr>
      <w:r>
        <w:t>…</w:t>
      </w:r>
    </w:p>
    <w:p w14:paraId="6764A78A" w14:textId="55FB2551" w:rsidR="00716055" w:rsidRDefault="00716055" w:rsidP="00716055">
      <w:pPr>
        <w:pStyle w:val="Code"/>
      </w:pPr>
      <w:r>
        <w:t>&lt;/section&gt;</w:t>
      </w:r>
    </w:p>
    <w:p w14:paraId="1B7C397E" w14:textId="77777777" w:rsidR="00716055" w:rsidRDefault="00716055" w:rsidP="00716055">
      <w:pPr>
        <w:pStyle w:val="BodyText"/>
      </w:pPr>
    </w:p>
    <w:p w14:paraId="48B0ECF2" w14:textId="77777777" w:rsidR="00716055" w:rsidRDefault="00716055" w:rsidP="00716055">
      <w:pPr>
        <w:pStyle w:val="Code"/>
      </w:pPr>
      <w:r>
        <w:t>&lt;instance name="Security"&gt;</w:t>
      </w:r>
    </w:p>
    <w:p w14:paraId="467EE9F1" w14:textId="0DBA52D7" w:rsidR="00716055" w:rsidRDefault="00716055" w:rsidP="00716055">
      <w:pPr>
        <w:pStyle w:val="Code"/>
      </w:pPr>
      <w:r>
        <w:t>&lt;section name="Web"&gt;</w:t>
      </w:r>
    </w:p>
    <w:p w14:paraId="0DE18DDB" w14:textId="22A412BD" w:rsidR="00716055" w:rsidRDefault="00716055" w:rsidP="00716055">
      <w:pPr>
        <w:pStyle w:val="Code"/>
      </w:pPr>
      <w:r>
        <w:tab/>
        <w:t>&lt;setting name="</w:t>
      </w:r>
      <w:r w:rsidRPr="00716055">
        <w:rPr>
          <w:rStyle w:val="SpecialPurple"/>
        </w:rPr>
        <w:t>Url</w:t>
      </w:r>
      <w:r>
        <w:t>" type="String" value="</w:t>
      </w:r>
      <w:r w:rsidRPr="00716055">
        <w:t>https://cadrondev01.petroleumplace.com:44444/P2.Security.Connect</w:t>
      </w:r>
      <w:r>
        <w:t>/"/&gt;</w:t>
      </w:r>
    </w:p>
    <w:p w14:paraId="2F77A193" w14:textId="11B5FD12" w:rsidR="00716055" w:rsidRDefault="00716055" w:rsidP="00716055">
      <w:pPr>
        <w:pStyle w:val="Code"/>
      </w:pPr>
      <w:r>
        <w:t>&lt;/section&gt;</w:t>
      </w:r>
    </w:p>
    <w:p w14:paraId="52C0B143" w14:textId="77777777" w:rsidR="00DE20A7" w:rsidRDefault="00DE20A7" w:rsidP="00716055">
      <w:pPr>
        <w:pStyle w:val="BodyText"/>
      </w:pPr>
    </w:p>
    <w:p w14:paraId="4C275A2A" w14:textId="77777777" w:rsidR="004A3455" w:rsidRDefault="004A3455" w:rsidP="004A3455">
      <w:pPr>
        <w:pStyle w:val="Code"/>
      </w:pPr>
      <w:r>
        <w:t>&lt;appSettings&gt;</w:t>
      </w:r>
    </w:p>
    <w:p w14:paraId="3AACF37B" w14:textId="1D6436B0" w:rsidR="004A3455" w:rsidRDefault="004A3455" w:rsidP="004A3455">
      <w:pPr>
        <w:pStyle w:val="Code"/>
      </w:pPr>
      <w:r>
        <w:t>…</w:t>
      </w:r>
    </w:p>
    <w:p w14:paraId="1C9B6884" w14:textId="394FE186" w:rsidR="004A3455" w:rsidRDefault="004A3455" w:rsidP="004A3455">
      <w:pPr>
        <w:pStyle w:val="Code"/>
      </w:pPr>
      <w:r>
        <w:tab/>
        <w:t>&lt;add key="</w:t>
      </w:r>
      <w:r w:rsidRPr="004A3455">
        <w:rPr>
          <w:rStyle w:val="SpecialPurple"/>
        </w:rPr>
        <w:t>Application Name</w:t>
      </w:r>
      <w:r>
        <w:t>" value="P2 Explorer - Dev"/&gt;</w:t>
      </w:r>
    </w:p>
    <w:p w14:paraId="11056214" w14:textId="42EDDFBB" w:rsidR="004A3455" w:rsidRDefault="004A3455" w:rsidP="004A3455">
      <w:pPr>
        <w:pStyle w:val="Code"/>
      </w:pPr>
      <w:r>
        <w:t>…</w:t>
      </w:r>
    </w:p>
    <w:p w14:paraId="5740613B" w14:textId="290C8A19" w:rsidR="00716055" w:rsidRDefault="004A3455" w:rsidP="004A3455">
      <w:pPr>
        <w:pStyle w:val="Code"/>
      </w:pPr>
      <w:r>
        <w:t>&lt;/appSettings&gt;</w:t>
      </w:r>
    </w:p>
    <w:p w14:paraId="5BDF0BCB" w14:textId="77777777" w:rsidR="00716055" w:rsidRDefault="00716055" w:rsidP="00716055">
      <w:pPr>
        <w:pStyle w:val="BodyText"/>
      </w:pPr>
    </w:p>
    <w:p w14:paraId="6F83976A" w14:textId="77777777" w:rsidR="00F111D5" w:rsidRDefault="00F111D5" w:rsidP="00F111D5">
      <w:pPr>
        <w:pStyle w:val="BodyText"/>
      </w:pPr>
    </w:p>
    <w:p w14:paraId="6E3BBDAE" w14:textId="77777777" w:rsidR="006C2CF0" w:rsidRDefault="006C2CF0" w:rsidP="006C2CF0">
      <w:bookmarkStart w:id="134" w:name="_Appendix_B._How"/>
      <w:bookmarkStart w:id="135" w:name="_Appendix_B._How_1"/>
      <w:bookmarkEnd w:id="134"/>
      <w:bookmarkEnd w:id="135"/>
    </w:p>
    <w:p w14:paraId="6E3BBDB3" w14:textId="77777777" w:rsidR="00985ADF" w:rsidRDefault="00985ADF"/>
    <w:sectPr w:rsidR="00985ADF" w:rsidSect="003803E4">
      <w:pgSz w:w="11906" w:h="16838" w:code="1"/>
      <w:pgMar w:top="1418" w:right="1418" w:bottom="1418" w:left="1418" w:header="567" w:footer="56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24F3A2" w14:textId="77777777" w:rsidR="009038DB" w:rsidRDefault="009038DB">
      <w:r>
        <w:separator/>
      </w:r>
    </w:p>
    <w:p w14:paraId="46A34E71" w14:textId="77777777" w:rsidR="009038DB" w:rsidRDefault="009038DB"/>
    <w:p w14:paraId="02050E8F" w14:textId="77777777" w:rsidR="009038DB" w:rsidRDefault="009038DB"/>
  </w:endnote>
  <w:endnote w:type="continuationSeparator" w:id="0">
    <w:p w14:paraId="4BCDF5BA" w14:textId="77777777" w:rsidR="009038DB" w:rsidRDefault="009038DB">
      <w:r>
        <w:continuationSeparator/>
      </w:r>
    </w:p>
    <w:p w14:paraId="3758C0DB" w14:textId="77777777" w:rsidR="009038DB" w:rsidRDefault="009038DB"/>
    <w:p w14:paraId="62EB54B1" w14:textId="77777777" w:rsidR="009038DB" w:rsidRDefault="009038DB"/>
  </w:endnote>
  <w:endnote w:type="continuationNotice" w:id="1">
    <w:p w14:paraId="68B8D916" w14:textId="77777777" w:rsidR="009038DB" w:rsidRDefault="009038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aiandra GD">
    <w:panose1 w:val="020E0502030308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BFE3F" w14:textId="77777777" w:rsidR="00AB0E68" w:rsidRDefault="00AB0E6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F1FCC" w14:textId="18B1BB4A" w:rsidR="00AB0E68" w:rsidRDefault="00AB0E68" w:rsidP="00CC67E7">
    <w:pPr>
      <w:pStyle w:val="Footer"/>
    </w:pPr>
    <w:r>
      <w:rPr>
        <w:noProof/>
      </w:rPr>
      <w:drawing>
        <wp:anchor distT="0" distB="0" distL="114300" distR="114300" simplePos="0" relativeHeight="251654144" behindDoc="1" locked="0" layoutInCell="1" allowOverlap="1" wp14:anchorId="43B54222" wp14:editId="141E93EE">
          <wp:simplePos x="6753225" y="9820275"/>
          <wp:positionH relativeFrom="page">
            <wp:align>right</wp:align>
          </wp:positionH>
          <wp:positionV relativeFrom="paragraph">
            <wp:posOffset>-267335</wp:posOffset>
          </wp:positionV>
          <wp:extent cx="1018800" cy="619200"/>
          <wp:effectExtent l="0" t="0" r="0" b="0"/>
          <wp:wrapSquare wrapText="bothSides"/>
          <wp:docPr id="32" name="Picture 32" descr="C:\Backup\Template trials\Emma's logos\P2 User Manual Blue Arrow.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Backup\Template trials\Emma's logos\P2 User Manual Blue Arrow.wm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8800" cy="619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513440A1" wp14:editId="741DC010">
          <wp:simplePos x="0" y="0"/>
          <wp:positionH relativeFrom="column">
            <wp:posOffset>-328930</wp:posOffset>
          </wp:positionH>
          <wp:positionV relativeFrom="paragraph">
            <wp:posOffset>-180913</wp:posOffset>
          </wp:positionV>
          <wp:extent cx="885600" cy="504000"/>
          <wp:effectExtent l="0" t="0" r="0" b="0"/>
          <wp:wrapNone/>
          <wp:docPr id="33" name="Picture 33" descr="C:\Backup\Template trials\Emma's logos\LOG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Backup\Template trials\Emma's logos\LOGO.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856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3356">
      <w:t xml:space="preserve">© </w:t>
    </w:r>
    <w:sdt>
      <w:sdtPr>
        <w:alias w:val="Company"/>
        <w:tag w:val=""/>
        <w:id w:val="-1980212214"/>
        <w:dataBinding w:prefixMappings="xmlns:ns0='http://schemas.openxmlformats.org/officeDocument/2006/extended-properties' " w:xpath="/ns0:Properties[1]/ns0:Company[1]" w:storeItemID="{6668398D-A668-4E3E-A5EB-62B293D839F1}"/>
        <w:text/>
      </w:sdtPr>
      <w:sdtEndPr/>
      <w:sdtContent>
        <w:r>
          <w:t>P2</w:t>
        </w:r>
      </w:sdtContent>
    </w:sdt>
    <w:r>
      <w:rPr>
        <w:noProof/>
      </w:rPr>
      <w:t xml:space="preserve"> </w:t>
    </w:r>
    <w:sdt>
      <w:sdtPr>
        <w:rPr>
          <w:noProof/>
        </w:rPr>
        <w:alias w:val="Copyright Year"/>
        <w:tag w:val="Copyright_x0020_Year"/>
        <w:id w:val="1328950339"/>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Copyright_x0020_Year[1]" w:storeItemID="{C25B175B-AE41-4583-B473-7AD7E5487BFB}"/>
        <w:text/>
      </w:sdtPr>
      <w:sdtEndPr/>
      <w:sdtContent>
        <w:r>
          <w:rPr>
            <w:noProof/>
          </w:rPr>
          <w:t>2014</w:t>
        </w:r>
      </w:sdtContent>
    </w:sdt>
    <w:r>
      <w:rPr>
        <w:noProof/>
      </w:rPr>
      <w:t xml:space="preserve">  </w:t>
    </w:r>
    <w:sdt>
      <w:sdtPr>
        <w:alias w:val="Security Footer"/>
        <w:tag w:val="Security_x0020_Footer"/>
        <w:id w:val="1185489404"/>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Security_x0020_Footer[1]" w:storeItemID="{C25B175B-AE41-4583-B473-7AD7E5487BFB}"/>
        <w:dropDownList w:lastValue="CONFIDENTIAL">
          <w:listItem w:value="[Security Footer]"/>
        </w:dropDownList>
      </w:sdtPr>
      <w:sdtEndPr/>
      <w:sdtContent>
        <w:r>
          <w:t>CONFIDENTIAL</w:t>
        </w:r>
      </w:sdtContent>
    </w:sdt>
    <w:r>
      <w:rPr>
        <w:rStyle w:val="PageNumber"/>
      </w:rPr>
      <w:tab/>
    </w:r>
    <w:r w:rsidRPr="00A01C2F">
      <w:fldChar w:fldCharType="begin"/>
    </w:r>
    <w:r w:rsidRPr="00A01C2F">
      <w:instrText xml:space="preserve"> PAGE </w:instrText>
    </w:r>
    <w:r w:rsidRPr="00A01C2F">
      <w:fldChar w:fldCharType="separate"/>
    </w:r>
    <w:r w:rsidR="0011541D">
      <w:rPr>
        <w:noProof/>
      </w:rPr>
      <w:t>ii</w:t>
    </w:r>
    <w:r w:rsidRPr="00A01C2F">
      <w:fldChar w:fldCharType="end"/>
    </w:r>
  </w:p>
  <w:p w14:paraId="6E3BBDE9" w14:textId="1CB43500" w:rsidR="00AB0E68" w:rsidRPr="00CC67E7" w:rsidRDefault="0011541D" w:rsidP="00CC67E7">
    <w:pPr>
      <w:pStyle w:val="Footer"/>
      <w:rPr>
        <w:rStyle w:val="PageNumber"/>
        <w:color w:val="737373"/>
      </w:rPr>
    </w:pPr>
    <w:sdt>
      <w:sdtPr>
        <w:rPr>
          <w:color w:val="auto"/>
        </w:rPr>
        <w:alias w:val="Title"/>
        <w:tag w:val=""/>
        <w:id w:val="1322398600"/>
        <w:dataBinding w:prefixMappings="xmlns:ns0='http://purl.org/dc/elements/1.1/' xmlns:ns1='http://schemas.openxmlformats.org/package/2006/metadata/core-properties' " w:xpath="/ns1:coreProperties[1]/ns0:title[1]" w:storeItemID="{6C3C8BC8-F283-45AE-878A-BAB7291924A1}"/>
        <w:text/>
      </w:sdtPr>
      <w:sdtEndPr>
        <w:rPr>
          <w:color w:val="737373"/>
        </w:rPr>
      </w:sdtEndPr>
      <w:sdtContent>
        <w:r w:rsidR="00AB0E68">
          <w:t>P2 Explorer 4.0 Installation Guide</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BBDEB" w14:textId="6775482C" w:rsidR="00AB0E68" w:rsidRDefault="00AB0E68" w:rsidP="00F769C3">
    <w:pPr>
      <w:pStyle w:val="FooterCover"/>
    </w:pPr>
    <w:r w:rsidRPr="004E046E">
      <w:rPr>
        <w:noProof/>
      </w:rPr>
      <w:drawing>
        <wp:anchor distT="0" distB="0" distL="114300" distR="114300" simplePos="0" relativeHeight="251656192" behindDoc="0" locked="0" layoutInCell="1" allowOverlap="1" wp14:anchorId="40A4525B" wp14:editId="1AC87A7F">
          <wp:simplePos x="0" y="0"/>
          <wp:positionH relativeFrom="page">
            <wp:posOffset>677545</wp:posOffset>
          </wp:positionH>
          <wp:positionV relativeFrom="page">
            <wp:posOffset>6885940</wp:posOffset>
          </wp:positionV>
          <wp:extent cx="1562100" cy="885190"/>
          <wp:effectExtent l="0" t="0" r="0" b="0"/>
          <wp:wrapNone/>
          <wp:docPr id="29" name="Picture 29" descr="C:\Backup\Template trials\Emma's logos\LOG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ackup\Template trials\Emma's logos\LOGO.wm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2100" cy="8851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5DA20" w14:textId="6B8427D9" w:rsidR="00AB0E68" w:rsidRDefault="00AB0E68" w:rsidP="00CC67E7">
    <w:pPr>
      <w:pStyle w:val="Footer"/>
    </w:pPr>
    <w:r>
      <w:rPr>
        <w:noProof/>
      </w:rPr>
      <w:drawing>
        <wp:anchor distT="0" distB="0" distL="114300" distR="114300" simplePos="0" relativeHeight="251652096" behindDoc="1" locked="0" layoutInCell="1" allowOverlap="1" wp14:anchorId="79785D42" wp14:editId="181016FB">
          <wp:simplePos x="6753225" y="9820275"/>
          <wp:positionH relativeFrom="page">
            <wp:align>right</wp:align>
          </wp:positionH>
          <wp:positionV relativeFrom="paragraph">
            <wp:posOffset>-267335</wp:posOffset>
          </wp:positionV>
          <wp:extent cx="1018800" cy="619200"/>
          <wp:effectExtent l="0" t="0" r="0" b="0"/>
          <wp:wrapSquare wrapText="bothSides"/>
          <wp:docPr id="30" name="Picture 30" descr="C:\Backup\Template trials\Emma's logos\P2 User Manual Blue Arrow.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Backup\Template trials\Emma's logos\P2 User Manual Blue Arrow.wm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8800" cy="619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3120" behindDoc="0" locked="0" layoutInCell="1" allowOverlap="1" wp14:anchorId="79189C00" wp14:editId="3C4E618B">
          <wp:simplePos x="0" y="0"/>
          <wp:positionH relativeFrom="column">
            <wp:posOffset>-328930</wp:posOffset>
          </wp:positionH>
          <wp:positionV relativeFrom="paragraph">
            <wp:posOffset>-180913</wp:posOffset>
          </wp:positionV>
          <wp:extent cx="885600" cy="504000"/>
          <wp:effectExtent l="0" t="0" r="0" b="0"/>
          <wp:wrapNone/>
          <wp:docPr id="31" name="Picture 31" descr="C:\Backup\Template trials\Emma's logos\LOG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Backup\Template trials\Emma's logos\LOGO.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856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3356">
      <w:t xml:space="preserve">© </w:t>
    </w:r>
    <w:sdt>
      <w:sdtPr>
        <w:alias w:val="Company"/>
        <w:tag w:val=""/>
        <w:id w:val="31087561"/>
        <w:dataBinding w:prefixMappings="xmlns:ns0='http://schemas.openxmlformats.org/officeDocument/2006/extended-properties' " w:xpath="/ns0:Properties[1]/ns0:Company[1]" w:storeItemID="{6668398D-A668-4E3E-A5EB-62B293D839F1}"/>
        <w:text/>
      </w:sdtPr>
      <w:sdtEndPr/>
      <w:sdtContent>
        <w:r>
          <w:t>P2</w:t>
        </w:r>
      </w:sdtContent>
    </w:sdt>
    <w:r>
      <w:rPr>
        <w:noProof/>
      </w:rPr>
      <w:t xml:space="preserve"> </w:t>
    </w:r>
    <w:sdt>
      <w:sdtPr>
        <w:rPr>
          <w:noProof/>
        </w:rPr>
        <w:alias w:val="Copyright Year"/>
        <w:tag w:val="Copyright_x0020_Year"/>
        <w:id w:val="1943335247"/>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Copyright_x0020_Year[1]" w:storeItemID="{C25B175B-AE41-4583-B473-7AD7E5487BFB}"/>
        <w:text/>
      </w:sdtPr>
      <w:sdtEndPr/>
      <w:sdtContent>
        <w:r>
          <w:rPr>
            <w:noProof/>
          </w:rPr>
          <w:t>2014</w:t>
        </w:r>
      </w:sdtContent>
    </w:sdt>
    <w:r>
      <w:rPr>
        <w:noProof/>
      </w:rPr>
      <w:t xml:space="preserve">  </w:t>
    </w:r>
    <w:sdt>
      <w:sdtPr>
        <w:alias w:val="Security Footer"/>
        <w:tag w:val="Security_x0020_Footer"/>
        <w:id w:val="1012419529"/>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Security_x0020_Footer[1]" w:storeItemID="{C25B175B-AE41-4583-B473-7AD7E5487BFB}"/>
        <w:dropDownList w:lastValue="CONFIDENTIAL">
          <w:listItem w:value="[Security Footer]"/>
        </w:dropDownList>
      </w:sdtPr>
      <w:sdtEndPr/>
      <w:sdtContent>
        <w:r>
          <w:t>CONFIDENTIAL</w:t>
        </w:r>
      </w:sdtContent>
    </w:sdt>
    <w:r>
      <w:rPr>
        <w:rStyle w:val="PageNumber"/>
      </w:rPr>
      <w:tab/>
    </w:r>
    <w:r w:rsidRPr="00A01C2F">
      <w:fldChar w:fldCharType="begin"/>
    </w:r>
    <w:r w:rsidRPr="00A01C2F">
      <w:instrText xml:space="preserve"> PAGE </w:instrText>
    </w:r>
    <w:r w:rsidRPr="00A01C2F">
      <w:fldChar w:fldCharType="separate"/>
    </w:r>
    <w:r w:rsidR="0011541D">
      <w:rPr>
        <w:noProof/>
      </w:rPr>
      <w:t>i</w:t>
    </w:r>
    <w:r w:rsidRPr="00A01C2F">
      <w:fldChar w:fldCharType="end"/>
    </w:r>
  </w:p>
  <w:p w14:paraId="6E3BBDF0" w14:textId="491667AB" w:rsidR="00AB0E68" w:rsidRPr="00CC67E7" w:rsidRDefault="0011541D" w:rsidP="00CC67E7">
    <w:pPr>
      <w:pStyle w:val="Footer"/>
    </w:pPr>
    <w:sdt>
      <w:sdtPr>
        <w:alias w:val="Title"/>
        <w:tag w:val=""/>
        <w:id w:val="-771706156"/>
        <w:dataBinding w:prefixMappings="xmlns:ns0='http://purl.org/dc/elements/1.1/' xmlns:ns1='http://schemas.openxmlformats.org/package/2006/metadata/core-properties' " w:xpath="/ns1:coreProperties[1]/ns0:title[1]" w:storeItemID="{6C3C8BC8-F283-45AE-878A-BAB7291924A1}"/>
        <w:text/>
      </w:sdtPr>
      <w:sdtEndPr/>
      <w:sdtContent>
        <w:r w:rsidR="00AB0E68">
          <w:t>P2 Explorer 4.0 Installation Guide</w:t>
        </w:r>
      </w:sdtContent>
    </w:sdt>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3230C" w14:textId="49E173F1" w:rsidR="00AB0E68" w:rsidRDefault="00AB0E68" w:rsidP="00CC67E7">
    <w:pPr>
      <w:pStyle w:val="Footer"/>
    </w:pPr>
    <w:r>
      <w:rPr>
        <w:noProof/>
      </w:rPr>
      <w:drawing>
        <wp:anchor distT="0" distB="0" distL="114300" distR="114300" simplePos="0" relativeHeight="251657216" behindDoc="1" locked="0" layoutInCell="1" allowOverlap="1" wp14:anchorId="60FC17D3" wp14:editId="2600DA7A">
          <wp:simplePos x="6753225" y="9820275"/>
          <wp:positionH relativeFrom="page">
            <wp:align>right</wp:align>
          </wp:positionH>
          <wp:positionV relativeFrom="paragraph">
            <wp:posOffset>-267335</wp:posOffset>
          </wp:positionV>
          <wp:extent cx="1018800" cy="619200"/>
          <wp:effectExtent l="0" t="0" r="0" b="0"/>
          <wp:wrapSquare wrapText="bothSides"/>
          <wp:docPr id="34" name="Picture 34" descr="C:\Backup\Template trials\Emma's logos\P2 User Manual Blue Arrow.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Backup\Template trials\Emma's logos\P2 User Manual Blue Arrow.wm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18800" cy="619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04FCA107" wp14:editId="09CA5104">
          <wp:simplePos x="0" y="0"/>
          <wp:positionH relativeFrom="column">
            <wp:posOffset>-328930</wp:posOffset>
          </wp:positionH>
          <wp:positionV relativeFrom="paragraph">
            <wp:posOffset>-180913</wp:posOffset>
          </wp:positionV>
          <wp:extent cx="885600" cy="504000"/>
          <wp:effectExtent l="0" t="0" r="0" b="0"/>
          <wp:wrapNone/>
          <wp:docPr id="35" name="Picture 35" descr="C:\Backup\Template trials\Emma's logos\LOGO.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Backup\Template trials\Emma's logos\LOGO.w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85600" cy="50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3356">
      <w:t xml:space="preserve">© </w:t>
    </w:r>
    <w:sdt>
      <w:sdtPr>
        <w:alias w:val="Company"/>
        <w:tag w:val=""/>
        <w:id w:val="-1352730021"/>
        <w:dataBinding w:prefixMappings="xmlns:ns0='http://schemas.openxmlformats.org/officeDocument/2006/extended-properties' " w:xpath="/ns0:Properties[1]/ns0:Company[1]" w:storeItemID="{6668398D-A668-4E3E-A5EB-62B293D839F1}"/>
        <w:text/>
      </w:sdtPr>
      <w:sdtEndPr/>
      <w:sdtContent>
        <w:r>
          <w:t>P2</w:t>
        </w:r>
      </w:sdtContent>
    </w:sdt>
    <w:r>
      <w:rPr>
        <w:noProof/>
      </w:rPr>
      <w:t xml:space="preserve"> </w:t>
    </w:r>
    <w:sdt>
      <w:sdtPr>
        <w:rPr>
          <w:noProof/>
        </w:rPr>
        <w:alias w:val="Copyright Year"/>
        <w:tag w:val="Copyright_x0020_Year"/>
        <w:id w:val="-232233576"/>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Copyright_x0020_Year[1]" w:storeItemID="{C25B175B-AE41-4583-B473-7AD7E5487BFB}"/>
        <w:text/>
      </w:sdtPr>
      <w:sdtEndPr/>
      <w:sdtContent>
        <w:r>
          <w:rPr>
            <w:noProof/>
          </w:rPr>
          <w:t>2014</w:t>
        </w:r>
      </w:sdtContent>
    </w:sdt>
    <w:r>
      <w:rPr>
        <w:noProof/>
      </w:rPr>
      <w:t xml:space="preserve">  </w:t>
    </w:r>
    <w:sdt>
      <w:sdtPr>
        <w:alias w:val="Security Footer"/>
        <w:tag w:val="Security_x0020_Footer"/>
        <w:id w:val="-194467493"/>
        <w:dataBinding w:prefixMappings="xmlns:ns0='http://schemas.microsoft.com/office/2006/metadata/properties' xmlns:ns1='http://www.w3.org/2001/XMLSchema-instance' xmlns:ns2='http://schemas.microsoft.com/office/infopath/2007/PartnerControls' xmlns:ns3='123014a7-a100-4d54-b927-1560aa753183' xmlns:ns4='http://schemas.microsoft.com/sharepoint/v3' " w:xpath="/ns0:properties[1]/documentManagement[1]/ns3:Security_x0020_Footer[1]" w:storeItemID="{C25B175B-AE41-4583-B473-7AD7E5487BFB}"/>
        <w:dropDownList w:lastValue="CONFIDENTIAL">
          <w:listItem w:value="[Security Footer]"/>
        </w:dropDownList>
      </w:sdtPr>
      <w:sdtEndPr/>
      <w:sdtContent>
        <w:r>
          <w:t>CONFIDENTIAL</w:t>
        </w:r>
      </w:sdtContent>
    </w:sdt>
    <w:r>
      <w:rPr>
        <w:rStyle w:val="PageNumber"/>
      </w:rPr>
      <w:tab/>
    </w:r>
    <w:r w:rsidRPr="00A01C2F">
      <w:fldChar w:fldCharType="begin"/>
    </w:r>
    <w:r w:rsidRPr="00A01C2F">
      <w:instrText xml:space="preserve"> PAGE </w:instrText>
    </w:r>
    <w:r w:rsidRPr="00A01C2F">
      <w:fldChar w:fldCharType="separate"/>
    </w:r>
    <w:r w:rsidR="0011541D">
      <w:rPr>
        <w:noProof/>
      </w:rPr>
      <w:t>1</w:t>
    </w:r>
    <w:r w:rsidRPr="00A01C2F">
      <w:fldChar w:fldCharType="end"/>
    </w:r>
  </w:p>
  <w:p w14:paraId="6E3BBDF4" w14:textId="75924E37" w:rsidR="00AB0E68" w:rsidRPr="00CC67E7" w:rsidRDefault="0011541D" w:rsidP="00CC67E7">
    <w:pPr>
      <w:pStyle w:val="Footer"/>
    </w:pPr>
    <w:sdt>
      <w:sdtPr>
        <w:alias w:val="Title"/>
        <w:tag w:val=""/>
        <w:id w:val="-843784818"/>
        <w:dataBinding w:prefixMappings="xmlns:ns0='http://purl.org/dc/elements/1.1/' xmlns:ns1='http://schemas.openxmlformats.org/package/2006/metadata/core-properties' " w:xpath="/ns1:coreProperties[1]/ns0:title[1]" w:storeItemID="{6C3C8BC8-F283-45AE-878A-BAB7291924A1}"/>
        <w:text/>
      </w:sdtPr>
      <w:sdtEndPr/>
      <w:sdtContent>
        <w:r w:rsidR="00AB0E68">
          <w:t>P2 Explorer 4.0 Installation Guide</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6F5CFF" w14:textId="77777777" w:rsidR="009038DB" w:rsidRDefault="009038DB">
      <w:r>
        <w:rPr>
          <w:noProof/>
        </w:rPr>
        <mc:AlternateContent>
          <mc:Choice Requires="wpg">
            <w:drawing>
              <wp:anchor distT="0" distB="0" distL="114300" distR="114300" simplePos="0" relativeHeight="251660288" behindDoc="1" locked="0" layoutInCell="1" allowOverlap="1" wp14:anchorId="47710044" wp14:editId="55240AD7">
                <wp:simplePos x="0" y="0"/>
                <wp:positionH relativeFrom="column">
                  <wp:posOffset>-10160</wp:posOffset>
                </wp:positionH>
                <wp:positionV relativeFrom="paragraph">
                  <wp:posOffset>6579870</wp:posOffset>
                </wp:positionV>
                <wp:extent cx="7581900" cy="4133850"/>
                <wp:effectExtent l="0" t="0" r="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81900" cy="4133850"/>
                          <a:chOff x="0" y="0"/>
                          <a:chExt cx="7581900" cy="4133850"/>
                        </a:xfrm>
                      </wpg:grpSpPr>
                      <pic:pic xmlns:pic="http://schemas.openxmlformats.org/drawingml/2006/picture">
                        <pic:nvPicPr>
                          <pic:cNvPr id="8" name="Picture 6" descr="Description: C:\Users\trish.haynes\Desktop\Cover pages\Cover art\User\ISS User Cover Page D3 Test 6.2.wmf"/>
                          <pic:cNvPicPr>
                            <a:picLocks noChangeAspect="1"/>
                          </pic:cNvPicPr>
                        </pic:nvPicPr>
                        <pic:blipFill>
                          <a:blip r:embed="rId1">
                            <a:extLst>
                              <a:ext uri="{28A0092B-C50C-407E-A947-70E740481C1C}">
                                <a14:useLocalDpi xmlns:a14="http://schemas.microsoft.com/office/drawing/2010/main" val="0"/>
                              </a:ext>
                            </a:extLst>
                          </a:blip>
                          <a:srcRect t="23135"/>
                          <a:stretch>
                            <a:fillRect/>
                          </a:stretch>
                        </pic:blipFill>
                        <pic:spPr bwMode="auto">
                          <a:xfrm>
                            <a:off x="0" y="0"/>
                            <a:ext cx="7581900" cy="4133850"/>
                          </a:xfrm>
                          <a:prstGeom prst="rect">
                            <a:avLst/>
                          </a:prstGeom>
                          <a:noFill/>
                        </pic:spPr>
                      </pic:pic>
                      <pic:pic xmlns:pic="http://schemas.openxmlformats.org/drawingml/2006/picture">
                        <pic:nvPicPr>
                          <pic:cNvPr id="9" name="Picture 8" descr="Description: C:\Users\trish.haynes\Desktop\Cover pages\Cover art\Logos\ISS Group RGB.wmf"/>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6410325" y="2867025"/>
                            <a:ext cx="781050" cy="1047750"/>
                          </a:xfrm>
                          <a:prstGeom prst="rect">
                            <a:avLst/>
                          </a:prstGeom>
                          <a:noFill/>
                        </pic:spPr>
                      </pic:pic>
                      <pic:pic xmlns:pic="http://schemas.openxmlformats.org/drawingml/2006/picture">
                        <pic:nvPicPr>
                          <pic:cNvPr id="10" name="Picture 1" descr="C:\Users\trish.haynes\Desktop\Cover pages\Cover art\Logos\BABELFISH_LOGO_RGB no text.wmf"/>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371475" y="2876550"/>
                            <a:ext cx="1171575" cy="97155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4DB5262" id="Group 7" o:spid="_x0000_s1026" style="position:absolute;margin-left:-.8pt;margin-top:518.1pt;width:597pt;height:325.5pt;z-index:-251656192" coordsize="75819,41338"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Description: C:\Users\trish.haynes\Desktop\Cover pages\Cover art\User\ISS User Cover Page D3 Test 6.2.wmf" style="position:absolute;width:75819;height:413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phdWG/AAAA2gAAAA8AAABkcnMvZG93bnJldi54bWxET89rwjAUvg/8H8ITvM3UOYZWo7iBbIgX&#10;q96fzbMpNi9dk7X1vzcHYceP7/dy3dtKtNT40rGCyTgBQZw7XXKh4HTcvs5A+ICssXJMCu7kYb0a&#10;vCwx1a7jA7VZKEQMYZ+iAhNCnUrpc0MW/djVxJG7usZiiLAppG6wi+G2km9J8iEtlhwbDNb0ZSi/&#10;ZX9WQfa5e7+ck9/2vtdm2h2/K8vzrVKjYb9ZgAjUh3/x0/2jFcSt8Uq8AXL1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qYXVhvwAAANoAAAAPAAAAAAAAAAAAAAAAAJ8CAABk&#10;cnMvZG93bnJldi54bWxQSwUGAAAAAAQABAD3AAAAiwMAAAAA&#10;">
                  <v:imagedata r:id="rId4" o:title="ISS User Cover Page D3 Test 6.2" croptop="15162f"/>
                  <v:path arrowok="t"/>
                </v:shape>
                <v:shape id="Picture 8" o:spid="_x0000_s1028" type="#_x0000_t75" alt="Description: C:\Users\trish.haynes\Desktop\Cover pages\Cover art\Logos\ISS Group RGB.wmf" style="position:absolute;left:64103;top:28670;width:7810;height:10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GiSULEAAAA2gAAAA8AAABkcnMvZG93bnJldi54bWxEj0FrAjEUhO9C/0N4hV6kZutB6tYookhb&#10;DwXtovT22Dw3i5uX7SZq/PemUPA4zMw3zGQWbSPO1PnasYKXQQaCuHS65kpB8b16fgXhA7LGxjEp&#10;uJKH2fShN8Fcuwtv6LwNlUgQ9jkqMCG0uZS+NGTRD1xLnLyD6yyGJLtK6g4vCW4bOcyykbRYc1ow&#10;2NLCUHncnqyCfhHd15I/33/3P6sQT+XQHNY7pZ4e4/wNRKAY7uH/9odWMIa/K+kGyOkN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GiSULEAAAA2gAAAA8AAAAAAAAAAAAAAAAA&#10;nwIAAGRycy9kb3ducmV2LnhtbFBLBQYAAAAABAAEAPcAAACQAwAAAAA=&#10;">
                  <v:imagedata r:id="rId5" o:title="ISS Group RGB"/>
                  <v:path arrowok="t"/>
                </v:shape>
                <v:shape id="Picture 1" o:spid="_x0000_s1029" type="#_x0000_t75" style="position:absolute;left:3714;top:28765;width:11716;height:97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7+zi/GAAAA2wAAAA8AAABkcnMvZG93bnJldi54bWxEj0FvwjAMhe+T9h8iI+02UnZAqCMghsqE&#10;dpiATUPcTOO1FY3TJRmUfz8fJnGz9Z7f+zyd965VZwqx8WxgNMxAEZfeNlwZ+PxYPU5AxYRssfVM&#10;Bq4UYT67v5tibv2Ft3TepUpJCMccDdQpdbnWsazJYRz6jli0bx8cJllDpW3Ai4S7Vj9l2Vg7bFga&#10;auxoWVN52v06A/h2nOzbl/3re/MTtsXhq1hsVoUxD4N+8QwqUZ9u5v/rtRV8oZdfZAA9+w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v7OL8YAAADbAAAADwAAAAAAAAAAAAAA&#10;AACfAgAAZHJzL2Rvd25yZXYueG1sUEsFBgAAAAAEAAQA9wAAAJIDAAAAAA==&#10;">
                  <v:imagedata r:id="rId6" o:title="BABELFISH_LOGO_RGB no text"/>
                  <v:path arrowok="t"/>
                </v:shape>
              </v:group>
            </w:pict>
          </mc:Fallback>
        </mc:AlternateContent>
      </w:r>
      <w:r>
        <w:rPr>
          <w:noProof/>
        </w:rPr>
        <mc:AlternateContent>
          <mc:Choice Requires="wpg">
            <w:drawing>
              <wp:anchor distT="0" distB="0" distL="114300" distR="114300" simplePos="0" relativeHeight="251658240" behindDoc="1" locked="0" layoutInCell="1" allowOverlap="1" wp14:anchorId="62C0C7A6" wp14:editId="18B81A93">
                <wp:simplePos x="0" y="0"/>
                <wp:positionH relativeFrom="column">
                  <wp:posOffset>-10160</wp:posOffset>
                </wp:positionH>
                <wp:positionV relativeFrom="paragraph">
                  <wp:posOffset>6579870</wp:posOffset>
                </wp:positionV>
                <wp:extent cx="7581900" cy="4133850"/>
                <wp:effectExtent l="0" t="0" r="0" b="0"/>
                <wp:wrapNone/>
                <wp:docPr id="36"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81900" cy="4133850"/>
                          <a:chOff x="0" y="0"/>
                          <a:chExt cx="7581900" cy="4133850"/>
                        </a:xfrm>
                      </wpg:grpSpPr>
                      <pic:pic xmlns:pic="http://schemas.openxmlformats.org/drawingml/2006/picture">
                        <pic:nvPicPr>
                          <pic:cNvPr id="37" name="Picture 6" descr="Description: C:\Users\trish.haynes\Desktop\Cover pages\Cover art\User\ISS User Cover Page D3 Test 6.2.wmf"/>
                          <pic:cNvPicPr>
                            <a:picLocks noChangeAspect="1"/>
                          </pic:cNvPicPr>
                        </pic:nvPicPr>
                        <pic:blipFill>
                          <a:blip r:embed="rId1">
                            <a:extLst>
                              <a:ext uri="{28A0092B-C50C-407E-A947-70E740481C1C}">
                                <a14:useLocalDpi xmlns:a14="http://schemas.microsoft.com/office/drawing/2010/main" val="0"/>
                              </a:ext>
                            </a:extLst>
                          </a:blip>
                          <a:srcRect t="23135"/>
                          <a:stretch>
                            <a:fillRect/>
                          </a:stretch>
                        </pic:blipFill>
                        <pic:spPr bwMode="auto">
                          <a:xfrm>
                            <a:off x="0" y="0"/>
                            <a:ext cx="7581900" cy="4133850"/>
                          </a:xfrm>
                          <a:prstGeom prst="rect">
                            <a:avLst/>
                          </a:prstGeom>
                          <a:noFill/>
                        </pic:spPr>
                      </pic:pic>
                      <pic:pic xmlns:pic="http://schemas.openxmlformats.org/drawingml/2006/picture">
                        <pic:nvPicPr>
                          <pic:cNvPr id="38" name="Picture 8" descr="Description: C:\Users\trish.haynes\Desktop\Cover pages\Cover art\Logos\ISS Group RGB.wmf"/>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6410325" y="2867025"/>
                            <a:ext cx="781050" cy="1047750"/>
                          </a:xfrm>
                          <a:prstGeom prst="rect">
                            <a:avLst/>
                          </a:prstGeom>
                          <a:noFill/>
                        </pic:spPr>
                      </pic:pic>
                      <pic:pic xmlns:pic="http://schemas.openxmlformats.org/drawingml/2006/picture">
                        <pic:nvPicPr>
                          <pic:cNvPr id="39" name="Picture 1" descr="C:\Users\trish.haynes\Desktop\Cover pages\Cover art\Logos\BABELFISH_LOGO_RGB no text.wmf"/>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371475" y="2876550"/>
                            <a:ext cx="1171575" cy="97155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981EE51" id="Group 36" o:spid="_x0000_s1026" style="position:absolute;margin-left:-.8pt;margin-top:518.1pt;width:597pt;height:325.5pt;z-index:-251657216" coordsize="75819,41338"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">
                <v:shape id="Picture 6" o:spid="_x0000_s1027" type="#_x0000_t75" alt="Description: C:\Users\trish.haynes\Desktop\Cover pages\Cover art\User\ISS User Cover Page D3 Test 6.2.wmf" style="position:absolute;width:75819;height:413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gzbLzEAAAA2wAAAA8AAABkcnMvZG93bnJldi54bWxEj09rwkAUxO8Fv8PyhN504x/aGl3FFqRS&#10;vBjb+zP7zAazb9PsNonfvlsQehxm5jfMatPbSrTU+NKxgsk4AUGcO11yoeDztBu9gPABWWPlmBTc&#10;yMNmPXhYYapdx0dqs1CICGGfogITQp1K6XNDFv3Y1cTRu7jGYoiyKaRusItwW8lpkjxJiyXHBYM1&#10;vRnKr9mPVZC9fszPX8l3eztoM+tO75XlxU6px2G/XYII1If/8L291wpmz/D3Jf4Auf4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gzbLzEAAAA2wAAAA8AAAAAAAAAAAAAAAAA&#10;nwIAAGRycy9kb3ducmV2LnhtbFBLBQYAAAAABAAEAPcAAACQAwAAAAA=&#10;">
                  <v:imagedata r:id="rId4" o:title="ISS User Cover Page D3 Test 6.2" croptop="15162f"/>
                  <v:path arrowok="t"/>
                </v:shape>
                <v:shape id="Picture 8" o:spid="_x0000_s1028" type="#_x0000_t75" alt="Description: C:\Users\trish.haynes\Desktop\Cover pages\Cover art\Logos\ISS Group RGB.wmf" style="position:absolute;left:64103;top:28670;width:7810;height:10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hmtTCAAAA2wAAAA8AAABkcnMvZG93bnJldi54bWxET01rAjEQvQv+hzCCl6JZLUjZGqUoovYg&#10;VEXpbdiMm6WbybqJmv775lDw+Hjf03m0tbhT6yvHCkbDDARx4XTFpYLjYTV4A+EDssbaMSn4JQ/z&#10;WbczxVy7B3/RfR9KkULY56jAhNDkUvrCkEU/dA1x4i6utRgSbEupW3ykcFvLcZZNpMWKU4PBhhaG&#10;ip/9zSp4OUa3W/J2fT1/r0K8FWNz+Twp1e/Fj3cQgWJ4iv/dG63gNY1NX9IPkLM/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74ZrUwgAAANsAAAAPAAAAAAAAAAAAAAAAAJ8C&#10;AABkcnMvZG93bnJldi54bWxQSwUGAAAAAAQABAD3AAAAjgMAAAAA&#10;">
                  <v:imagedata r:id="rId5" o:title="ISS Group RGB"/>
                  <v:path arrowok="t"/>
                </v:shape>
                <v:shape id="Picture 1" o:spid="_x0000_s1029" type="#_x0000_t75" style="position:absolute;left:3714;top:28765;width:11716;height:97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RxO9LGAAAA2wAAAA8AAABkcnMvZG93bnJldi54bWxEj09rAjEUxO+C3yE8oTfN2kLR1Si2rKX0&#10;UPyH4u25ee4u3bxsk1S3374pCB6HmfkNM523phYXcr6yrGA4SEAQ51ZXXCjYbZf9EQgfkDXWlknB&#10;L3mYz7qdKabaXnlNl00oRISwT1FBGUKTSunzkgz6gW2Io3e2zmCI0hVSO7xGuKnlY5I8S4MVx4US&#10;G3otKf/a/BgF+HEaHeqXw9tn9e3W2XGfLVbLTKmHXruYgAjUhnv41n7XCp7G8P8l/gA5+w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VHE70sYAAADbAAAADwAAAAAAAAAAAAAA&#10;AACfAgAAZHJzL2Rvd25yZXYueG1sUEsFBgAAAAAEAAQA9wAAAJIDAAAAAA==&#10;">
                  <v:imagedata r:id="rId6" o:title="BABELFISH_LOGO_RGB no text"/>
                  <v:path arrowok="t"/>
                </v:shape>
              </v:group>
            </w:pict>
          </mc:Fallback>
        </mc:AlternateContent>
      </w:r>
      <w:r>
        <w:rPr>
          <w:noProof/>
        </w:rPr>
        <mc:AlternateContent>
          <mc:Choice Requires="wpg">
            <w:drawing>
              <wp:anchor distT="0" distB="0" distL="114300" distR="114300" simplePos="0" relativeHeight="251662336" behindDoc="1" locked="0" layoutInCell="1" allowOverlap="1" wp14:anchorId="69E04920" wp14:editId="5C6234A7">
                <wp:simplePos x="0" y="0"/>
                <wp:positionH relativeFrom="column">
                  <wp:posOffset>-10160</wp:posOffset>
                </wp:positionH>
                <wp:positionV relativeFrom="paragraph">
                  <wp:posOffset>6579870</wp:posOffset>
                </wp:positionV>
                <wp:extent cx="7581900" cy="4133850"/>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81900" cy="4133850"/>
                          <a:chOff x="0" y="0"/>
                          <a:chExt cx="7581900" cy="4133850"/>
                        </a:xfrm>
                      </wpg:grpSpPr>
                      <pic:pic xmlns:pic="http://schemas.openxmlformats.org/drawingml/2006/picture">
                        <pic:nvPicPr>
                          <pic:cNvPr id="58" name="Picture 6" descr="Description: C:\Users\trish.haynes\Desktop\Cover pages\Cover art\User\ISS User Cover Page D3 Test 6.2.wmf"/>
                          <pic:cNvPicPr>
                            <a:picLocks noChangeAspect="1"/>
                          </pic:cNvPicPr>
                        </pic:nvPicPr>
                        <pic:blipFill>
                          <a:blip r:embed="rId1">
                            <a:extLst>
                              <a:ext uri="{28A0092B-C50C-407E-A947-70E740481C1C}">
                                <a14:useLocalDpi xmlns:a14="http://schemas.microsoft.com/office/drawing/2010/main" val="0"/>
                              </a:ext>
                            </a:extLst>
                          </a:blip>
                          <a:srcRect t="23135"/>
                          <a:stretch>
                            <a:fillRect/>
                          </a:stretch>
                        </pic:blipFill>
                        <pic:spPr bwMode="auto">
                          <a:xfrm>
                            <a:off x="0" y="0"/>
                            <a:ext cx="7581900" cy="4133850"/>
                          </a:xfrm>
                          <a:prstGeom prst="rect">
                            <a:avLst/>
                          </a:prstGeom>
                          <a:noFill/>
                        </pic:spPr>
                      </pic:pic>
                      <pic:pic xmlns:pic="http://schemas.openxmlformats.org/drawingml/2006/picture">
                        <pic:nvPicPr>
                          <pic:cNvPr id="59" name="Picture 8" descr="Description: C:\Users\trish.haynes\Desktop\Cover pages\Cover art\Logos\ISS Group RGB.wmf"/>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6410325" y="2867025"/>
                            <a:ext cx="781050" cy="1047750"/>
                          </a:xfrm>
                          <a:prstGeom prst="rect">
                            <a:avLst/>
                          </a:prstGeom>
                          <a:noFill/>
                        </pic:spPr>
                      </pic:pic>
                      <pic:pic xmlns:pic="http://schemas.openxmlformats.org/drawingml/2006/picture">
                        <pic:nvPicPr>
                          <pic:cNvPr id="60" name="Picture 1" descr="C:\Users\trish.haynes\Desktop\Cover pages\Cover art\Logos\BABELFISH_LOGO_RGB no text.wmf"/>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371475" y="2876550"/>
                            <a:ext cx="1171575" cy="97155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12C3014" id="Group 56" o:spid="_x0000_s1026" style="position:absolute;margin-left:-.8pt;margin-top:518.1pt;width:597pt;height:325.5pt;z-index:-251654144" coordsize="75819,41338"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">
                <v:shape id="Picture 6" o:spid="_x0000_s1027" type="#_x0000_t75" alt="Description: C:\Users\trish.haynes\Desktop\Cover pages\Cover art\User\ISS User Cover Page D3 Test 6.2.wmf" style="position:absolute;width:75819;height:413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RzHW7BAAAA2wAAAA8AAABkcnMvZG93bnJldi54bWxET8luwjAQvSPxD9Yg9QYOdFEJGEQroVYV&#10;F5L2PsRDHBGP09hNwt/XBySOT29fbwdbi45aXzlWMJ8lIIgLpysuFXzn++krCB+QNdaOScGVPGw3&#10;49EaU+16PlKXhVLEEPYpKjAhNKmUvjBk0c9cQxy5s2sthgjbUuoW+xhua7lIkhdpseLYYLChd0PF&#10;JfuzCrK3r6fTT/LbXQ/aPPb5R215uVfqYTLsViACDeEuvrk/tYLnODZ+iT9Abv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RzHW7BAAAA2wAAAA8AAAAAAAAAAAAAAAAAnwIA&#10;AGRycy9kb3ducmV2LnhtbFBLBQYAAAAABAAEAPcAAACNAwAAAAA=&#10;">
                  <v:imagedata r:id="rId4" o:title="ISS User Cover Page D3 Test 6.2" croptop="15162f"/>
                  <v:path arrowok="t"/>
                </v:shape>
                <v:shape id="Picture 8" o:spid="_x0000_s1028" type="#_x0000_t75" alt="Description: C:\Users\trish.haynes\Desktop\Cover pages\Cover art\Logos\ISS Group RGB.wmf" style="position:absolute;left:64103;top:28670;width:7810;height:10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ly2u/GAAAA2wAAAA8AAABkcnMvZG93bnJldi54bWxEj09rAjEUxO8Fv0N4Qi+lZisodjWKtEit&#10;B8E/tHh7bJ6bxc3LdhM1/fZGKPQ4zMxvmMks2lpcqPWVYwUvvQwEceF0xaWC/W7xPALhA7LG2jEp&#10;+CUPs2nnYYK5dlfe0GUbSpEg7HNUYEJocil9Ycii77mGOHlH11oMSbal1C1eE9zWsp9lQ2mx4rRg&#10;sKE3Q8Vpe7YKnvbRrd/58+Pn+7AI8Vz0zXH1pdRjN87HIALF8B/+ay+1gsEr3L+kHyCnN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iXLa78YAAADbAAAADwAAAAAAAAAAAAAA&#10;AACfAgAAZHJzL2Rvd25yZXYueG1sUEsFBgAAAAAEAAQA9wAAAJIDAAAAAA==&#10;">
                  <v:imagedata r:id="rId5" o:title="ISS Group RGB"/>
                  <v:path arrowok="t"/>
                </v:shape>
                <v:shape id="Picture 1" o:spid="_x0000_s1029" type="#_x0000_t75" style="position:absolute;left:3714;top:28765;width:11716;height:97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b4vVLDAAAA2wAAAA8AAABkcnMvZG93bnJldi54bWxET8tqwkAU3Qv9h+EWujOTdiGSOgm2RJEu&#10;io9S6e6auSahmTvpzFTj3zsLweXhvGfFYDpxIudbywqekxQEcWV1y7WCr91iPAXhA7LGzjIpuJCH&#10;In8YzTDT9swbOm1DLWII+wwVNCH0mZS+asigT2xPHLmjdQZDhK6W2uE5hptOvqTpRBpsOTY02NN7&#10;Q9Xv9t8owI/DdN+97Zef7Z/blD/f5Xy9KJV6ehzmryACDeEuvrlXWsEkro9f4g+Q+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1vi9UsMAAADbAAAADwAAAAAAAAAAAAAAAACf&#10;AgAAZHJzL2Rvd25yZXYueG1sUEsFBgAAAAAEAAQA9wAAAI8DAAAAAA==&#10;">
                  <v:imagedata r:id="rId6" o:title="BABELFISH_LOGO_RGB no text"/>
                  <v:path arrowok="t"/>
                </v:shape>
              </v:group>
            </w:pict>
          </mc:Fallback>
        </mc:AlternateContent>
      </w:r>
      <w:r>
        <w:rPr>
          <w:noProof/>
        </w:rPr>
        <mc:AlternateContent>
          <mc:Choice Requires="wpg">
            <w:drawing>
              <wp:anchor distT="0" distB="0" distL="114300" distR="114300" simplePos="0" relativeHeight="251661312" behindDoc="1" locked="0" layoutInCell="1" allowOverlap="1" wp14:anchorId="3E8AD750" wp14:editId="6F73006F">
                <wp:simplePos x="0" y="0"/>
                <wp:positionH relativeFrom="column">
                  <wp:posOffset>-10160</wp:posOffset>
                </wp:positionH>
                <wp:positionV relativeFrom="paragraph">
                  <wp:posOffset>6579870</wp:posOffset>
                </wp:positionV>
                <wp:extent cx="7581900" cy="4133850"/>
                <wp:effectExtent l="0" t="0" r="0" b="0"/>
                <wp:wrapNone/>
                <wp:docPr id="61"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81900" cy="4133850"/>
                          <a:chOff x="0" y="0"/>
                          <a:chExt cx="7581900" cy="4133850"/>
                        </a:xfrm>
                      </wpg:grpSpPr>
                      <pic:pic xmlns:pic="http://schemas.openxmlformats.org/drawingml/2006/picture">
                        <pic:nvPicPr>
                          <pic:cNvPr id="63" name="Picture 6" descr="Description: C:\Users\trish.haynes\Desktop\Cover pages\Cover art\User\ISS User Cover Page D3 Test 6.2.wmf"/>
                          <pic:cNvPicPr>
                            <a:picLocks noChangeAspect="1"/>
                          </pic:cNvPicPr>
                        </pic:nvPicPr>
                        <pic:blipFill>
                          <a:blip r:embed="rId1">
                            <a:extLst>
                              <a:ext uri="{28A0092B-C50C-407E-A947-70E740481C1C}">
                                <a14:useLocalDpi xmlns:a14="http://schemas.microsoft.com/office/drawing/2010/main" val="0"/>
                              </a:ext>
                            </a:extLst>
                          </a:blip>
                          <a:srcRect t="23135"/>
                          <a:stretch>
                            <a:fillRect/>
                          </a:stretch>
                        </pic:blipFill>
                        <pic:spPr bwMode="auto">
                          <a:xfrm>
                            <a:off x="0" y="0"/>
                            <a:ext cx="7581900" cy="4133850"/>
                          </a:xfrm>
                          <a:prstGeom prst="rect">
                            <a:avLst/>
                          </a:prstGeom>
                          <a:noFill/>
                        </pic:spPr>
                      </pic:pic>
                      <pic:pic xmlns:pic="http://schemas.openxmlformats.org/drawingml/2006/picture">
                        <pic:nvPicPr>
                          <pic:cNvPr id="65" name="Picture 8" descr="Description: C:\Users\trish.haynes\Desktop\Cover pages\Cover art\Logos\ISS Group RGB.wmf"/>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6410325" y="2867025"/>
                            <a:ext cx="781050" cy="1047750"/>
                          </a:xfrm>
                          <a:prstGeom prst="rect">
                            <a:avLst/>
                          </a:prstGeom>
                          <a:noFill/>
                        </pic:spPr>
                      </pic:pic>
                      <pic:pic xmlns:pic="http://schemas.openxmlformats.org/drawingml/2006/picture">
                        <pic:nvPicPr>
                          <pic:cNvPr id="66" name="Picture 1" descr="C:\Users\trish.haynes\Desktop\Cover pages\Cover art\Logos\BABELFISH_LOGO_RGB no text.wmf"/>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371475" y="2876550"/>
                            <a:ext cx="1171575" cy="97155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4637D989" id="Group 61" o:spid="_x0000_s1026" style="position:absolute;margin-left:-.8pt;margin-top:518.1pt;width:597pt;height:325.5pt;z-index:-251655168" coordsize="75819,41338"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">
                <v:shape id="Picture 6" o:spid="_x0000_s1027" type="#_x0000_t75" alt="Description: C:\Users\trish.haynes\Desktop\Cover pages\Cover art\User\ISS User Cover Page D3 Test 6.2.wmf" style="position:absolute;width:75819;height:413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S7RaLEAAAA2wAAAA8AAABkcnMvZG93bnJldi54bWxEj0FrwkAUhO+F/oflFXrTTWsRja7SFqRF&#10;vJjo/Zl9ZkOzb9PsNon/3hWEHoeZ+YZZrgdbi45aXzlW8DJOQBAXTldcKjjkm9EMhA/IGmvHpOBC&#10;Htarx4clptr1vKcuC6WIEPYpKjAhNKmUvjBk0Y9dQxy9s2sthijbUuoW+wi3tXxNkqm0WHFcMNjQ&#10;p6HiJ/uzCrKP7dvpmPx2l502kz7/qi3PN0o9Pw3vCxCBhvAfvre/tYLpBG5f4g+Qqy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S7RaLEAAAA2wAAAA8AAAAAAAAAAAAAAAAA&#10;nwIAAGRycy9kb3ducmV2LnhtbFBLBQYAAAAABAAEAPcAAACQAwAAAAA=&#10;">
                  <v:imagedata r:id="rId4" o:title="ISS User Cover Page D3 Test 6.2" croptop="15162f"/>
                  <v:path arrowok="t"/>
                </v:shape>
                <v:shape id="Picture 8" o:spid="_x0000_s1028" type="#_x0000_t75" alt="Description: C:\Users\trish.haynes\Desktop\Cover pages\Cover art\Logos\ISS Group RGB.wmf" style="position:absolute;left:64103;top:28670;width:7810;height:1047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ZTGlfFAAAA2wAAAA8AAABkcnMvZG93bnJldi54bWxEj0FrAjEUhO9C/0N4ghep2QpK2RpFWkTt&#10;QdBKS2+PzXOzdPOybqKm/94IgsdhZr5hJrNoa3Gm1leOFbwMMhDEhdMVlwr2X4vnVxA+IGusHZOC&#10;f/Iwmz51Jphrd+EtnXehFAnCPkcFJoQml9IXhiz6gWuIk3dwrcWQZFtK3eIlwW0th1k2lhYrTgsG&#10;G3o3VPztTlZBfx/d5oPXy+PP7yLEUzE0h89vpXrdOH8DESiGR/jeXmkF4xHcvqQfIKdX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GUxpXxQAAANsAAAAPAAAAAAAAAAAAAAAA&#10;AJ8CAABkcnMvZG93bnJldi54bWxQSwUGAAAAAAQABAD3AAAAkQMAAAAA&#10;">
                  <v:imagedata r:id="rId5" o:title="ISS Group RGB"/>
                  <v:path arrowok="t"/>
                </v:shape>
                <v:shape id="Picture 1" o:spid="_x0000_s1029" type="#_x0000_t75" style="position:absolute;left:3714;top:28765;width:11716;height:97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ZdgL3GAAAA2wAAAA8AAABkcnMvZG93bnJldi54bWxEj09rwkAUxO+FfoflFbzppj0Eia6iEov0&#10;UOofFG/P7DMJZt+mu1tNv71bEHocZuY3zHjamUZcyfnasoLXQQKCuLC65lLBbrvsD0H4gKyxsUwK&#10;fsnDdPL8NMZM2xuv6boJpYgQ9hkqqEJoMyl9UZFBP7AtcfTO1hkMUbpSaoe3CDeNfEuSVBqsOS5U&#10;2NKiouKy+TEK8OM0PDTzw/tn/e3W+XGfz76WuVK9l242AhGoC//hR3ulFaQp/H2JP0BO7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Nl2AvcYAAADbAAAADwAAAAAAAAAAAAAA&#10;AACfAgAAZHJzL2Rvd25yZXYueG1sUEsFBgAAAAAEAAQA9wAAAJIDAAAAAA==&#10;">
                  <v:imagedata r:id="rId6" o:title="BABELFISH_LOGO_RGB no text"/>
                  <v:path arrowok="t"/>
                </v:shape>
              </v:group>
            </w:pict>
          </mc:Fallback>
        </mc:AlternateContent>
      </w:r>
      <w:r>
        <w:separator/>
      </w:r>
    </w:p>
    <w:p w14:paraId="074F96B4" w14:textId="77777777" w:rsidR="009038DB" w:rsidRDefault="009038DB"/>
    <w:p w14:paraId="135538CE" w14:textId="77777777" w:rsidR="009038DB" w:rsidRDefault="009038DB"/>
  </w:footnote>
  <w:footnote w:type="continuationSeparator" w:id="0">
    <w:p w14:paraId="43614509" w14:textId="77777777" w:rsidR="009038DB" w:rsidRDefault="009038DB">
      <w:r>
        <w:continuationSeparator/>
      </w:r>
    </w:p>
    <w:p w14:paraId="05A23474" w14:textId="77777777" w:rsidR="009038DB" w:rsidRDefault="009038DB"/>
    <w:p w14:paraId="3AC2F2E0" w14:textId="77777777" w:rsidR="009038DB" w:rsidRDefault="009038DB"/>
  </w:footnote>
  <w:footnote w:type="continuationNotice" w:id="1">
    <w:p w14:paraId="7954F5C4" w14:textId="77777777" w:rsidR="009038DB" w:rsidRDefault="009038D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C70D4" w14:textId="77777777" w:rsidR="00AB0E68" w:rsidRDefault="00AB0E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E3645" w14:textId="77777777" w:rsidR="00AB0E68" w:rsidRDefault="00AB0E6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BBDEA" w14:textId="58ADCFA4" w:rsidR="00AB0E68" w:rsidRDefault="00AB0E68">
    <w:pPr>
      <w:pStyle w:val="Header"/>
    </w:pPr>
    <w:r w:rsidRPr="004E046E">
      <w:rPr>
        <w:noProof/>
      </w:rPr>
      <w:drawing>
        <wp:anchor distT="0" distB="0" distL="114300" distR="114300" simplePos="0" relativeHeight="251655168" behindDoc="1" locked="0" layoutInCell="1" allowOverlap="1" wp14:anchorId="6DA3AF3E" wp14:editId="345E2544">
          <wp:simplePos x="0" y="0"/>
          <wp:positionH relativeFrom="column">
            <wp:posOffset>-1253490</wp:posOffset>
          </wp:positionH>
          <wp:positionV relativeFrom="page">
            <wp:posOffset>-12065</wp:posOffset>
          </wp:positionV>
          <wp:extent cx="8348400" cy="7228800"/>
          <wp:effectExtent l="0" t="0" r="0" b="0"/>
          <wp:wrapNone/>
          <wp:docPr id="28" name="Picture 28" descr="C:\Backup\Template trials\Emma's logos\P2 User Manual Cover Page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Backup\Template trials\Emma's logos\P2 User Manual Cover Page2.wm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48400" cy="7228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BBDEC" w14:textId="77777777" w:rsidR="00AB0E68" w:rsidRDefault="00AB0E6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BBDF8" w14:textId="10FED9CA" w:rsidR="00AB0E68" w:rsidRPr="00CC67E7" w:rsidRDefault="00AB0E68" w:rsidP="00CC67E7">
    <w:pPr>
      <w:pStyle w:val="Header"/>
    </w:pPr>
    <w:r w:rsidRPr="00310550">
      <w:rPr>
        <w:rStyle w:val="P2Blue"/>
      </w:rPr>
      <w:fldChar w:fldCharType="begin"/>
    </w:r>
    <w:r w:rsidRPr="00310550">
      <w:rPr>
        <w:rStyle w:val="P2Blue"/>
      </w:rPr>
      <w:instrText xml:space="preserve"> STYLEREF  "Heading 1"  \* MERGEFORMAT </w:instrText>
    </w:r>
    <w:r w:rsidRPr="00310550">
      <w:rPr>
        <w:rStyle w:val="P2Blue"/>
      </w:rPr>
      <w:fldChar w:fldCharType="separate"/>
    </w:r>
    <w:r w:rsidR="0011541D">
      <w:rPr>
        <w:rStyle w:val="P2Blue"/>
        <w:noProof/>
      </w:rPr>
      <w:t>Appendix B. Troubleshooting</w:t>
    </w:r>
    <w:r w:rsidRPr="00310550">
      <w:rPr>
        <w:rStyle w:val="P2Blue"/>
      </w:rPr>
      <w:fldChar w:fldCharType="end"/>
    </w:r>
    <w:r>
      <w:rPr>
        <w:noProof/>
      </w:rPr>
      <w:tab/>
    </w:r>
    <w:r w:rsidRPr="00310550">
      <w:rPr>
        <w:rStyle w:val="P2Grey"/>
      </w:rPr>
      <w:fldChar w:fldCharType="begin"/>
    </w:r>
    <w:r w:rsidRPr="00310550">
      <w:rPr>
        <w:rStyle w:val="P2Grey"/>
      </w:rPr>
      <w:instrText xml:space="preserve"> STYLEREF  "Heading 2"  \* MERGEFORMAT </w:instrText>
    </w:r>
    <w:r w:rsidRPr="00310550">
      <w:rPr>
        <w:rStyle w:val="P2Grey"/>
      </w:rPr>
      <w:fldChar w:fldCharType="separate"/>
    </w:r>
    <w:r w:rsidR="0011541D">
      <w:rPr>
        <w:rStyle w:val="P2Grey"/>
        <w:noProof/>
      </w:rPr>
      <w:t>Uninstall</w:t>
    </w:r>
    <w:r w:rsidRPr="00310550">
      <w:rPr>
        <w:rStyle w:val="P2Grey"/>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BBDFD" w14:textId="77777777" w:rsidR="00AB0E68" w:rsidRPr="00EA4731" w:rsidRDefault="00AB0E68" w:rsidP="008C370B">
    <w:pPr>
      <w:spacing w:line="192" w:lineRule="auto"/>
      <w:outlineLvl w:val="0"/>
      <w:rPr>
        <w:spacing w:val="20"/>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BBE02" w14:textId="77777777" w:rsidR="00AB0E68" w:rsidRDefault="00AB0E6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BBE03" w14:textId="77777777" w:rsidR="00AB0E68" w:rsidRDefault="00AB0E6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82987"/>
    <w:multiLevelType w:val="multilevel"/>
    <w:tmpl w:val="81D09618"/>
    <w:styleLink w:val="ChecklistsCross"/>
    <w:lvl w:ilvl="0">
      <w:start w:val="1"/>
      <w:numFmt w:val="bullet"/>
      <w:pStyle w:val="ChecklistCross"/>
      <w:lvlText w:val=""/>
      <w:lvlJc w:val="left"/>
      <w:pPr>
        <w:ind w:left="567" w:hanging="567"/>
      </w:pPr>
      <w:rPr>
        <w:rFonts w:ascii="Wingdings 2" w:hAnsi="Wingdings 2" w:hint="default"/>
      </w:rPr>
    </w:lvl>
    <w:lvl w:ilvl="1">
      <w:start w:val="1"/>
      <w:numFmt w:val="bullet"/>
      <w:lvlText w:val=""/>
      <w:lvlJc w:val="left"/>
      <w:pPr>
        <w:ind w:left="1134" w:hanging="567"/>
      </w:pPr>
      <w:rPr>
        <w:rFonts w:ascii="Wingdings 2" w:hAnsi="Wingdings 2" w:hint="default"/>
      </w:rPr>
    </w:lvl>
    <w:lvl w:ilvl="2">
      <w:start w:val="1"/>
      <w:numFmt w:val="bullet"/>
      <w:lvlText w:val=""/>
      <w:lvlJc w:val="left"/>
      <w:pPr>
        <w:ind w:left="1701" w:hanging="567"/>
      </w:pPr>
      <w:rPr>
        <w:rFonts w:ascii="Wingdings 2" w:hAnsi="Wingdings 2" w:hint="default"/>
      </w:rPr>
    </w:lvl>
    <w:lvl w:ilvl="3">
      <w:start w:val="1"/>
      <w:numFmt w:val="bullet"/>
      <w:lvlText w:val=""/>
      <w:lvlJc w:val="left"/>
      <w:pPr>
        <w:ind w:left="2268" w:hanging="567"/>
      </w:pPr>
      <w:rPr>
        <w:rFonts w:ascii="Wingdings 2" w:hAnsi="Wingdings 2" w:hint="default"/>
      </w:rPr>
    </w:lvl>
    <w:lvl w:ilvl="4">
      <w:start w:val="1"/>
      <w:numFmt w:val="bullet"/>
      <w:lvlText w:val=""/>
      <w:lvlJc w:val="left"/>
      <w:pPr>
        <w:ind w:left="2835" w:hanging="567"/>
      </w:pPr>
      <w:rPr>
        <w:rFonts w:ascii="Wingdings 2" w:hAnsi="Wingdings 2" w:hint="default"/>
      </w:rPr>
    </w:lvl>
    <w:lvl w:ilvl="5">
      <w:start w:val="1"/>
      <w:numFmt w:val="bullet"/>
      <w:lvlText w:val=""/>
      <w:lvlJc w:val="left"/>
      <w:pPr>
        <w:ind w:left="3402" w:hanging="567"/>
      </w:pPr>
      <w:rPr>
        <w:rFonts w:ascii="Wingdings 2" w:hAnsi="Wingdings 2" w:hint="default"/>
      </w:rPr>
    </w:lvl>
    <w:lvl w:ilvl="6">
      <w:start w:val="1"/>
      <w:numFmt w:val="bullet"/>
      <w:lvlText w:val=""/>
      <w:lvlJc w:val="left"/>
      <w:pPr>
        <w:ind w:left="3969" w:hanging="567"/>
      </w:pPr>
      <w:rPr>
        <w:rFonts w:ascii="Wingdings 2" w:hAnsi="Wingdings 2" w:hint="default"/>
      </w:rPr>
    </w:lvl>
    <w:lvl w:ilvl="7">
      <w:start w:val="1"/>
      <w:numFmt w:val="bullet"/>
      <w:lvlText w:val=""/>
      <w:lvlJc w:val="left"/>
      <w:pPr>
        <w:ind w:left="4536" w:hanging="567"/>
      </w:pPr>
      <w:rPr>
        <w:rFonts w:ascii="Wingdings 2" w:hAnsi="Wingdings 2" w:hint="default"/>
      </w:rPr>
    </w:lvl>
    <w:lvl w:ilvl="8">
      <w:start w:val="1"/>
      <w:numFmt w:val="bullet"/>
      <w:lvlText w:val=""/>
      <w:lvlJc w:val="left"/>
      <w:pPr>
        <w:ind w:left="5103" w:hanging="567"/>
      </w:pPr>
      <w:rPr>
        <w:rFonts w:ascii="Wingdings 2" w:hAnsi="Wingdings 2" w:hint="default"/>
      </w:rPr>
    </w:lvl>
  </w:abstractNum>
  <w:abstractNum w:abstractNumId="1">
    <w:nsid w:val="13D17B2A"/>
    <w:multiLevelType w:val="multilevel"/>
    <w:tmpl w:val="1DB4F2B4"/>
    <w:styleLink w:val="StepNumbers"/>
    <w:lvl w:ilvl="0">
      <w:start w:val="1"/>
      <w:numFmt w:val="decimal"/>
      <w:pStyle w:val="StepNumber"/>
      <w:lvlText w:val="Step %1."/>
      <w:lvlJc w:val="left"/>
      <w:pPr>
        <w:ind w:left="1134" w:hanging="1134"/>
      </w:pPr>
      <w:rPr>
        <w:rFonts w:hint="default"/>
        <w:b/>
        <w:i w:val="0"/>
      </w:rPr>
    </w:lvl>
    <w:lvl w:ilvl="1">
      <w:start w:val="1"/>
      <w:numFmt w:val="decimal"/>
      <w:lvlText w:val="%1.%2"/>
      <w:lvlJc w:val="left"/>
      <w:pPr>
        <w:ind w:left="1701" w:hanging="567"/>
      </w:pPr>
      <w:rPr>
        <w:rFonts w:hint="default"/>
      </w:rPr>
    </w:lvl>
    <w:lvl w:ilvl="2">
      <w:start w:val="1"/>
      <w:numFmt w:val="decimal"/>
      <w:lvlText w:val="%1.%2.%3"/>
      <w:lvlJc w:val="left"/>
      <w:pPr>
        <w:ind w:left="2268" w:hanging="567"/>
      </w:pPr>
      <w:rPr>
        <w:rFonts w:hint="default"/>
      </w:rPr>
    </w:lvl>
    <w:lvl w:ilvl="3">
      <w:start w:val="1"/>
      <w:numFmt w:val="lowerRoman"/>
      <w:lvlText w:val="%4."/>
      <w:lvlJc w:val="left"/>
      <w:pPr>
        <w:ind w:left="2835" w:hanging="567"/>
      </w:pPr>
      <w:rPr>
        <w:rFonts w:hint="default"/>
      </w:rPr>
    </w:lvl>
    <w:lvl w:ilvl="4">
      <w:start w:val="1"/>
      <w:numFmt w:val="lowerLetter"/>
      <w:lvlText w:val="%5."/>
      <w:lvlJc w:val="left"/>
      <w:pPr>
        <w:ind w:left="3402" w:hanging="567"/>
      </w:pPr>
      <w:rPr>
        <w:rFonts w:hint="default"/>
      </w:rPr>
    </w:lvl>
    <w:lvl w:ilvl="5">
      <w:start w:val="1"/>
      <w:numFmt w:val="lowerRoman"/>
      <w:lvlText w:val="%6."/>
      <w:lvlJc w:val="left"/>
      <w:pPr>
        <w:ind w:left="3969" w:hanging="567"/>
      </w:pPr>
      <w:rPr>
        <w:rFonts w:hint="default"/>
      </w:rPr>
    </w:lvl>
    <w:lvl w:ilvl="6">
      <w:start w:val="1"/>
      <w:numFmt w:val="lowerLetter"/>
      <w:lvlText w:val="%7."/>
      <w:lvlJc w:val="left"/>
      <w:pPr>
        <w:ind w:left="4536" w:hanging="567"/>
      </w:pPr>
      <w:rPr>
        <w:rFonts w:hint="default"/>
      </w:rPr>
    </w:lvl>
    <w:lvl w:ilvl="7">
      <w:start w:val="1"/>
      <w:numFmt w:val="lowerRoman"/>
      <w:lvlText w:val="%8."/>
      <w:lvlJc w:val="left"/>
      <w:pPr>
        <w:ind w:left="5103" w:hanging="567"/>
      </w:pPr>
      <w:rPr>
        <w:rFonts w:hint="default"/>
      </w:rPr>
    </w:lvl>
    <w:lvl w:ilvl="8">
      <w:start w:val="1"/>
      <w:numFmt w:val="lowerLetter"/>
      <w:lvlText w:val="%9."/>
      <w:lvlJc w:val="left"/>
      <w:pPr>
        <w:ind w:left="5670" w:hanging="567"/>
      </w:pPr>
      <w:rPr>
        <w:rFonts w:hint="default"/>
      </w:rPr>
    </w:lvl>
  </w:abstractNum>
  <w:abstractNum w:abstractNumId="2">
    <w:nsid w:val="18DF63EC"/>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218076C6"/>
    <w:multiLevelType w:val="multilevel"/>
    <w:tmpl w:val="2B5CAE9C"/>
    <w:styleLink w:val="ListNumbers"/>
    <w:lvl w:ilvl="0">
      <w:start w:val="1"/>
      <w:numFmt w:val="decimal"/>
      <w:pStyle w:val="ListNumber"/>
      <w:lvlText w:val="%1."/>
      <w:lvlJc w:val="left"/>
      <w:pPr>
        <w:ind w:left="567" w:hanging="567"/>
      </w:pPr>
      <w:rPr>
        <w:rFonts w:hint="default"/>
      </w:rPr>
    </w:lvl>
    <w:lvl w:ilvl="1">
      <w:start w:val="1"/>
      <w:numFmt w:val="lowerLetter"/>
      <w:pStyle w:val="ListNumber2"/>
      <w:lvlText w:val="%2."/>
      <w:lvlJc w:val="left"/>
      <w:pPr>
        <w:ind w:left="1134" w:hanging="567"/>
      </w:pPr>
      <w:rPr>
        <w:rFonts w:hint="default"/>
      </w:rPr>
    </w:lvl>
    <w:lvl w:ilvl="2">
      <w:start w:val="1"/>
      <w:numFmt w:val="lowerRoman"/>
      <w:pStyle w:val="ListNumber3"/>
      <w:lvlText w:val="%3."/>
      <w:lvlJc w:val="left"/>
      <w:pPr>
        <w:ind w:left="1701" w:hanging="567"/>
      </w:pPr>
      <w:rPr>
        <w:rFonts w:hint="default"/>
      </w:rPr>
    </w:lvl>
    <w:lvl w:ilvl="3">
      <w:start w:val="1"/>
      <w:numFmt w:val="lowerLetter"/>
      <w:pStyle w:val="ListNumber4"/>
      <w:lvlText w:val="%4)"/>
      <w:lvlJc w:val="left"/>
      <w:pPr>
        <w:ind w:left="2268" w:hanging="567"/>
      </w:pPr>
      <w:rPr>
        <w:rFonts w:hint="default"/>
      </w:rPr>
    </w:lvl>
    <w:lvl w:ilvl="4">
      <w:start w:val="1"/>
      <w:numFmt w:val="lowerRoman"/>
      <w:pStyle w:val="ListNumber5"/>
      <w:lvlText w:val="%5)"/>
      <w:lvlJc w:val="left"/>
      <w:pPr>
        <w:ind w:left="2835" w:hanging="567"/>
      </w:pPr>
      <w:rPr>
        <w:rFonts w:hint="default"/>
      </w:rPr>
    </w:lvl>
    <w:lvl w:ilvl="5">
      <w:start w:val="1"/>
      <w:numFmt w:val="none"/>
      <w:lvlText w:val=""/>
      <w:lvlJc w:val="left"/>
      <w:pPr>
        <w:ind w:left="3402" w:hanging="567"/>
      </w:pPr>
      <w:rPr>
        <w:rFonts w:hint="default"/>
      </w:rPr>
    </w:lvl>
    <w:lvl w:ilvl="6">
      <w:start w:val="1"/>
      <w:numFmt w:val="none"/>
      <w:lvlText w:val=""/>
      <w:lvlJc w:val="left"/>
      <w:pPr>
        <w:ind w:left="3969" w:hanging="567"/>
      </w:pPr>
      <w:rPr>
        <w:rFonts w:hint="default"/>
      </w:rPr>
    </w:lvl>
    <w:lvl w:ilvl="7">
      <w:start w:val="1"/>
      <w:numFmt w:val="none"/>
      <w:lvlText w:val=""/>
      <w:lvlJc w:val="left"/>
      <w:pPr>
        <w:ind w:left="4536" w:hanging="567"/>
      </w:pPr>
      <w:rPr>
        <w:rFonts w:hint="default"/>
      </w:rPr>
    </w:lvl>
    <w:lvl w:ilvl="8">
      <w:start w:val="1"/>
      <w:numFmt w:val="none"/>
      <w:lvlText w:val=""/>
      <w:lvlJc w:val="left"/>
      <w:pPr>
        <w:ind w:left="5103" w:hanging="567"/>
      </w:pPr>
      <w:rPr>
        <w:rFonts w:hint="default"/>
      </w:rPr>
    </w:lvl>
  </w:abstractNum>
  <w:abstractNum w:abstractNumId="4">
    <w:nsid w:val="21C716AA"/>
    <w:multiLevelType w:val="multilevel"/>
    <w:tmpl w:val="C95C430C"/>
    <w:styleLink w:val="ListBullets"/>
    <w:lvl w:ilvl="0">
      <w:start w:val="1"/>
      <w:numFmt w:val="bullet"/>
      <w:pStyle w:val="ListBullet"/>
      <w:lvlText w:val=""/>
      <w:lvlJc w:val="left"/>
      <w:pPr>
        <w:ind w:left="567" w:hanging="567"/>
      </w:pPr>
      <w:rPr>
        <w:rFonts w:ascii="Symbol" w:hAnsi="Symbol" w:hint="default"/>
        <w:color w:val="auto"/>
      </w:rPr>
    </w:lvl>
    <w:lvl w:ilvl="1">
      <w:start w:val="1"/>
      <w:numFmt w:val="bullet"/>
      <w:pStyle w:val="ListBullet2"/>
      <w:lvlText w:val=""/>
      <w:lvlJc w:val="left"/>
      <w:pPr>
        <w:ind w:left="1134" w:hanging="567"/>
      </w:pPr>
      <w:rPr>
        <w:rFonts w:ascii="Symbol" w:hAnsi="Symbol" w:hint="default"/>
        <w:color w:val="auto"/>
      </w:rPr>
    </w:lvl>
    <w:lvl w:ilvl="2">
      <w:start w:val="1"/>
      <w:numFmt w:val="bullet"/>
      <w:pStyle w:val="ListBullet3"/>
      <w:lvlText w:val=""/>
      <w:lvlJc w:val="left"/>
      <w:pPr>
        <w:ind w:left="1701" w:hanging="567"/>
      </w:pPr>
      <w:rPr>
        <w:rFonts w:ascii="Symbol" w:hAnsi="Symbol" w:hint="default"/>
        <w:color w:val="auto"/>
      </w:rPr>
    </w:lvl>
    <w:lvl w:ilvl="3">
      <w:start w:val="1"/>
      <w:numFmt w:val="bullet"/>
      <w:pStyle w:val="ListBullet4"/>
      <w:lvlText w:val=""/>
      <w:lvlJc w:val="left"/>
      <w:pPr>
        <w:ind w:left="2268" w:hanging="567"/>
      </w:pPr>
      <w:rPr>
        <w:rFonts w:ascii="Symbol" w:hAnsi="Symbol" w:hint="default"/>
        <w:color w:val="auto"/>
      </w:rPr>
    </w:lvl>
    <w:lvl w:ilvl="4">
      <w:start w:val="1"/>
      <w:numFmt w:val="bullet"/>
      <w:pStyle w:val="ListBullet5"/>
      <w:lvlText w:val=""/>
      <w:lvlJc w:val="left"/>
      <w:pPr>
        <w:ind w:left="2835" w:hanging="567"/>
      </w:pPr>
      <w:rPr>
        <w:rFonts w:ascii="Symbol" w:hAnsi="Symbol" w:hint="default"/>
        <w:color w:val="auto"/>
      </w:rPr>
    </w:lvl>
    <w:lvl w:ilvl="5">
      <w:start w:val="1"/>
      <w:numFmt w:val="none"/>
      <w:lvlText w:val=""/>
      <w:lvlJc w:val="left"/>
      <w:pPr>
        <w:ind w:left="3402" w:hanging="567"/>
      </w:pPr>
      <w:rPr>
        <w:rFonts w:hint="default"/>
      </w:rPr>
    </w:lvl>
    <w:lvl w:ilvl="6">
      <w:start w:val="1"/>
      <w:numFmt w:val="none"/>
      <w:lvlText w:val=""/>
      <w:lvlJc w:val="left"/>
      <w:pPr>
        <w:ind w:left="3969" w:hanging="567"/>
      </w:pPr>
      <w:rPr>
        <w:rFonts w:hint="default"/>
      </w:rPr>
    </w:lvl>
    <w:lvl w:ilvl="7">
      <w:start w:val="1"/>
      <w:numFmt w:val="none"/>
      <w:lvlText w:val=""/>
      <w:lvlJc w:val="left"/>
      <w:pPr>
        <w:ind w:left="4536" w:hanging="567"/>
      </w:pPr>
      <w:rPr>
        <w:rFonts w:hint="default"/>
      </w:rPr>
    </w:lvl>
    <w:lvl w:ilvl="8">
      <w:start w:val="1"/>
      <w:numFmt w:val="none"/>
      <w:lvlText w:val=""/>
      <w:lvlJc w:val="left"/>
      <w:pPr>
        <w:ind w:left="5103" w:hanging="567"/>
      </w:pPr>
      <w:rPr>
        <w:rFonts w:hint="default"/>
      </w:rPr>
    </w:lvl>
  </w:abstractNum>
  <w:abstractNum w:abstractNumId="5">
    <w:nsid w:val="2D46249A"/>
    <w:multiLevelType w:val="multilevel"/>
    <w:tmpl w:val="80D4CFA4"/>
    <w:styleLink w:val="ChecklistsTick"/>
    <w:lvl w:ilvl="0">
      <w:start w:val="1"/>
      <w:numFmt w:val="bullet"/>
      <w:pStyle w:val="ChecklistTick"/>
      <w:lvlText w:val=""/>
      <w:lvlJc w:val="left"/>
      <w:pPr>
        <w:ind w:left="567" w:hanging="567"/>
      </w:pPr>
      <w:rPr>
        <w:rFonts w:ascii="Wingdings 2" w:hAnsi="Wingdings 2" w:hint="default"/>
      </w:rPr>
    </w:lvl>
    <w:lvl w:ilvl="1">
      <w:start w:val="1"/>
      <w:numFmt w:val="bullet"/>
      <w:lvlText w:val=""/>
      <w:lvlJc w:val="left"/>
      <w:pPr>
        <w:ind w:left="1134" w:hanging="567"/>
      </w:pPr>
      <w:rPr>
        <w:rFonts w:ascii="Wingdings 2" w:hAnsi="Wingdings 2" w:hint="default"/>
      </w:rPr>
    </w:lvl>
    <w:lvl w:ilvl="2">
      <w:start w:val="1"/>
      <w:numFmt w:val="bullet"/>
      <w:lvlText w:val=""/>
      <w:lvlJc w:val="left"/>
      <w:pPr>
        <w:ind w:left="1701" w:hanging="567"/>
      </w:pPr>
      <w:rPr>
        <w:rFonts w:ascii="Wingdings 2" w:hAnsi="Wingdings 2" w:hint="default"/>
      </w:rPr>
    </w:lvl>
    <w:lvl w:ilvl="3">
      <w:start w:val="1"/>
      <w:numFmt w:val="bullet"/>
      <w:lvlText w:val=""/>
      <w:lvlJc w:val="left"/>
      <w:pPr>
        <w:ind w:left="2268" w:hanging="567"/>
      </w:pPr>
      <w:rPr>
        <w:rFonts w:ascii="Wingdings 2" w:hAnsi="Wingdings 2" w:hint="default"/>
      </w:rPr>
    </w:lvl>
    <w:lvl w:ilvl="4">
      <w:start w:val="1"/>
      <w:numFmt w:val="bullet"/>
      <w:lvlText w:val=""/>
      <w:lvlJc w:val="left"/>
      <w:pPr>
        <w:ind w:left="2835" w:hanging="567"/>
      </w:pPr>
      <w:rPr>
        <w:rFonts w:ascii="Wingdings 2" w:hAnsi="Wingdings 2" w:hint="default"/>
      </w:rPr>
    </w:lvl>
    <w:lvl w:ilvl="5">
      <w:start w:val="1"/>
      <w:numFmt w:val="bullet"/>
      <w:lvlText w:val=""/>
      <w:lvlJc w:val="left"/>
      <w:pPr>
        <w:ind w:left="3402" w:hanging="567"/>
      </w:pPr>
      <w:rPr>
        <w:rFonts w:ascii="Wingdings 2" w:hAnsi="Wingdings 2" w:hint="default"/>
      </w:rPr>
    </w:lvl>
    <w:lvl w:ilvl="6">
      <w:start w:val="1"/>
      <w:numFmt w:val="bullet"/>
      <w:lvlText w:val=""/>
      <w:lvlJc w:val="left"/>
      <w:pPr>
        <w:ind w:left="3969" w:hanging="567"/>
      </w:pPr>
      <w:rPr>
        <w:rFonts w:ascii="Wingdings 2" w:hAnsi="Wingdings 2" w:hint="default"/>
      </w:rPr>
    </w:lvl>
    <w:lvl w:ilvl="7">
      <w:start w:val="1"/>
      <w:numFmt w:val="bullet"/>
      <w:lvlText w:val=""/>
      <w:lvlJc w:val="left"/>
      <w:pPr>
        <w:ind w:left="4536" w:hanging="567"/>
      </w:pPr>
      <w:rPr>
        <w:rFonts w:ascii="Wingdings 2" w:hAnsi="Wingdings 2" w:hint="default"/>
      </w:rPr>
    </w:lvl>
    <w:lvl w:ilvl="8">
      <w:start w:val="1"/>
      <w:numFmt w:val="bullet"/>
      <w:lvlText w:val=""/>
      <w:lvlJc w:val="left"/>
      <w:pPr>
        <w:ind w:left="5103" w:hanging="567"/>
      </w:pPr>
      <w:rPr>
        <w:rFonts w:ascii="Wingdings 2" w:hAnsi="Wingdings 2" w:hint="default"/>
      </w:rPr>
    </w:lvl>
  </w:abstractNum>
  <w:abstractNum w:abstractNumId="6">
    <w:nsid w:val="37474EF3"/>
    <w:multiLevelType w:val="multilevel"/>
    <w:tmpl w:val="8378F39E"/>
    <w:styleLink w:val="Checklists"/>
    <w:lvl w:ilvl="0">
      <w:start w:val="1"/>
      <w:numFmt w:val="bullet"/>
      <w:pStyle w:val="Checklist"/>
      <w:lvlText w:val=""/>
      <w:lvlJc w:val="left"/>
      <w:pPr>
        <w:ind w:left="567" w:hanging="567"/>
      </w:pPr>
      <w:rPr>
        <w:rFonts w:ascii="Wingdings 2" w:hAnsi="Wingdings 2" w:hint="default"/>
        <w:color w:val="auto"/>
      </w:rPr>
    </w:lvl>
    <w:lvl w:ilvl="1">
      <w:start w:val="1"/>
      <w:numFmt w:val="bullet"/>
      <w:lvlText w:val=""/>
      <w:lvlJc w:val="left"/>
      <w:pPr>
        <w:ind w:left="1134" w:hanging="567"/>
      </w:pPr>
      <w:rPr>
        <w:rFonts w:ascii="Wingdings 2" w:hAnsi="Wingdings 2" w:hint="default"/>
        <w:color w:val="auto"/>
      </w:rPr>
    </w:lvl>
    <w:lvl w:ilvl="2">
      <w:start w:val="1"/>
      <w:numFmt w:val="bullet"/>
      <w:lvlText w:val=""/>
      <w:lvlJc w:val="left"/>
      <w:pPr>
        <w:ind w:left="1701" w:hanging="567"/>
      </w:pPr>
      <w:rPr>
        <w:rFonts w:ascii="Wingdings 2" w:hAnsi="Wingdings 2" w:hint="default"/>
        <w:color w:val="auto"/>
      </w:rPr>
    </w:lvl>
    <w:lvl w:ilvl="3">
      <w:start w:val="1"/>
      <w:numFmt w:val="bullet"/>
      <w:lvlText w:val=""/>
      <w:lvlJc w:val="left"/>
      <w:pPr>
        <w:ind w:left="2268" w:hanging="567"/>
      </w:pPr>
      <w:rPr>
        <w:rFonts w:ascii="Wingdings 2" w:hAnsi="Wingdings 2" w:hint="default"/>
        <w:color w:val="auto"/>
      </w:rPr>
    </w:lvl>
    <w:lvl w:ilvl="4">
      <w:start w:val="1"/>
      <w:numFmt w:val="bullet"/>
      <w:lvlText w:val=""/>
      <w:lvlJc w:val="left"/>
      <w:pPr>
        <w:ind w:left="2835" w:hanging="567"/>
      </w:pPr>
      <w:rPr>
        <w:rFonts w:ascii="Wingdings 2" w:hAnsi="Wingdings 2" w:hint="default"/>
        <w:color w:val="auto"/>
      </w:rPr>
    </w:lvl>
    <w:lvl w:ilvl="5">
      <w:start w:val="1"/>
      <w:numFmt w:val="bullet"/>
      <w:lvlText w:val=""/>
      <w:lvlJc w:val="left"/>
      <w:pPr>
        <w:ind w:left="3402" w:hanging="567"/>
      </w:pPr>
      <w:rPr>
        <w:rFonts w:ascii="Wingdings 2" w:hAnsi="Wingdings 2" w:hint="default"/>
        <w:color w:val="auto"/>
      </w:rPr>
    </w:lvl>
    <w:lvl w:ilvl="6">
      <w:start w:val="1"/>
      <w:numFmt w:val="bullet"/>
      <w:lvlText w:val=""/>
      <w:lvlJc w:val="left"/>
      <w:pPr>
        <w:ind w:left="3969" w:hanging="567"/>
      </w:pPr>
      <w:rPr>
        <w:rFonts w:ascii="Wingdings 2" w:hAnsi="Wingdings 2" w:hint="default"/>
        <w:color w:val="auto"/>
      </w:rPr>
    </w:lvl>
    <w:lvl w:ilvl="7">
      <w:start w:val="1"/>
      <w:numFmt w:val="bullet"/>
      <w:lvlText w:val=""/>
      <w:lvlJc w:val="left"/>
      <w:pPr>
        <w:ind w:left="4536" w:hanging="567"/>
      </w:pPr>
      <w:rPr>
        <w:rFonts w:ascii="Wingdings 2" w:hAnsi="Wingdings 2" w:hint="default"/>
        <w:color w:val="auto"/>
      </w:rPr>
    </w:lvl>
    <w:lvl w:ilvl="8">
      <w:start w:val="1"/>
      <w:numFmt w:val="bullet"/>
      <w:lvlText w:val=""/>
      <w:lvlJc w:val="left"/>
      <w:pPr>
        <w:ind w:left="5103" w:hanging="567"/>
      </w:pPr>
      <w:rPr>
        <w:rFonts w:ascii="Wingdings 2" w:hAnsi="Wingdings 2" w:hint="default"/>
        <w:color w:val="auto"/>
      </w:rPr>
    </w:lvl>
  </w:abstractNum>
  <w:abstractNum w:abstractNumId="7">
    <w:nsid w:val="3D745398"/>
    <w:multiLevelType w:val="multilevel"/>
    <w:tmpl w:val="69DEF2D8"/>
    <w:styleLink w:val="Headings"/>
    <w:lvl w:ilvl="0">
      <w:start w:val="1"/>
      <w:numFmt w:val="decimal"/>
      <w:lvlText w:val="%1."/>
      <w:lvlJc w:val="left"/>
      <w:pPr>
        <w:ind w:left="567" w:hanging="567"/>
      </w:pPr>
      <w:rPr>
        <w:rFonts w:hint="default"/>
      </w:rPr>
    </w:lvl>
    <w:lvl w:ilvl="1">
      <w:start w:val="1"/>
      <w:numFmt w:val="decimal"/>
      <w:lvlText w:val="%2.%1"/>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nsid w:val="3D9827F3"/>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4126211A"/>
    <w:multiLevelType w:val="multilevel"/>
    <w:tmpl w:val="81D09618"/>
    <w:numStyleLink w:val="ChecklistsCross"/>
  </w:abstractNum>
  <w:abstractNum w:abstractNumId="10">
    <w:nsid w:val="5569591A"/>
    <w:multiLevelType w:val="multilevel"/>
    <w:tmpl w:val="8378F39E"/>
    <w:numStyleLink w:val="Checklists"/>
  </w:abstractNum>
  <w:abstractNum w:abstractNumId="11">
    <w:nsid w:val="5A4B475E"/>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63E33782"/>
    <w:multiLevelType w:val="multilevel"/>
    <w:tmpl w:val="6C86C194"/>
    <w:styleLink w:val="TableBullets"/>
    <w:lvl w:ilvl="0">
      <w:start w:val="1"/>
      <w:numFmt w:val="bullet"/>
      <w:pStyle w:val="TableBullet"/>
      <w:lvlText w:val=""/>
      <w:lvlJc w:val="left"/>
      <w:pPr>
        <w:ind w:left="284" w:hanging="284"/>
      </w:pPr>
      <w:rPr>
        <w:rFonts w:ascii="Symbol" w:hAnsi="Symbol" w:hint="default"/>
      </w:rPr>
    </w:lvl>
    <w:lvl w:ilvl="1">
      <w:start w:val="1"/>
      <w:numFmt w:val="bullet"/>
      <w:pStyle w:val="TableBullet2"/>
      <w:lvlText w:val=""/>
      <w:lvlJc w:val="left"/>
      <w:pPr>
        <w:ind w:left="568" w:hanging="284"/>
      </w:pPr>
      <w:rPr>
        <w:rFonts w:ascii="Symbol" w:hAnsi="Symbol" w:hint="default"/>
      </w:rPr>
    </w:lvl>
    <w:lvl w:ilvl="2">
      <w:start w:val="1"/>
      <w:numFmt w:val="bullet"/>
      <w:pStyle w:val="TableBullet3"/>
      <w:lvlText w:val=""/>
      <w:lvlJc w:val="left"/>
      <w:pPr>
        <w:ind w:left="852" w:hanging="284"/>
      </w:pPr>
      <w:rPr>
        <w:rFonts w:ascii="Symbol" w:hAnsi="Symbol" w:hint="default"/>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rPr>
    </w:lvl>
    <w:lvl w:ilvl="5">
      <w:start w:val="1"/>
      <w:numFmt w:val="bullet"/>
      <w:lvlText w:val=""/>
      <w:lvlJc w:val="left"/>
      <w:pPr>
        <w:ind w:left="1701" w:hanging="281"/>
      </w:pPr>
      <w:rPr>
        <w:rFonts w:ascii="Symbol" w:hAnsi="Symbol" w:hint="default"/>
      </w:rPr>
    </w:lvl>
    <w:lvl w:ilvl="6">
      <w:start w:val="1"/>
      <w:numFmt w:val="bullet"/>
      <w:lvlText w:val=""/>
      <w:lvlJc w:val="left"/>
      <w:pPr>
        <w:ind w:left="1985" w:hanging="284"/>
      </w:pPr>
      <w:rPr>
        <w:rFonts w:ascii="Symbol" w:hAnsi="Symbol" w:hint="default"/>
      </w:rPr>
    </w:lvl>
    <w:lvl w:ilvl="7">
      <w:start w:val="1"/>
      <w:numFmt w:val="bullet"/>
      <w:lvlText w:val=""/>
      <w:lvlJc w:val="left"/>
      <w:pPr>
        <w:ind w:left="2268" w:hanging="283"/>
      </w:pPr>
      <w:rPr>
        <w:rFonts w:ascii="Symbol" w:hAnsi="Symbol" w:hint="default"/>
      </w:rPr>
    </w:lvl>
    <w:lvl w:ilvl="8">
      <w:start w:val="1"/>
      <w:numFmt w:val="bullet"/>
      <w:lvlText w:val=""/>
      <w:lvlJc w:val="left"/>
      <w:pPr>
        <w:ind w:left="2552" w:hanging="284"/>
      </w:pPr>
      <w:rPr>
        <w:rFonts w:ascii="Symbol" w:hAnsi="Symbol" w:hint="default"/>
      </w:rPr>
    </w:lvl>
  </w:abstractNum>
  <w:abstractNum w:abstractNumId="13">
    <w:nsid w:val="687E0780"/>
    <w:multiLevelType w:val="multilevel"/>
    <w:tmpl w:val="78B06300"/>
    <w:styleLink w:val="Instructions"/>
    <w:lvl w:ilvl="0">
      <w:start w:val="1"/>
      <w:numFmt w:val="bullet"/>
      <w:pStyle w:val="InstructionSingleLine"/>
      <w:lvlText w:val=""/>
      <w:lvlJc w:val="left"/>
      <w:pPr>
        <w:ind w:left="567" w:hanging="567"/>
      </w:pPr>
      <w:rPr>
        <w:rFonts w:ascii="Webdings" w:hAnsi="Webdings" w:hint="default"/>
        <w:color w:val="00A1DE"/>
      </w:rPr>
    </w:lvl>
    <w:lvl w:ilvl="1">
      <w:start w:val="1"/>
      <w:numFmt w:val="bullet"/>
      <w:lvlText w:val=""/>
      <w:lvlJc w:val="left"/>
      <w:pPr>
        <w:ind w:left="1134" w:hanging="567"/>
      </w:pPr>
      <w:rPr>
        <w:rFonts w:ascii="Webdings" w:hAnsi="Webdings" w:hint="default"/>
        <w:color w:val="00A1DE"/>
      </w:rPr>
    </w:lvl>
    <w:lvl w:ilvl="2">
      <w:start w:val="1"/>
      <w:numFmt w:val="bullet"/>
      <w:lvlText w:val=""/>
      <w:lvlJc w:val="left"/>
      <w:pPr>
        <w:ind w:left="1701" w:hanging="567"/>
      </w:pPr>
      <w:rPr>
        <w:rFonts w:ascii="Webdings" w:hAnsi="Webdings" w:hint="default"/>
        <w:color w:val="00A1DE"/>
      </w:rPr>
    </w:lvl>
    <w:lvl w:ilvl="3">
      <w:start w:val="1"/>
      <w:numFmt w:val="bullet"/>
      <w:lvlText w:val=""/>
      <w:lvlJc w:val="left"/>
      <w:pPr>
        <w:ind w:left="2268" w:hanging="567"/>
      </w:pPr>
      <w:rPr>
        <w:rFonts w:ascii="Webdings" w:hAnsi="Webdings" w:hint="default"/>
        <w:color w:val="00A1DE"/>
      </w:rPr>
    </w:lvl>
    <w:lvl w:ilvl="4">
      <w:start w:val="1"/>
      <w:numFmt w:val="bullet"/>
      <w:lvlText w:val=""/>
      <w:lvlJc w:val="left"/>
      <w:pPr>
        <w:ind w:left="2835" w:hanging="567"/>
      </w:pPr>
      <w:rPr>
        <w:rFonts w:ascii="Webdings" w:hAnsi="Webdings" w:hint="default"/>
        <w:color w:val="00A1DE"/>
      </w:rPr>
    </w:lvl>
    <w:lvl w:ilvl="5">
      <w:start w:val="1"/>
      <w:numFmt w:val="bullet"/>
      <w:lvlText w:val=""/>
      <w:lvlJc w:val="left"/>
      <w:pPr>
        <w:ind w:left="3402" w:hanging="567"/>
      </w:pPr>
      <w:rPr>
        <w:rFonts w:ascii="Webdings" w:hAnsi="Webdings" w:hint="default"/>
        <w:color w:val="00A1DE"/>
      </w:rPr>
    </w:lvl>
    <w:lvl w:ilvl="6">
      <w:start w:val="1"/>
      <w:numFmt w:val="bullet"/>
      <w:lvlText w:val=""/>
      <w:lvlJc w:val="left"/>
      <w:pPr>
        <w:ind w:left="3969" w:hanging="567"/>
      </w:pPr>
      <w:rPr>
        <w:rFonts w:ascii="Webdings" w:hAnsi="Webdings" w:hint="default"/>
        <w:color w:val="00A1DE"/>
      </w:rPr>
    </w:lvl>
    <w:lvl w:ilvl="7">
      <w:start w:val="1"/>
      <w:numFmt w:val="bullet"/>
      <w:lvlText w:val=""/>
      <w:lvlJc w:val="left"/>
      <w:pPr>
        <w:ind w:left="4536" w:hanging="567"/>
      </w:pPr>
      <w:rPr>
        <w:rFonts w:ascii="Webdings" w:hAnsi="Webdings" w:hint="default"/>
        <w:color w:val="00A1DE"/>
      </w:rPr>
    </w:lvl>
    <w:lvl w:ilvl="8">
      <w:start w:val="1"/>
      <w:numFmt w:val="bullet"/>
      <w:lvlText w:val=""/>
      <w:lvlJc w:val="left"/>
      <w:pPr>
        <w:ind w:left="5103" w:hanging="567"/>
      </w:pPr>
      <w:rPr>
        <w:rFonts w:ascii="Webdings" w:hAnsi="Webdings" w:hint="default"/>
        <w:color w:val="00A1DE"/>
      </w:rPr>
    </w:lvl>
  </w:abstractNum>
  <w:abstractNum w:abstractNumId="14">
    <w:nsid w:val="75C31713"/>
    <w:multiLevelType w:val="multilevel"/>
    <w:tmpl w:val="B80E98DA"/>
    <w:styleLink w:val="TableNumbers"/>
    <w:lvl w:ilvl="0">
      <w:start w:val="1"/>
      <w:numFmt w:val="decimal"/>
      <w:pStyle w:val="TableNumber"/>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lowerRoman"/>
      <w:pStyle w:val="TableNumber3"/>
      <w:lvlText w:val="%3."/>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num w:numId="1">
    <w:abstractNumId w:val="8"/>
  </w:num>
  <w:num w:numId="2">
    <w:abstractNumId w:val="11"/>
  </w:num>
  <w:num w:numId="3">
    <w:abstractNumId w:val="2"/>
  </w:num>
  <w:num w:numId="4">
    <w:abstractNumId w:val="6"/>
  </w:num>
  <w:num w:numId="5">
    <w:abstractNumId w:val="13"/>
  </w:num>
  <w:num w:numId="6">
    <w:abstractNumId w:val="4"/>
  </w:num>
  <w:num w:numId="7">
    <w:abstractNumId w:val="1"/>
  </w:num>
  <w:num w:numId="8">
    <w:abstractNumId w:val="12"/>
  </w:num>
  <w:num w:numId="9">
    <w:abstractNumId w:val="14"/>
  </w:num>
  <w:num w:numId="10">
    <w:abstractNumId w:val="3"/>
  </w:num>
  <w:num w:numId="11">
    <w:abstractNumId w:val="7"/>
  </w:num>
  <w:num w:numId="12">
    <w:abstractNumId w:val="10"/>
  </w:num>
  <w:num w:numId="13">
    <w:abstractNumId w:val="0"/>
  </w:num>
  <w:num w:numId="14">
    <w:abstractNumId w:val="9"/>
  </w:num>
  <w:num w:numId="15">
    <w:abstractNumId w:val="5"/>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GrammaticalErrors/>
  <w:activeWritingStyle w:appName="MSWord" w:lang="en-AU" w:vendorID="64" w:dllVersion="131078" w:nlCheck="1" w:checkStyle="1"/>
  <w:activeWritingStyle w:appName="MSWord" w:lang="en-US" w:vendorID="64" w:dllVersion="131078" w:nlCheck="1" w:checkStyle="1"/>
  <w:activeWritingStyle w:appName="MSWord" w:lang="en-NZ" w:vendorID="64" w:dllVersion="131078" w:nlCheck="1" w:checkStyle="1"/>
  <w:activeWritingStyle w:appName="MSWord" w:lang="en-US" w:vendorID="8" w:dllVersion="513" w:checkStyle="1"/>
  <w:activeWritingStyle w:appName="MSWord" w:lang="en-AU" w:vendorID="8" w:dllVersion="513"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clickAndTypeStyle w:val="BodyText-FirstLine"/>
  <w:drawingGridHorizontalSpacing w:val="187"/>
  <w:drawingGridVerticalSpacing w:val="187"/>
  <w:doNotUseMarginsForDrawingGridOrigin/>
  <w:drawingGridHorizontalOrigin w:val="0"/>
  <w:drawingGridVerticalOrigin w:val="0"/>
  <w:noPunctuationKerning/>
  <w:characterSpacingControl w:val="doNotCompress"/>
  <w:hdrShapeDefaults>
    <o:shapedefaults v:ext="edit" spidmax="4097">
      <o:colormru v:ext="edit" colors="#eaeaea,#69f,gray,#909090,#8c8c8c,#929292,#006ab2,#f93"/>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4A"/>
    <w:rsid w:val="00002773"/>
    <w:rsid w:val="00003D22"/>
    <w:rsid w:val="0000491A"/>
    <w:rsid w:val="00005DCA"/>
    <w:rsid w:val="00011707"/>
    <w:rsid w:val="00011D14"/>
    <w:rsid w:val="00012567"/>
    <w:rsid w:val="00012D78"/>
    <w:rsid w:val="00012ED6"/>
    <w:rsid w:val="0002409F"/>
    <w:rsid w:val="00026126"/>
    <w:rsid w:val="00027177"/>
    <w:rsid w:val="000279B9"/>
    <w:rsid w:val="00027EB4"/>
    <w:rsid w:val="000348E4"/>
    <w:rsid w:val="000360EF"/>
    <w:rsid w:val="00040DC7"/>
    <w:rsid w:val="00041368"/>
    <w:rsid w:val="00045B1A"/>
    <w:rsid w:val="0004636C"/>
    <w:rsid w:val="000475C8"/>
    <w:rsid w:val="00050F04"/>
    <w:rsid w:val="00051D9E"/>
    <w:rsid w:val="00052E24"/>
    <w:rsid w:val="00055BD8"/>
    <w:rsid w:val="00056E27"/>
    <w:rsid w:val="0006217B"/>
    <w:rsid w:val="00063F41"/>
    <w:rsid w:val="00067965"/>
    <w:rsid w:val="00070A16"/>
    <w:rsid w:val="00070B1B"/>
    <w:rsid w:val="000736D0"/>
    <w:rsid w:val="0007507B"/>
    <w:rsid w:val="000763C0"/>
    <w:rsid w:val="00076CF2"/>
    <w:rsid w:val="0007752F"/>
    <w:rsid w:val="00081401"/>
    <w:rsid w:val="00083218"/>
    <w:rsid w:val="00083227"/>
    <w:rsid w:val="00085836"/>
    <w:rsid w:val="00086262"/>
    <w:rsid w:val="00086402"/>
    <w:rsid w:val="00086BB9"/>
    <w:rsid w:val="00087339"/>
    <w:rsid w:val="000967AC"/>
    <w:rsid w:val="000A07FD"/>
    <w:rsid w:val="000A196D"/>
    <w:rsid w:val="000A26AC"/>
    <w:rsid w:val="000A32BA"/>
    <w:rsid w:val="000A508D"/>
    <w:rsid w:val="000A5686"/>
    <w:rsid w:val="000B1674"/>
    <w:rsid w:val="000B2730"/>
    <w:rsid w:val="000B5BE7"/>
    <w:rsid w:val="000B613C"/>
    <w:rsid w:val="000B64FB"/>
    <w:rsid w:val="000C11D2"/>
    <w:rsid w:val="000D05D9"/>
    <w:rsid w:val="000D13E8"/>
    <w:rsid w:val="000D6807"/>
    <w:rsid w:val="000E0788"/>
    <w:rsid w:val="000E086D"/>
    <w:rsid w:val="000E3E13"/>
    <w:rsid w:val="000E4910"/>
    <w:rsid w:val="000E4E71"/>
    <w:rsid w:val="000E55F8"/>
    <w:rsid w:val="000E76B9"/>
    <w:rsid w:val="000E7AA7"/>
    <w:rsid w:val="000E7B13"/>
    <w:rsid w:val="000E7BAD"/>
    <w:rsid w:val="000F0F70"/>
    <w:rsid w:val="000F5615"/>
    <w:rsid w:val="000F6775"/>
    <w:rsid w:val="000F7F23"/>
    <w:rsid w:val="0010351C"/>
    <w:rsid w:val="00104872"/>
    <w:rsid w:val="0010563E"/>
    <w:rsid w:val="00105F06"/>
    <w:rsid w:val="0011541D"/>
    <w:rsid w:val="00117472"/>
    <w:rsid w:val="00117BA3"/>
    <w:rsid w:val="00120226"/>
    <w:rsid w:val="001231F0"/>
    <w:rsid w:val="001246AF"/>
    <w:rsid w:val="001251F5"/>
    <w:rsid w:val="00125490"/>
    <w:rsid w:val="00132439"/>
    <w:rsid w:val="0013266E"/>
    <w:rsid w:val="00132DE6"/>
    <w:rsid w:val="001348C8"/>
    <w:rsid w:val="00137796"/>
    <w:rsid w:val="001416C1"/>
    <w:rsid w:val="00141EAF"/>
    <w:rsid w:val="0014564A"/>
    <w:rsid w:val="00147B4C"/>
    <w:rsid w:val="00155180"/>
    <w:rsid w:val="0016008F"/>
    <w:rsid w:val="001663CA"/>
    <w:rsid w:val="00176B21"/>
    <w:rsid w:val="001773D8"/>
    <w:rsid w:val="00182A4B"/>
    <w:rsid w:val="0018348E"/>
    <w:rsid w:val="00183900"/>
    <w:rsid w:val="00184F30"/>
    <w:rsid w:val="001914C8"/>
    <w:rsid w:val="001915CF"/>
    <w:rsid w:val="0019284B"/>
    <w:rsid w:val="00192E45"/>
    <w:rsid w:val="00194AE0"/>
    <w:rsid w:val="001975C5"/>
    <w:rsid w:val="001975E3"/>
    <w:rsid w:val="001A051A"/>
    <w:rsid w:val="001A262F"/>
    <w:rsid w:val="001A2B9C"/>
    <w:rsid w:val="001A3BBD"/>
    <w:rsid w:val="001A3C6B"/>
    <w:rsid w:val="001A5517"/>
    <w:rsid w:val="001A5E8E"/>
    <w:rsid w:val="001A7858"/>
    <w:rsid w:val="001B1897"/>
    <w:rsid w:val="001B4457"/>
    <w:rsid w:val="001B68A5"/>
    <w:rsid w:val="001B7C90"/>
    <w:rsid w:val="001C168E"/>
    <w:rsid w:val="001C237D"/>
    <w:rsid w:val="001C36E3"/>
    <w:rsid w:val="001D2419"/>
    <w:rsid w:val="001D366A"/>
    <w:rsid w:val="001D4BD2"/>
    <w:rsid w:val="001D4FFF"/>
    <w:rsid w:val="001D6A12"/>
    <w:rsid w:val="001D6B2C"/>
    <w:rsid w:val="001E11DD"/>
    <w:rsid w:val="001E1D6D"/>
    <w:rsid w:val="001E29E8"/>
    <w:rsid w:val="001E56D6"/>
    <w:rsid w:val="001E6F79"/>
    <w:rsid w:val="001F08C4"/>
    <w:rsid w:val="001F3D7F"/>
    <w:rsid w:val="001F4408"/>
    <w:rsid w:val="001F6F2B"/>
    <w:rsid w:val="001F771E"/>
    <w:rsid w:val="00202344"/>
    <w:rsid w:val="00202E6E"/>
    <w:rsid w:val="0020723D"/>
    <w:rsid w:val="00210FCC"/>
    <w:rsid w:val="00211D52"/>
    <w:rsid w:val="0021273E"/>
    <w:rsid w:val="00212ACC"/>
    <w:rsid w:val="0021307D"/>
    <w:rsid w:val="00213403"/>
    <w:rsid w:val="002145EC"/>
    <w:rsid w:val="002146C4"/>
    <w:rsid w:val="00220975"/>
    <w:rsid w:val="002315B0"/>
    <w:rsid w:val="002315BB"/>
    <w:rsid w:val="00241B78"/>
    <w:rsid w:val="00243A2C"/>
    <w:rsid w:val="00246020"/>
    <w:rsid w:val="00247390"/>
    <w:rsid w:val="0025065D"/>
    <w:rsid w:val="00250F27"/>
    <w:rsid w:val="00251394"/>
    <w:rsid w:val="00251FED"/>
    <w:rsid w:val="00253A5C"/>
    <w:rsid w:val="00255FB1"/>
    <w:rsid w:val="0025657F"/>
    <w:rsid w:val="002577E3"/>
    <w:rsid w:val="00260C53"/>
    <w:rsid w:val="00264CE9"/>
    <w:rsid w:val="00265F9A"/>
    <w:rsid w:val="00270FB9"/>
    <w:rsid w:val="00271EAF"/>
    <w:rsid w:val="00277ACE"/>
    <w:rsid w:val="002831C6"/>
    <w:rsid w:val="00293F58"/>
    <w:rsid w:val="002945E4"/>
    <w:rsid w:val="0029478D"/>
    <w:rsid w:val="00294F1D"/>
    <w:rsid w:val="002A223C"/>
    <w:rsid w:val="002A5775"/>
    <w:rsid w:val="002A69FF"/>
    <w:rsid w:val="002B1276"/>
    <w:rsid w:val="002B768E"/>
    <w:rsid w:val="002C0269"/>
    <w:rsid w:val="002C0352"/>
    <w:rsid w:val="002C13CC"/>
    <w:rsid w:val="002C5394"/>
    <w:rsid w:val="002C6626"/>
    <w:rsid w:val="002D1172"/>
    <w:rsid w:val="002D3EB1"/>
    <w:rsid w:val="002D5FBA"/>
    <w:rsid w:val="002E1BA1"/>
    <w:rsid w:val="002E4CCE"/>
    <w:rsid w:val="002E5C6E"/>
    <w:rsid w:val="002E63F9"/>
    <w:rsid w:val="002E74F5"/>
    <w:rsid w:val="002F19A2"/>
    <w:rsid w:val="002F397F"/>
    <w:rsid w:val="002F4FFA"/>
    <w:rsid w:val="002F5602"/>
    <w:rsid w:val="002F592F"/>
    <w:rsid w:val="00300CAC"/>
    <w:rsid w:val="00302CA0"/>
    <w:rsid w:val="00305381"/>
    <w:rsid w:val="00306DBA"/>
    <w:rsid w:val="00311ED3"/>
    <w:rsid w:val="00320B47"/>
    <w:rsid w:val="0032129A"/>
    <w:rsid w:val="00322E4A"/>
    <w:rsid w:val="00324317"/>
    <w:rsid w:val="003248DF"/>
    <w:rsid w:val="003258E7"/>
    <w:rsid w:val="003309C2"/>
    <w:rsid w:val="00332F7A"/>
    <w:rsid w:val="00334E14"/>
    <w:rsid w:val="00345409"/>
    <w:rsid w:val="0034550E"/>
    <w:rsid w:val="00345FBB"/>
    <w:rsid w:val="00346546"/>
    <w:rsid w:val="00346629"/>
    <w:rsid w:val="0034688C"/>
    <w:rsid w:val="00350967"/>
    <w:rsid w:val="003514E5"/>
    <w:rsid w:val="0035410B"/>
    <w:rsid w:val="00355378"/>
    <w:rsid w:val="00356B8E"/>
    <w:rsid w:val="003603C6"/>
    <w:rsid w:val="0036454F"/>
    <w:rsid w:val="003655A3"/>
    <w:rsid w:val="00367E76"/>
    <w:rsid w:val="00370796"/>
    <w:rsid w:val="0037359B"/>
    <w:rsid w:val="003744DA"/>
    <w:rsid w:val="0037636F"/>
    <w:rsid w:val="003803E4"/>
    <w:rsid w:val="0038195E"/>
    <w:rsid w:val="00383805"/>
    <w:rsid w:val="00383937"/>
    <w:rsid w:val="00383B53"/>
    <w:rsid w:val="003855E7"/>
    <w:rsid w:val="00386CDF"/>
    <w:rsid w:val="003907AD"/>
    <w:rsid w:val="00390FFA"/>
    <w:rsid w:val="00392153"/>
    <w:rsid w:val="00393C39"/>
    <w:rsid w:val="00395E8B"/>
    <w:rsid w:val="00397D34"/>
    <w:rsid w:val="003A2A12"/>
    <w:rsid w:val="003A316E"/>
    <w:rsid w:val="003A4C8E"/>
    <w:rsid w:val="003B0A97"/>
    <w:rsid w:val="003B2137"/>
    <w:rsid w:val="003B4195"/>
    <w:rsid w:val="003B7AAA"/>
    <w:rsid w:val="003C15EB"/>
    <w:rsid w:val="003C20C9"/>
    <w:rsid w:val="003C286A"/>
    <w:rsid w:val="003C312D"/>
    <w:rsid w:val="003C648E"/>
    <w:rsid w:val="003C6895"/>
    <w:rsid w:val="003C6A29"/>
    <w:rsid w:val="003D1444"/>
    <w:rsid w:val="003D4434"/>
    <w:rsid w:val="003D6282"/>
    <w:rsid w:val="003E14D8"/>
    <w:rsid w:val="003E182D"/>
    <w:rsid w:val="003E24F4"/>
    <w:rsid w:val="003E4B43"/>
    <w:rsid w:val="003E6CC3"/>
    <w:rsid w:val="003F28CA"/>
    <w:rsid w:val="003F35AF"/>
    <w:rsid w:val="003F35E8"/>
    <w:rsid w:val="003F4573"/>
    <w:rsid w:val="003F4FD0"/>
    <w:rsid w:val="00402F7A"/>
    <w:rsid w:val="004055EF"/>
    <w:rsid w:val="00405780"/>
    <w:rsid w:val="00406CE8"/>
    <w:rsid w:val="004074DA"/>
    <w:rsid w:val="0041076B"/>
    <w:rsid w:val="0041082D"/>
    <w:rsid w:val="00410E20"/>
    <w:rsid w:val="004161FF"/>
    <w:rsid w:val="00416AB5"/>
    <w:rsid w:val="004201B3"/>
    <w:rsid w:val="00423647"/>
    <w:rsid w:val="00424301"/>
    <w:rsid w:val="00424BC8"/>
    <w:rsid w:val="00425680"/>
    <w:rsid w:val="00432030"/>
    <w:rsid w:val="00432524"/>
    <w:rsid w:val="00432CA0"/>
    <w:rsid w:val="00433B1D"/>
    <w:rsid w:val="0043532D"/>
    <w:rsid w:val="00441F15"/>
    <w:rsid w:val="00443767"/>
    <w:rsid w:val="00452F3A"/>
    <w:rsid w:val="0045447B"/>
    <w:rsid w:val="00455BCB"/>
    <w:rsid w:val="00456000"/>
    <w:rsid w:val="004560E2"/>
    <w:rsid w:val="00456A5F"/>
    <w:rsid w:val="00456D06"/>
    <w:rsid w:val="0045701D"/>
    <w:rsid w:val="004639E4"/>
    <w:rsid w:val="004663F1"/>
    <w:rsid w:val="00467883"/>
    <w:rsid w:val="00467BD5"/>
    <w:rsid w:val="00472DDF"/>
    <w:rsid w:val="004771EB"/>
    <w:rsid w:val="00477DE1"/>
    <w:rsid w:val="00480C57"/>
    <w:rsid w:val="00483744"/>
    <w:rsid w:val="00485CE6"/>
    <w:rsid w:val="00485E74"/>
    <w:rsid w:val="004869F1"/>
    <w:rsid w:val="00486F26"/>
    <w:rsid w:val="00490DC3"/>
    <w:rsid w:val="004A3455"/>
    <w:rsid w:val="004A3990"/>
    <w:rsid w:val="004A45DC"/>
    <w:rsid w:val="004A5930"/>
    <w:rsid w:val="004A5E2A"/>
    <w:rsid w:val="004B0C7F"/>
    <w:rsid w:val="004B3D46"/>
    <w:rsid w:val="004B73A8"/>
    <w:rsid w:val="004B77FE"/>
    <w:rsid w:val="004C2373"/>
    <w:rsid w:val="004C35B6"/>
    <w:rsid w:val="004C3AC6"/>
    <w:rsid w:val="004C5E74"/>
    <w:rsid w:val="004C7F92"/>
    <w:rsid w:val="004D102D"/>
    <w:rsid w:val="004D2154"/>
    <w:rsid w:val="004D4353"/>
    <w:rsid w:val="004E046E"/>
    <w:rsid w:val="004E0508"/>
    <w:rsid w:val="004E0AD4"/>
    <w:rsid w:val="004E2CCD"/>
    <w:rsid w:val="004E4D71"/>
    <w:rsid w:val="004E58E1"/>
    <w:rsid w:val="004E639C"/>
    <w:rsid w:val="004E7BE5"/>
    <w:rsid w:val="004F38E8"/>
    <w:rsid w:val="004F3F6C"/>
    <w:rsid w:val="004F6664"/>
    <w:rsid w:val="004F6C13"/>
    <w:rsid w:val="00501A41"/>
    <w:rsid w:val="00503D4B"/>
    <w:rsid w:val="005044CD"/>
    <w:rsid w:val="00504DC3"/>
    <w:rsid w:val="00506869"/>
    <w:rsid w:val="005133B9"/>
    <w:rsid w:val="00514622"/>
    <w:rsid w:val="005150AF"/>
    <w:rsid w:val="00515E8F"/>
    <w:rsid w:val="00516A9D"/>
    <w:rsid w:val="00516BD7"/>
    <w:rsid w:val="00517A7B"/>
    <w:rsid w:val="005204D8"/>
    <w:rsid w:val="00523126"/>
    <w:rsid w:val="00523D05"/>
    <w:rsid w:val="00525FC8"/>
    <w:rsid w:val="005275E2"/>
    <w:rsid w:val="0052797B"/>
    <w:rsid w:val="00531135"/>
    <w:rsid w:val="005328CE"/>
    <w:rsid w:val="00535531"/>
    <w:rsid w:val="00535E5C"/>
    <w:rsid w:val="00536FF3"/>
    <w:rsid w:val="005412F1"/>
    <w:rsid w:val="00542E59"/>
    <w:rsid w:val="00543480"/>
    <w:rsid w:val="0054466E"/>
    <w:rsid w:val="0055209F"/>
    <w:rsid w:val="00555582"/>
    <w:rsid w:val="00555939"/>
    <w:rsid w:val="005561B6"/>
    <w:rsid w:val="00560C2A"/>
    <w:rsid w:val="00560C33"/>
    <w:rsid w:val="00561105"/>
    <w:rsid w:val="005647EA"/>
    <w:rsid w:val="00565BE9"/>
    <w:rsid w:val="00567983"/>
    <w:rsid w:val="00570E00"/>
    <w:rsid w:val="0057216B"/>
    <w:rsid w:val="005727F1"/>
    <w:rsid w:val="00574CEA"/>
    <w:rsid w:val="005757A8"/>
    <w:rsid w:val="0058070A"/>
    <w:rsid w:val="00582FD7"/>
    <w:rsid w:val="005847EA"/>
    <w:rsid w:val="00585EAD"/>
    <w:rsid w:val="00590014"/>
    <w:rsid w:val="00591402"/>
    <w:rsid w:val="005919C7"/>
    <w:rsid w:val="00592D94"/>
    <w:rsid w:val="00595791"/>
    <w:rsid w:val="005958B4"/>
    <w:rsid w:val="0059774F"/>
    <w:rsid w:val="005A3B48"/>
    <w:rsid w:val="005A58FC"/>
    <w:rsid w:val="005A70B4"/>
    <w:rsid w:val="005A7947"/>
    <w:rsid w:val="005A7F87"/>
    <w:rsid w:val="005B6828"/>
    <w:rsid w:val="005B6996"/>
    <w:rsid w:val="005B7E0D"/>
    <w:rsid w:val="005C0B16"/>
    <w:rsid w:val="005C1457"/>
    <w:rsid w:val="005C45D5"/>
    <w:rsid w:val="005C7A91"/>
    <w:rsid w:val="005C7D34"/>
    <w:rsid w:val="005D05D9"/>
    <w:rsid w:val="005D71F5"/>
    <w:rsid w:val="005D765E"/>
    <w:rsid w:val="005E1350"/>
    <w:rsid w:val="005E1A71"/>
    <w:rsid w:val="005E3714"/>
    <w:rsid w:val="005E4F4E"/>
    <w:rsid w:val="005E52D5"/>
    <w:rsid w:val="005F0672"/>
    <w:rsid w:val="005F3FC9"/>
    <w:rsid w:val="00601E90"/>
    <w:rsid w:val="0061126B"/>
    <w:rsid w:val="0061689F"/>
    <w:rsid w:val="00630803"/>
    <w:rsid w:val="0063216F"/>
    <w:rsid w:val="00634262"/>
    <w:rsid w:val="00635B32"/>
    <w:rsid w:val="00642118"/>
    <w:rsid w:val="00643620"/>
    <w:rsid w:val="0064549E"/>
    <w:rsid w:val="006477E9"/>
    <w:rsid w:val="0065157B"/>
    <w:rsid w:val="00653137"/>
    <w:rsid w:val="00655AB0"/>
    <w:rsid w:val="00657780"/>
    <w:rsid w:val="006603F0"/>
    <w:rsid w:val="00662315"/>
    <w:rsid w:val="006653ED"/>
    <w:rsid w:val="00680D88"/>
    <w:rsid w:val="006820FC"/>
    <w:rsid w:val="00683554"/>
    <w:rsid w:val="00683A66"/>
    <w:rsid w:val="0068532F"/>
    <w:rsid w:val="006865B8"/>
    <w:rsid w:val="0068665E"/>
    <w:rsid w:val="0068706A"/>
    <w:rsid w:val="006911EA"/>
    <w:rsid w:val="006948D1"/>
    <w:rsid w:val="00695053"/>
    <w:rsid w:val="006A007E"/>
    <w:rsid w:val="006A7AEB"/>
    <w:rsid w:val="006B0F1F"/>
    <w:rsid w:val="006B3A65"/>
    <w:rsid w:val="006B4865"/>
    <w:rsid w:val="006B4914"/>
    <w:rsid w:val="006B5E06"/>
    <w:rsid w:val="006C00E5"/>
    <w:rsid w:val="006C1BF5"/>
    <w:rsid w:val="006C2CF0"/>
    <w:rsid w:val="006C3AE9"/>
    <w:rsid w:val="006D04C0"/>
    <w:rsid w:val="006D237B"/>
    <w:rsid w:val="006D4D85"/>
    <w:rsid w:val="006D55C6"/>
    <w:rsid w:val="006E3F76"/>
    <w:rsid w:val="006E6EB0"/>
    <w:rsid w:val="006F3300"/>
    <w:rsid w:val="007048D0"/>
    <w:rsid w:val="00707453"/>
    <w:rsid w:val="00716055"/>
    <w:rsid w:val="007217FB"/>
    <w:rsid w:val="00723A68"/>
    <w:rsid w:val="007247BE"/>
    <w:rsid w:val="00737E33"/>
    <w:rsid w:val="00740F05"/>
    <w:rsid w:val="0074484E"/>
    <w:rsid w:val="00744F6A"/>
    <w:rsid w:val="00745144"/>
    <w:rsid w:val="007454C6"/>
    <w:rsid w:val="00745CF7"/>
    <w:rsid w:val="0074755F"/>
    <w:rsid w:val="00750F2C"/>
    <w:rsid w:val="00751500"/>
    <w:rsid w:val="00751979"/>
    <w:rsid w:val="00751AAD"/>
    <w:rsid w:val="00752E37"/>
    <w:rsid w:val="00754347"/>
    <w:rsid w:val="007563C7"/>
    <w:rsid w:val="00760D37"/>
    <w:rsid w:val="007612C4"/>
    <w:rsid w:val="00763714"/>
    <w:rsid w:val="00764142"/>
    <w:rsid w:val="00773C91"/>
    <w:rsid w:val="0077638B"/>
    <w:rsid w:val="00776D4A"/>
    <w:rsid w:val="00777DA7"/>
    <w:rsid w:val="00781ABC"/>
    <w:rsid w:val="007922F3"/>
    <w:rsid w:val="00792AFE"/>
    <w:rsid w:val="00793EF9"/>
    <w:rsid w:val="00794D54"/>
    <w:rsid w:val="00795727"/>
    <w:rsid w:val="00795D4B"/>
    <w:rsid w:val="00796D22"/>
    <w:rsid w:val="007A444D"/>
    <w:rsid w:val="007A4977"/>
    <w:rsid w:val="007A5B63"/>
    <w:rsid w:val="007B326E"/>
    <w:rsid w:val="007B5920"/>
    <w:rsid w:val="007C3C6A"/>
    <w:rsid w:val="007C53A7"/>
    <w:rsid w:val="007C7353"/>
    <w:rsid w:val="007D4767"/>
    <w:rsid w:val="007D5FC7"/>
    <w:rsid w:val="007D61D9"/>
    <w:rsid w:val="007E737B"/>
    <w:rsid w:val="007F0A58"/>
    <w:rsid w:val="007F319B"/>
    <w:rsid w:val="007F36A3"/>
    <w:rsid w:val="007F4E9B"/>
    <w:rsid w:val="007F5964"/>
    <w:rsid w:val="007F5B99"/>
    <w:rsid w:val="007F61FD"/>
    <w:rsid w:val="007F73B0"/>
    <w:rsid w:val="00803709"/>
    <w:rsid w:val="00803F54"/>
    <w:rsid w:val="008074EE"/>
    <w:rsid w:val="00807BAB"/>
    <w:rsid w:val="008100C8"/>
    <w:rsid w:val="008141E6"/>
    <w:rsid w:val="00816F29"/>
    <w:rsid w:val="00820D49"/>
    <w:rsid w:val="00831779"/>
    <w:rsid w:val="008320A4"/>
    <w:rsid w:val="00832757"/>
    <w:rsid w:val="008342AE"/>
    <w:rsid w:val="00835F69"/>
    <w:rsid w:val="008444BD"/>
    <w:rsid w:val="008446A6"/>
    <w:rsid w:val="00845B33"/>
    <w:rsid w:val="008460C7"/>
    <w:rsid w:val="00852BB1"/>
    <w:rsid w:val="008536F1"/>
    <w:rsid w:val="00856193"/>
    <w:rsid w:val="00856A70"/>
    <w:rsid w:val="008641C9"/>
    <w:rsid w:val="00864950"/>
    <w:rsid w:val="008664BB"/>
    <w:rsid w:val="0086690D"/>
    <w:rsid w:val="00870832"/>
    <w:rsid w:val="00872ADF"/>
    <w:rsid w:val="00873DB8"/>
    <w:rsid w:val="008753F3"/>
    <w:rsid w:val="008765A3"/>
    <w:rsid w:val="00876810"/>
    <w:rsid w:val="008773C2"/>
    <w:rsid w:val="00880A5B"/>
    <w:rsid w:val="00881DA2"/>
    <w:rsid w:val="00884A6F"/>
    <w:rsid w:val="00885236"/>
    <w:rsid w:val="008854A6"/>
    <w:rsid w:val="008854DB"/>
    <w:rsid w:val="00887967"/>
    <w:rsid w:val="00890A4F"/>
    <w:rsid w:val="00890FD0"/>
    <w:rsid w:val="008913DC"/>
    <w:rsid w:val="00892CB1"/>
    <w:rsid w:val="00894E01"/>
    <w:rsid w:val="00894EFB"/>
    <w:rsid w:val="00896075"/>
    <w:rsid w:val="00896B91"/>
    <w:rsid w:val="008A2C03"/>
    <w:rsid w:val="008A3913"/>
    <w:rsid w:val="008A466F"/>
    <w:rsid w:val="008A54E9"/>
    <w:rsid w:val="008B0476"/>
    <w:rsid w:val="008B168A"/>
    <w:rsid w:val="008B2173"/>
    <w:rsid w:val="008B4306"/>
    <w:rsid w:val="008B5575"/>
    <w:rsid w:val="008C1B90"/>
    <w:rsid w:val="008C370B"/>
    <w:rsid w:val="008C4999"/>
    <w:rsid w:val="008D1D84"/>
    <w:rsid w:val="008D35B2"/>
    <w:rsid w:val="008D44E0"/>
    <w:rsid w:val="008D6677"/>
    <w:rsid w:val="008E3E1E"/>
    <w:rsid w:val="008E6A36"/>
    <w:rsid w:val="008F02B7"/>
    <w:rsid w:val="008F0D67"/>
    <w:rsid w:val="008F2709"/>
    <w:rsid w:val="008F2E3A"/>
    <w:rsid w:val="008F4AC5"/>
    <w:rsid w:val="008F5C01"/>
    <w:rsid w:val="008F5C04"/>
    <w:rsid w:val="008F6A51"/>
    <w:rsid w:val="008F6CDF"/>
    <w:rsid w:val="008F7728"/>
    <w:rsid w:val="00901B33"/>
    <w:rsid w:val="009028D1"/>
    <w:rsid w:val="00903251"/>
    <w:rsid w:val="009038DB"/>
    <w:rsid w:val="009053B2"/>
    <w:rsid w:val="0090651B"/>
    <w:rsid w:val="00910B40"/>
    <w:rsid w:val="0091448E"/>
    <w:rsid w:val="00915355"/>
    <w:rsid w:val="009156E5"/>
    <w:rsid w:val="00920638"/>
    <w:rsid w:val="00925103"/>
    <w:rsid w:val="0093040E"/>
    <w:rsid w:val="009322F2"/>
    <w:rsid w:val="00941308"/>
    <w:rsid w:val="00945F8B"/>
    <w:rsid w:val="009470EB"/>
    <w:rsid w:val="0095159E"/>
    <w:rsid w:val="0095402E"/>
    <w:rsid w:val="00956842"/>
    <w:rsid w:val="00957CF5"/>
    <w:rsid w:val="00962FEE"/>
    <w:rsid w:val="00965E9D"/>
    <w:rsid w:val="009660DC"/>
    <w:rsid w:val="0097090F"/>
    <w:rsid w:val="00970BC5"/>
    <w:rsid w:val="0097308B"/>
    <w:rsid w:val="0097754B"/>
    <w:rsid w:val="009826C5"/>
    <w:rsid w:val="00983CC1"/>
    <w:rsid w:val="00983F22"/>
    <w:rsid w:val="00984EC7"/>
    <w:rsid w:val="00985ADF"/>
    <w:rsid w:val="00986F14"/>
    <w:rsid w:val="00987226"/>
    <w:rsid w:val="009927B1"/>
    <w:rsid w:val="009955ED"/>
    <w:rsid w:val="009A3DB1"/>
    <w:rsid w:val="009A6E02"/>
    <w:rsid w:val="009B0167"/>
    <w:rsid w:val="009B2297"/>
    <w:rsid w:val="009B2CD1"/>
    <w:rsid w:val="009B6AF7"/>
    <w:rsid w:val="009C15B6"/>
    <w:rsid w:val="009C5341"/>
    <w:rsid w:val="009C6223"/>
    <w:rsid w:val="009C73DA"/>
    <w:rsid w:val="009D09E0"/>
    <w:rsid w:val="009D370E"/>
    <w:rsid w:val="009D3D43"/>
    <w:rsid w:val="009D4F64"/>
    <w:rsid w:val="009D5480"/>
    <w:rsid w:val="009D55A9"/>
    <w:rsid w:val="009D6072"/>
    <w:rsid w:val="009E312A"/>
    <w:rsid w:val="009E4638"/>
    <w:rsid w:val="009E52E3"/>
    <w:rsid w:val="009E6EAF"/>
    <w:rsid w:val="009F0B49"/>
    <w:rsid w:val="009F120C"/>
    <w:rsid w:val="009F1367"/>
    <w:rsid w:val="009F6F17"/>
    <w:rsid w:val="009F77BE"/>
    <w:rsid w:val="009F7E95"/>
    <w:rsid w:val="00A0097D"/>
    <w:rsid w:val="00A02ED3"/>
    <w:rsid w:val="00A032B1"/>
    <w:rsid w:val="00A05231"/>
    <w:rsid w:val="00A06769"/>
    <w:rsid w:val="00A07746"/>
    <w:rsid w:val="00A17DDC"/>
    <w:rsid w:val="00A20AF4"/>
    <w:rsid w:val="00A2360B"/>
    <w:rsid w:val="00A23800"/>
    <w:rsid w:val="00A24765"/>
    <w:rsid w:val="00A25EDA"/>
    <w:rsid w:val="00A26F9E"/>
    <w:rsid w:val="00A303FF"/>
    <w:rsid w:val="00A308C7"/>
    <w:rsid w:val="00A31E8B"/>
    <w:rsid w:val="00A33D3A"/>
    <w:rsid w:val="00A3522E"/>
    <w:rsid w:val="00A378A0"/>
    <w:rsid w:val="00A4069C"/>
    <w:rsid w:val="00A406A6"/>
    <w:rsid w:val="00A421F1"/>
    <w:rsid w:val="00A44574"/>
    <w:rsid w:val="00A451BA"/>
    <w:rsid w:val="00A502B8"/>
    <w:rsid w:val="00A53530"/>
    <w:rsid w:val="00A61248"/>
    <w:rsid w:val="00A64D81"/>
    <w:rsid w:val="00A66F84"/>
    <w:rsid w:val="00A702AD"/>
    <w:rsid w:val="00A77CAB"/>
    <w:rsid w:val="00A81400"/>
    <w:rsid w:val="00A84E91"/>
    <w:rsid w:val="00A84F4C"/>
    <w:rsid w:val="00A86F05"/>
    <w:rsid w:val="00A87F52"/>
    <w:rsid w:val="00A9037E"/>
    <w:rsid w:val="00A90B9F"/>
    <w:rsid w:val="00A92062"/>
    <w:rsid w:val="00A93566"/>
    <w:rsid w:val="00A942C6"/>
    <w:rsid w:val="00A9445E"/>
    <w:rsid w:val="00A94C20"/>
    <w:rsid w:val="00A972A6"/>
    <w:rsid w:val="00AA1394"/>
    <w:rsid w:val="00AA14D1"/>
    <w:rsid w:val="00AA2AB2"/>
    <w:rsid w:val="00AA2C86"/>
    <w:rsid w:val="00AA2CF1"/>
    <w:rsid w:val="00AA34EC"/>
    <w:rsid w:val="00AA3D6C"/>
    <w:rsid w:val="00AA44E1"/>
    <w:rsid w:val="00AA4510"/>
    <w:rsid w:val="00AA585A"/>
    <w:rsid w:val="00AA78DE"/>
    <w:rsid w:val="00AB0E68"/>
    <w:rsid w:val="00AB1B35"/>
    <w:rsid w:val="00AB2F39"/>
    <w:rsid w:val="00AB3768"/>
    <w:rsid w:val="00AB6AD3"/>
    <w:rsid w:val="00AC0537"/>
    <w:rsid w:val="00AC72D4"/>
    <w:rsid w:val="00AC786B"/>
    <w:rsid w:val="00AD2768"/>
    <w:rsid w:val="00AE34D6"/>
    <w:rsid w:val="00AE42DB"/>
    <w:rsid w:val="00AE4B10"/>
    <w:rsid w:val="00AE5F73"/>
    <w:rsid w:val="00AE73BE"/>
    <w:rsid w:val="00AE7860"/>
    <w:rsid w:val="00AF03CD"/>
    <w:rsid w:val="00AF2D8F"/>
    <w:rsid w:val="00AF503A"/>
    <w:rsid w:val="00AF68C5"/>
    <w:rsid w:val="00AF7AF3"/>
    <w:rsid w:val="00B01578"/>
    <w:rsid w:val="00B0268C"/>
    <w:rsid w:val="00B02962"/>
    <w:rsid w:val="00B04242"/>
    <w:rsid w:val="00B04929"/>
    <w:rsid w:val="00B054CE"/>
    <w:rsid w:val="00B05784"/>
    <w:rsid w:val="00B07CC9"/>
    <w:rsid w:val="00B07CF1"/>
    <w:rsid w:val="00B109DC"/>
    <w:rsid w:val="00B12833"/>
    <w:rsid w:val="00B14939"/>
    <w:rsid w:val="00B152EF"/>
    <w:rsid w:val="00B27226"/>
    <w:rsid w:val="00B326CA"/>
    <w:rsid w:val="00B341E0"/>
    <w:rsid w:val="00B36748"/>
    <w:rsid w:val="00B50CA4"/>
    <w:rsid w:val="00B54D47"/>
    <w:rsid w:val="00B54EEF"/>
    <w:rsid w:val="00B54F48"/>
    <w:rsid w:val="00B555F6"/>
    <w:rsid w:val="00B61599"/>
    <w:rsid w:val="00B62B8B"/>
    <w:rsid w:val="00B65EEA"/>
    <w:rsid w:val="00B671E0"/>
    <w:rsid w:val="00B71A07"/>
    <w:rsid w:val="00B77A2D"/>
    <w:rsid w:val="00B80D3D"/>
    <w:rsid w:val="00B8224C"/>
    <w:rsid w:val="00B879A7"/>
    <w:rsid w:val="00B96C49"/>
    <w:rsid w:val="00BA1D40"/>
    <w:rsid w:val="00BA666C"/>
    <w:rsid w:val="00BA78B8"/>
    <w:rsid w:val="00BB15D7"/>
    <w:rsid w:val="00BB5566"/>
    <w:rsid w:val="00BC0915"/>
    <w:rsid w:val="00BC18CF"/>
    <w:rsid w:val="00BC23A2"/>
    <w:rsid w:val="00BC4E8E"/>
    <w:rsid w:val="00BC6B2F"/>
    <w:rsid w:val="00BD2505"/>
    <w:rsid w:val="00BD34CD"/>
    <w:rsid w:val="00BD4283"/>
    <w:rsid w:val="00BD62B3"/>
    <w:rsid w:val="00BD7343"/>
    <w:rsid w:val="00BE60A0"/>
    <w:rsid w:val="00BF2D1B"/>
    <w:rsid w:val="00BF4649"/>
    <w:rsid w:val="00BF4768"/>
    <w:rsid w:val="00BF6A46"/>
    <w:rsid w:val="00BF7518"/>
    <w:rsid w:val="00BF7B2A"/>
    <w:rsid w:val="00C00361"/>
    <w:rsid w:val="00C007EF"/>
    <w:rsid w:val="00C0673E"/>
    <w:rsid w:val="00C106F4"/>
    <w:rsid w:val="00C125D0"/>
    <w:rsid w:val="00C12B19"/>
    <w:rsid w:val="00C14CE1"/>
    <w:rsid w:val="00C17D65"/>
    <w:rsid w:val="00C20357"/>
    <w:rsid w:val="00C22ADD"/>
    <w:rsid w:val="00C23724"/>
    <w:rsid w:val="00C267DC"/>
    <w:rsid w:val="00C27FC1"/>
    <w:rsid w:val="00C3015E"/>
    <w:rsid w:val="00C31087"/>
    <w:rsid w:val="00C314DE"/>
    <w:rsid w:val="00C34E74"/>
    <w:rsid w:val="00C35B7E"/>
    <w:rsid w:val="00C44106"/>
    <w:rsid w:val="00C51127"/>
    <w:rsid w:val="00C51A4F"/>
    <w:rsid w:val="00C51F7F"/>
    <w:rsid w:val="00C52319"/>
    <w:rsid w:val="00C55C8A"/>
    <w:rsid w:val="00C563BA"/>
    <w:rsid w:val="00C61E59"/>
    <w:rsid w:val="00C64BF7"/>
    <w:rsid w:val="00C749B9"/>
    <w:rsid w:val="00C7539A"/>
    <w:rsid w:val="00C779CF"/>
    <w:rsid w:val="00C77D57"/>
    <w:rsid w:val="00C829E8"/>
    <w:rsid w:val="00C865D1"/>
    <w:rsid w:val="00C86723"/>
    <w:rsid w:val="00C87639"/>
    <w:rsid w:val="00C908B5"/>
    <w:rsid w:val="00C909F8"/>
    <w:rsid w:val="00C95241"/>
    <w:rsid w:val="00C95D39"/>
    <w:rsid w:val="00CA1816"/>
    <w:rsid w:val="00CA1FD9"/>
    <w:rsid w:val="00CA2703"/>
    <w:rsid w:val="00CA2B43"/>
    <w:rsid w:val="00CA304F"/>
    <w:rsid w:val="00CA42AD"/>
    <w:rsid w:val="00CA4E97"/>
    <w:rsid w:val="00CA56F7"/>
    <w:rsid w:val="00CA7509"/>
    <w:rsid w:val="00CB02D2"/>
    <w:rsid w:val="00CB1CAF"/>
    <w:rsid w:val="00CB34CD"/>
    <w:rsid w:val="00CB609D"/>
    <w:rsid w:val="00CC216D"/>
    <w:rsid w:val="00CC2D86"/>
    <w:rsid w:val="00CC3C28"/>
    <w:rsid w:val="00CC3EE0"/>
    <w:rsid w:val="00CC46AA"/>
    <w:rsid w:val="00CC48F4"/>
    <w:rsid w:val="00CC4E2C"/>
    <w:rsid w:val="00CC67E7"/>
    <w:rsid w:val="00CC6B35"/>
    <w:rsid w:val="00CD023E"/>
    <w:rsid w:val="00CD02BC"/>
    <w:rsid w:val="00CD1029"/>
    <w:rsid w:val="00CD22E1"/>
    <w:rsid w:val="00CD2C12"/>
    <w:rsid w:val="00CD391C"/>
    <w:rsid w:val="00CD3928"/>
    <w:rsid w:val="00CD43A9"/>
    <w:rsid w:val="00CD45F7"/>
    <w:rsid w:val="00CE3F3D"/>
    <w:rsid w:val="00CF1BD4"/>
    <w:rsid w:val="00CF5194"/>
    <w:rsid w:val="00CF5CD5"/>
    <w:rsid w:val="00D00631"/>
    <w:rsid w:val="00D00830"/>
    <w:rsid w:val="00D026F9"/>
    <w:rsid w:val="00D02F10"/>
    <w:rsid w:val="00D0486A"/>
    <w:rsid w:val="00D04989"/>
    <w:rsid w:val="00D10A00"/>
    <w:rsid w:val="00D114D6"/>
    <w:rsid w:val="00D12E24"/>
    <w:rsid w:val="00D13F7C"/>
    <w:rsid w:val="00D14332"/>
    <w:rsid w:val="00D1706D"/>
    <w:rsid w:val="00D17148"/>
    <w:rsid w:val="00D21FA0"/>
    <w:rsid w:val="00D23604"/>
    <w:rsid w:val="00D26AC1"/>
    <w:rsid w:val="00D27E26"/>
    <w:rsid w:val="00D30C0F"/>
    <w:rsid w:val="00D32215"/>
    <w:rsid w:val="00D34539"/>
    <w:rsid w:val="00D36501"/>
    <w:rsid w:val="00D414CF"/>
    <w:rsid w:val="00D44806"/>
    <w:rsid w:val="00D464E9"/>
    <w:rsid w:val="00D47F63"/>
    <w:rsid w:val="00D52AC9"/>
    <w:rsid w:val="00D54CFF"/>
    <w:rsid w:val="00D55969"/>
    <w:rsid w:val="00D55B8E"/>
    <w:rsid w:val="00D57211"/>
    <w:rsid w:val="00D61D01"/>
    <w:rsid w:val="00D6619A"/>
    <w:rsid w:val="00D7234A"/>
    <w:rsid w:val="00D745DB"/>
    <w:rsid w:val="00D80177"/>
    <w:rsid w:val="00D82CBE"/>
    <w:rsid w:val="00D86451"/>
    <w:rsid w:val="00D87C91"/>
    <w:rsid w:val="00D90247"/>
    <w:rsid w:val="00D92D3E"/>
    <w:rsid w:val="00D9397B"/>
    <w:rsid w:val="00D94542"/>
    <w:rsid w:val="00DA2458"/>
    <w:rsid w:val="00DA41F8"/>
    <w:rsid w:val="00DA759F"/>
    <w:rsid w:val="00DB064D"/>
    <w:rsid w:val="00DB2F95"/>
    <w:rsid w:val="00DB3BEB"/>
    <w:rsid w:val="00DB3D4E"/>
    <w:rsid w:val="00DB4826"/>
    <w:rsid w:val="00DB7243"/>
    <w:rsid w:val="00DB7DA9"/>
    <w:rsid w:val="00DC12B2"/>
    <w:rsid w:val="00DC2CBB"/>
    <w:rsid w:val="00DC51C6"/>
    <w:rsid w:val="00DD1223"/>
    <w:rsid w:val="00DD56DD"/>
    <w:rsid w:val="00DD57DF"/>
    <w:rsid w:val="00DD7286"/>
    <w:rsid w:val="00DD75ED"/>
    <w:rsid w:val="00DD773F"/>
    <w:rsid w:val="00DE12AC"/>
    <w:rsid w:val="00DE20A7"/>
    <w:rsid w:val="00DE31B0"/>
    <w:rsid w:val="00DE3613"/>
    <w:rsid w:val="00DE4054"/>
    <w:rsid w:val="00DF0A86"/>
    <w:rsid w:val="00DF36B5"/>
    <w:rsid w:val="00DF4BC7"/>
    <w:rsid w:val="00DF71BD"/>
    <w:rsid w:val="00DF7D63"/>
    <w:rsid w:val="00DF7E29"/>
    <w:rsid w:val="00E02D7C"/>
    <w:rsid w:val="00E040AE"/>
    <w:rsid w:val="00E04C96"/>
    <w:rsid w:val="00E06526"/>
    <w:rsid w:val="00E14659"/>
    <w:rsid w:val="00E16E14"/>
    <w:rsid w:val="00E20B6A"/>
    <w:rsid w:val="00E210CC"/>
    <w:rsid w:val="00E21721"/>
    <w:rsid w:val="00E23071"/>
    <w:rsid w:val="00E27D1D"/>
    <w:rsid w:val="00E3000A"/>
    <w:rsid w:val="00E3407E"/>
    <w:rsid w:val="00E342BF"/>
    <w:rsid w:val="00E41267"/>
    <w:rsid w:val="00E41973"/>
    <w:rsid w:val="00E446C4"/>
    <w:rsid w:val="00E45BCC"/>
    <w:rsid w:val="00E47D7C"/>
    <w:rsid w:val="00E50952"/>
    <w:rsid w:val="00E53F02"/>
    <w:rsid w:val="00E55699"/>
    <w:rsid w:val="00E624F9"/>
    <w:rsid w:val="00E6381E"/>
    <w:rsid w:val="00E64CB0"/>
    <w:rsid w:val="00E67488"/>
    <w:rsid w:val="00E70C8A"/>
    <w:rsid w:val="00E72304"/>
    <w:rsid w:val="00E73ABE"/>
    <w:rsid w:val="00E75C71"/>
    <w:rsid w:val="00E76D21"/>
    <w:rsid w:val="00E8184F"/>
    <w:rsid w:val="00E81B89"/>
    <w:rsid w:val="00E83A3E"/>
    <w:rsid w:val="00E842CD"/>
    <w:rsid w:val="00E854D7"/>
    <w:rsid w:val="00E86C5E"/>
    <w:rsid w:val="00E86DDE"/>
    <w:rsid w:val="00E90225"/>
    <w:rsid w:val="00E922B3"/>
    <w:rsid w:val="00E94B5E"/>
    <w:rsid w:val="00E97D20"/>
    <w:rsid w:val="00EA43A0"/>
    <w:rsid w:val="00EA4731"/>
    <w:rsid w:val="00EA742B"/>
    <w:rsid w:val="00EA76CB"/>
    <w:rsid w:val="00EB2301"/>
    <w:rsid w:val="00EB2E70"/>
    <w:rsid w:val="00EB3A42"/>
    <w:rsid w:val="00EB57D7"/>
    <w:rsid w:val="00EC0636"/>
    <w:rsid w:val="00EC3316"/>
    <w:rsid w:val="00EC6705"/>
    <w:rsid w:val="00EC719F"/>
    <w:rsid w:val="00EC7DC7"/>
    <w:rsid w:val="00ED32CA"/>
    <w:rsid w:val="00ED6057"/>
    <w:rsid w:val="00EE0060"/>
    <w:rsid w:val="00EE5A17"/>
    <w:rsid w:val="00EF0023"/>
    <w:rsid w:val="00EF0342"/>
    <w:rsid w:val="00EF2605"/>
    <w:rsid w:val="00EF45F5"/>
    <w:rsid w:val="00EF5753"/>
    <w:rsid w:val="00EF5A02"/>
    <w:rsid w:val="00F00ADF"/>
    <w:rsid w:val="00F0140B"/>
    <w:rsid w:val="00F01A4C"/>
    <w:rsid w:val="00F07606"/>
    <w:rsid w:val="00F078E1"/>
    <w:rsid w:val="00F111D5"/>
    <w:rsid w:val="00F15ED5"/>
    <w:rsid w:val="00F162A5"/>
    <w:rsid w:val="00F16AB1"/>
    <w:rsid w:val="00F22C5F"/>
    <w:rsid w:val="00F26766"/>
    <w:rsid w:val="00F27A5A"/>
    <w:rsid w:val="00F31D46"/>
    <w:rsid w:val="00F32C48"/>
    <w:rsid w:val="00F33393"/>
    <w:rsid w:val="00F349E8"/>
    <w:rsid w:val="00F375C7"/>
    <w:rsid w:val="00F4193D"/>
    <w:rsid w:val="00F42CCB"/>
    <w:rsid w:val="00F44CAF"/>
    <w:rsid w:val="00F45973"/>
    <w:rsid w:val="00F5004D"/>
    <w:rsid w:val="00F507FF"/>
    <w:rsid w:val="00F5100E"/>
    <w:rsid w:val="00F55DEB"/>
    <w:rsid w:val="00F57463"/>
    <w:rsid w:val="00F6133D"/>
    <w:rsid w:val="00F640A4"/>
    <w:rsid w:val="00F6592C"/>
    <w:rsid w:val="00F65E6F"/>
    <w:rsid w:val="00F669E6"/>
    <w:rsid w:val="00F66F3D"/>
    <w:rsid w:val="00F67A80"/>
    <w:rsid w:val="00F702CC"/>
    <w:rsid w:val="00F72980"/>
    <w:rsid w:val="00F736E9"/>
    <w:rsid w:val="00F75ECE"/>
    <w:rsid w:val="00F75F9E"/>
    <w:rsid w:val="00F762A5"/>
    <w:rsid w:val="00F769C3"/>
    <w:rsid w:val="00F77096"/>
    <w:rsid w:val="00F907E1"/>
    <w:rsid w:val="00F912C0"/>
    <w:rsid w:val="00F91308"/>
    <w:rsid w:val="00F918C5"/>
    <w:rsid w:val="00F92332"/>
    <w:rsid w:val="00F95B89"/>
    <w:rsid w:val="00FA3DDE"/>
    <w:rsid w:val="00FA50D2"/>
    <w:rsid w:val="00FA607F"/>
    <w:rsid w:val="00FA7F02"/>
    <w:rsid w:val="00FB0AEF"/>
    <w:rsid w:val="00FB0D5F"/>
    <w:rsid w:val="00FB69EE"/>
    <w:rsid w:val="00FC0939"/>
    <w:rsid w:val="00FC0A40"/>
    <w:rsid w:val="00FC18CF"/>
    <w:rsid w:val="00FC1A0B"/>
    <w:rsid w:val="00FC3890"/>
    <w:rsid w:val="00FC5691"/>
    <w:rsid w:val="00FD72B8"/>
    <w:rsid w:val="00FD79CE"/>
    <w:rsid w:val="00FE0C0E"/>
    <w:rsid w:val="00FE12C2"/>
    <w:rsid w:val="00FE6D98"/>
    <w:rsid w:val="00FF144C"/>
    <w:rsid w:val="00FF19D3"/>
    <w:rsid w:val="00FF3DA0"/>
    <w:rsid w:val="00FF3EB6"/>
    <w:rsid w:val="00FF5C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aeaea,#69f,gray,#909090,#8c8c8c,#929292,#006ab2,#f93"/>
    </o:shapedefaults>
    <o:shapelayout v:ext="edit">
      <o:idmap v:ext="edit" data="1"/>
    </o:shapelayout>
  </w:shapeDefaults>
  <w:decimalSymbol w:val="."/>
  <w:listSeparator w:val=","/>
  <w14:docId w14:val="6E3BB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uiPriority="35" w:qFormat="1"/>
    <w:lsdException w:name="page number" w:uiPriority="99"/>
    <w:lsdException w:name="List Bullet" w:uiPriority="99"/>
    <w:lsdException w:name="List Number" w:semiHidden="0" w:uiPriority="99" w:unhideWhenUsed="0"/>
    <w:lsdException w:name="List 2" w:uiPriority="99"/>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10" w:unhideWhenUsed="0" w:qFormat="1"/>
    <w:lsdException w:name="Default Paragraph Font" w:uiPriority="1"/>
    <w:lsdException w:name="Body Text" w:uiPriority="99"/>
    <w:lsdException w:name="List Continue" w:uiPriority="99"/>
    <w:lsdException w:name="List Continue 2" w:uiPriority="99"/>
    <w:lsdException w:name="List Continue 3" w:uiPriority="99"/>
    <w:lsdException w:name="List Continue 4" w:uiPriority="99"/>
    <w:lsdException w:name="List Continue 5"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Note Heading"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4B73A8"/>
    <w:pPr>
      <w:spacing w:after="160" w:line="260" w:lineRule="atLeast"/>
    </w:pPr>
    <w:rPr>
      <w:rFonts w:ascii="Century Gothic" w:eastAsiaTheme="minorEastAsia" w:hAnsi="Century Gothic" w:cstheme="minorBidi"/>
      <w:spacing w:val="4"/>
      <w:kern w:val="18"/>
      <w:sz w:val="18"/>
      <w:szCs w:val="22"/>
    </w:rPr>
  </w:style>
  <w:style w:type="paragraph" w:styleId="Heading1">
    <w:name w:val="heading 1"/>
    <w:basedOn w:val="BodyText"/>
    <w:next w:val="BodyText"/>
    <w:link w:val="Heading1Char"/>
    <w:uiPriority w:val="9"/>
    <w:qFormat/>
    <w:rsid w:val="00592D94"/>
    <w:pPr>
      <w:keepNext/>
      <w:keepLines/>
      <w:spacing w:before="120" w:after="260"/>
      <w:outlineLvl w:val="0"/>
    </w:pPr>
    <w:rPr>
      <w:rFonts w:eastAsiaTheme="majorEastAsia" w:cstheme="majorBidi"/>
      <w:b/>
      <w:bCs/>
      <w:color w:val="0073CF"/>
      <w:kern w:val="28"/>
      <w:sz w:val="36"/>
      <w:szCs w:val="28"/>
    </w:rPr>
  </w:style>
  <w:style w:type="paragraph" w:styleId="Heading2">
    <w:name w:val="heading 2"/>
    <w:basedOn w:val="Heading1"/>
    <w:next w:val="BodyText"/>
    <w:link w:val="Heading2Char"/>
    <w:uiPriority w:val="9"/>
    <w:unhideWhenUsed/>
    <w:qFormat/>
    <w:rsid w:val="00592D94"/>
    <w:pPr>
      <w:numPr>
        <w:ilvl w:val="1"/>
      </w:numPr>
      <w:spacing w:before="240" w:after="120"/>
      <w:outlineLvl w:val="1"/>
    </w:pPr>
    <w:rPr>
      <w:bCs w:val="0"/>
      <w:color w:val="737373"/>
      <w:sz w:val="32"/>
      <w:szCs w:val="26"/>
    </w:rPr>
  </w:style>
  <w:style w:type="paragraph" w:styleId="Heading3">
    <w:name w:val="heading 3"/>
    <w:basedOn w:val="Heading2"/>
    <w:next w:val="BodyText"/>
    <w:link w:val="Heading3Char"/>
    <w:uiPriority w:val="9"/>
    <w:unhideWhenUsed/>
    <w:qFormat/>
    <w:rsid w:val="00592D94"/>
    <w:pPr>
      <w:numPr>
        <w:ilvl w:val="2"/>
      </w:numPr>
      <w:tabs>
        <w:tab w:val="clear" w:pos="567"/>
        <w:tab w:val="left" w:pos="851"/>
      </w:tabs>
      <w:ind w:left="851" w:hanging="851"/>
      <w:outlineLvl w:val="2"/>
    </w:pPr>
    <w:rPr>
      <w:bCs/>
      <w:sz w:val="28"/>
    </w:rPr>
  </w:style>
  <w:style w:type="paragraph" w:styleId="Heading4">
    <w:name w:val="heading 4"/>
    <w:basedOn w:val="Heading3"/>
    <w:next w:val="BodyText"/>
    <w:link w:val="Heading4Char"/>
    <w:uiPriority w:val="9"/>
    <w:unhideWhenUsed/>
    <w:qFormat/>
    <w:rsid w:val="00592D94"/>
    <w:pPr>
      <w:numPr>
        <w:ilvl w:val="3"/>
      </w:numPr>
      <w:ind w:left="851" w:hanging="851"/>
      <w:outlineLvl w:val="3"/>
    </w:pPr>
    <w:rPr>
      <w:bCs w:val="0"/>
      <w:iCs/>
      <w:sz w:val="24"/>
    </w:rPr>
  </w:style>
  <w:style w:type="paragraph" w:styleId="Heading5">
    <w:name w:val="heading 5"/>
    <w:basedOn w:val="Heading4"/>
    <w:next w:val="BodyText"/>
    <w:link w:val="Heading5Char"/>
    <w:uiPriority w:val="9"/>
    <w:unhideWhenUsed/>
    <w:qFormat/>
    <w:rsid w:val="00592D94"/>
    <w:pPr>
      <w:numPr>
        <w:ilvl w:val="4"/>
      </w:numPr>
      <w:ind w:left="851" w:hanging="851"/>
      <w:outlineLvl w:val="4"/>
    </w:pPr>
    <w:rPr>
      <w:sz w:val="22"/>
    </w:rPr>
  </w:style>
  <w:style w:type="paragraph" w:styleId="Heading6">
    <w:name w:val="heading 6"/>
    <w:basedOn w:val="Heading5"/>
    <w:next w:val="BodyText"/>
    <w:link w:val="Heading6Char"/>
    <w:uiPriority w:val="9"/>
    <w:unhideWhenUsed/>
    <w:qFormat/>
    <w:rsid w:val="00592D94"/>
    <w:pPr>
      <w:numPr>
        <w:ilvl w:val="5"/>
      </w:numPr>
      <w:tabs>
        <w:tab w:val="clear" w:pos="851"/>
      </w:tabs>
      <w:ind w:left="1134" w:hanging="1134"/>
      <w:outlineLvl w:val="5"/>
    </w:pPr>
    <w:rPr>
      <w:iCs w:val="0"/>
      <w:sz w:val="20"/>
    </w:rPr>
  </w:style>
  <w:style w:type="paragraph" w:styleId="Heading7">
    <w:name w:val="heading 7"/>
    <w:basedOn w:val="Heading6"/>
    <w:next w:val="BodyText"/>
    <w:link w:val="Heading7Char"/>
    <w:uiPriority w:val="9"/>
    <w:unhideWhenUsed/>
    <w:qFormat/>
    <w:rsid w:val="00592D94"/>
    <w:pPr>
      <w:numPr>
        <w:ilvl w:val="6"/>
      </w:numPr>
      <w:tabs>
        <w:tab w:val="clear" w:pos="1134"/>
        <w:tab w:val="left" w:pos="1418"/>
      </w:tabs>
      <w:ind w:left="1418" w:hanging="1418"/>
      <w:outlineLvl w:val="6"/>
    </w:pPr>
    <w:rPr>
      <w:iCs/>
    </w:rPr>
  </w:style>
  <w:style w:type="paragraph" w:styleId="Heading8">
    <w:name w:val="heading 8"/>
    <w:basedOn w:val="Heading7"/>
    <w:next w:val="BodyText"/>
    <w:link w:val="Heading8Char"/>
    <w:uiPriority w:val="9"/>
    <w:unhideWhenUsed/>
    <w:qFormat/>
    <w:rsid w:val="00592D94"/>
    <w:pPr>
      <w:numPr>
        <w:ilvl w:val="7"/>
      </w:numPr>
      <w:ind w:left="1418" w:hanging="1418"/>
      <w:outlineLvl w:val="7"/>
    </w:pPr>
    <w:rPr>
      <w:szCs w:val="20"/>
    </w:rPr>
  </w:style>
  <w:style w:type="paragraph" w:styleId="Heading9">
    <w:name w:val="heading 9"/>
    <w:basedOn w:val="Heading8"/>
    <w:next w:val="BodyText"/>
    <w:link w:val="Heading9Char"/>
    <w:uiPriority w:val="9"/>
    <w:unhideWhenUsed/>
    <w:qFormat/>
    <w:rsid w:val="00592D94"/>
    <w:pPr>
      <w:numPr>
        <w:ilvl w:val="8"/>
      </w:numPr>
      <w:tabs>
        <w:tab w:val="clear" w:pos="1418"/>
      </w:tabs>
      <w:ind w:left="1701" w:hanging="1701"/>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Subtitle">
    <w:name w:val="Chapter Subtitle"/>
    <w:basedOn w:val="BodyText"/>
    <w:next w:val="BodyText"/>
    <w:qFormat/>
    <w:rsid w:val="00592D94"/>
    <w:pPr>
      <w:jc w:val="center"/>
    </w:pPr>
    <w:rPr>
      <w:i/>
      <w:color w:val="737373"/>
      <w:sz w:val="22"/>
    </w:rPr>
  </w:style>
  <w:style w:type="paragraph" w:customStyle="1" w:styleId="BodyText-FirstLine">
    <w:name w:val="Body Text - First Line"/>
    <w:basedOn w:val="BodyText"/>
    <w:next w:val="BodyText"/>
    <w:link w:val="BodyText-FirstLineChar"/>
    <w:qFormat/>
    <w:rsid w:val="00592D94"/>
    <w:pPr>
      <w:spacing w:before="360"/>
    </w:pPr>
  </w:style>
  <w:style w:type="paragraph" w:styleId="BodyText">
    <w:name w:val="Body Text"/>
    <w:link w:val="BodyTextChar"/>
    <w:uiPriority w:val="99"/>
    <w:unhideWhenUsed/>
    <w:rsid w:val="00592D94"/>
    <w:pPr>
      <w:tabs>
        <w:tab w:val="left" w:pos="567"/>
        <w:tab w:val="left" w:pos="1134"/>
        <w:tab w:val="left" w:pos="1701"/>
        <w:tab w:val="left" w:pos="2268"/>
        <w:tab w:val="left" w:pos="2835"/>
        <w:tab w:val="left" w:pos="3402"/>
        <w:tab w:val="left" w:pos="3969"/>
        <w:tab w:val="left" w:pos="4536"/>
        <w:tab w:val="left" w:pos="5103"/>
      </w:tabs>
      <w:spacing w:after="160" w:line="260" w:lineRule="atLeast"/>
    </w:pPr>
    <w:rPr>
      <w:rFonts w:ascii="Century Gothic" w:eastAsiaTheme="minorEastAsia" w:hAnsi="Century Gothic" w:cstheme="minorBidi"/>
      <w:spacing w:val="4"/>
      <w:kern w:val="18"/>
      <w:sz w:val="18"/>
      <w:szCs w:val="22"/>
    </w:rPr>
  </w:style>
  <w:style w:type="character" w:customStyle="1" w:styleId="BodyTextChar">
    <w:name w:val="Body Text Char"/>
    <w:basedOn w:val="DefaultParagraphFont"/>
    <w:link w:val="BodyText"/>
    <w:uiPriority w:val="99"/>
    <w:rsid w:val="00592D94"/>
    <w:rPr>
      <w:rFonts w:ascii="Century Gothic" w:eastAsiaTheme="minorEastAsia" w:hAnsi="Century Gothic" w:cstheme="minorBidi"/>
      <w:spacing w:val="4"/>
      <w:kern w:val="18"/>
      <w:sz w:val="18"/>
      <w:szCs w:val="22"/>
    </w:rPr>
  </w:style>
  <w:style w:type="character" w:customStyle="1" w:styleId="BodyText-FirstLineChar">
    <w:name w:val="Body Text - First Line Char"/>
    <w:basedOn w:val="BodyTextChar"/>
    <w:link w:val="BodyText-FirstLine"/>
    <w:rsid w:val="00FD79CE"/>
    <w:rPr>
      <w:rFonts w:ascii="Century Gothic" w:eastAsiaTheme="minorEastAsia" w:hAnsi="Century Gothic" w:cstheme="minorBidi"/>
      <w:spacing w:val="4"/>
      <w:kern w:val="18"/>
      <w:sz w:val="18"/>
      <w:szCs w:val="22"/>
    </w:rPr>
  </w:style>
  <w:style w:type="paragraph" w:customStyle="1" w:styleId="BodyTextCondensed">
    <w:name w:val="Body Text Condensed"/>
    <w:basedOn w:val="BodyText"/>
    <w:qFormat/>
    <w:rsid w:val="00592D94"/>
    <w:pPr>
      <w:spacing w:after="0"/>
    </w:pPr>
  </w:style>
  <w:style w:type="character" w:customStyle="1" w:styleId="Heading2Char">
    <w:name w:val="Heading 2 Char"/>
    <w:basedOn w:val="DefaultParagraphFont"/>
    <w:link w:val="Heading2"/>
    <w:uiPriority w:val="9"/>
    <w:rsid w:val="00592D94"/>
    <w:rPr>
      <w:rFonts w:ascii="Century Gothic" w:eastAsiaTheme="majorEastAsia" w:hAnsi="Century Gothic" w:cstheme="majorBidi"/>
      <w:b/>
      <w:color w:val="737373"/>
      <w:spacing w:val="4"/>
      <w:kern w:val="28"/>
      <w:sz w:val="32"/>
      <w:szCs w:val="26"/>
    </w:rPr>
  </w:style>
  <w:style w:type="character" w:customStyle="1" w:styleId="Heading3Char">
    <w:name w:val="Heading 3 Char"/>
    <w:basedOn w:val="DefaultParagraphFont"/>
    <w:link w:val="Heading3"/>
    <w:uiPriority w:val="9"/>
    <w:rsid w:val="00592D94"/>
    <w:rPr>
      <w:rFonts w:ascii="Century Gothic" w:eastAsiaTheme="majorEastAsia" w:hAnsi="Century Gothic" w:cstheme="majorBidi"/>
      <w:b/>
      <w:bCs/>
      <w:color w:val="737373"/>
      <w:spacing w:val="4"/>
      <w:kern w:val="28"/>
      <w:sz w:val="28"/>
      <w:szCs w:val="26"/>
    </w:rPr>
  </w:style>
  <w:style w:type="character" w:customStyle="1" w:styleId="Heading4Char">
    <w:name w:val="Heading 4 Char"/>
    <w:basedOn w:val="DefaultParagraphFont"/>
    <w:link w:val="Heading4"/>
    <w:uiPriority w:val="9"/>
    <w:rsid w:val="00592D94"/>
    <w:rPr>
      <w:rFonts w:ascii="Century Gothic" w:eastAsiaTheme="majorEastAsia" w:hAnsi="Century Gothic" w:cstheme="majorBidi"/>
      <w:b/>
      <w:iCs/>
      <w:color w:val="737373"/>
      <w:spacing w:val="4"/>
      <w:kern w:val="28"/>
      <w:sz w:val="24"/>
      <w:szCs w:val="26"/>
    </w:rPr>
  </w:style>
  <w:style w:type="character" w:styleId="Emphasis">
    <w:name w:val="Emphasis"/>
    <w:basedOn w:val="DefaultParagraphFont"/>
    <w:uiPriority w:val="20"/>
    <w:qFormat/>
    <w:rsid w:val="00592D94"/>
    <w:rPr>
      <w:i/>
      <w:iCs/>
    </w:rPr>
  </w:style>
  <w:style w:type="paragraph" w:styleId="Index1">
    <w:name w:val="index 1"/>
    <w:basedOn w:val="BodyText"/>
    <w:uiPriority w:val="99"/>
    <w:unhideWhenUsed/>
    <w:rsid w:val="00592D94"/>
    <w:pPr>
      <w:spacing w:after="0" w:line="240" w:lineRule="auto"/>
    </w:pPr>
  </w:style>
  <w:style w:type="paragraph" w:styleId="Index2">
    <w:name w:val="index 2"/>
    <w:basedOn w:val="Index1"/>
    <w:uiPriority w:val="99"/>
    <w:unhideWhenUsed/>
    <w:rsid w:val="00592D94"/>
    <w:pPr>
      <w:spacing w:after="160" w:line="260" w:lineRule="atLeast"/>
      <w:ind w:left="340" w:hanging="170"/>
    </w:pPr>
  </w:style>
  <w:style w:type="paragraph" w:styleId="Index3">
    <w:name w:val="index 3"/>
    <w:basedOn w:val="Index2"/>
    <w:uiPriority w:val="99"/>
    <w:unhideWhenUsed/>
    <w:rsid w:val="00592D94"/>
    <w:pPr>
      <w:ind w:left="510"/>
    </w:pPr>
  </w:style>
  <w:style w:type="paragraph" w:styleId="Index4">
    <w:name w:val="index 4"/>
    <w:basedOn w:val="Normal"/>
    <w:semiHidden/>
    <w:pPr>
      <w:ind w:left="880" w:hanging="220"/>
    </w:pPr>
    <w:rPr>
      <w:rFonts w:ascii="Times New Roman" w:hAnsi="Times New Roman"/>
      <w:szCs w:val="18"/>
    </w:rPr>
  </w:style>
  <w:style w:type="paragraph" w:styleId="Index5">
    <w:name w:val="index 5"/>
    <w:basedOn w:val="Normal"/>
    <w:semiHidden/>
    <w:pPr>
      <w:ind w:left="1100" w:hanging="220"/>
    </w:pPr>
    <w:rPr>
      <w:rFonts w:ascii="Times New Roman" w:hAnsi="Times New Roman"/>
      <w:szCs w:val="18"/>
    </w:rPr>
  </w:style>
  <w:style w:type="paragraph" w:styleId="Index6">
    <w:name w:val="index 6"/>
    <w:basedOn w:val="Index1"/>
    <w:next w:val="Normal"/>
    <w:semiHidden/>
    <w:pPr>
      <w:ind w:left="1320"/>
    </w:pPr>
  </w:style>
  <w:style w:type="paragraph" w:styleId="Index7">
    <w:name w:val="index 7"/>
    <w:basedOn w:val="Index1"/>
    <w:next w:val="Normal"/>
    <w:semiHidden/>
    <w:pPr>
      <w:ind w:left="1540"/>
    </w:pPr>
  </w:style>
  <w:style w:type="paragraph" w:styleId="Index8">
    <w:name w:val="index 8"/>
    <w:basedOn w:val="Normal"/>
    <w:next w:val="Normal"/>
    <w:semiHidden/>
    <w:pPr>
      <w:ind w:left="1760" w:hanging="220"/>
    </w:pPr>
    <w:rPr>
      <w:rFonts w:ascii="Times New Roman" w:hAnsi="Times New Roman"/>
      <w:szCs w:val="18"/>
    </w:rPr>
  </w:style>
  <w:style w:type="paragraph" w:styleId="TOC1">
    <w:name w:val="toc 1"/>
    <w:basedOn w:val="BodyText"/>
    <w:autoRedefine/>
    <w:uiPriority w:val="39"/>
    <w:unhideWhenUsed/>
    <w:rsid w:val="00592D94"/>
    <w:pPr>
      <w:tabs>
        <w:tab w:val="clear" w:pos="567"/>
        <w:tab w:val="clear" w:pos="1134"/>
        <w:tab w:val="clear" w:pos="1701"/>
        <w:tab w:val="clear" w:pos="2268"/>
        <w:tab w:val="clear" w:pos="2835"/>
        <w:tab w:val="clear" w:pos="3402"/>
        <w:tab w:val="clear" w:pos="3969"/>
        <w:tab w:val="clear" w:pos="4536"/>
        <w:tab w:val="clear" w:pos="5103"/>
        <w:tab w:val="right" w:leader="dot" w:pos="9061"/>
      </w:tabs>
      <w:spacing w:before="120" w:after="120" w:line="240" w:lineRule="auto"/>
    </w:pPr>
    <w:rPr>
      <w:b/>
      <w:sz w:val="16"/>
    </w:rPr>
  </w:style>
  <w:style w:type="paragraph" w:styleId="TOC2">
    <w:name w:val="toc 2"/>
    <w:basedOn w:val="TOC1"/>
    <w:autoRedefine/>
    <w:uiPriority w:val="39"/>
    <w:unhideWhenUsed/>
    <w:rsid w:val="00592D94"/>
    <w:pPr>
      <w:spacing w:before="20" w:after="20"/>
    </w:pPr>
    <w:rPr>
      <w:b w:val="0"/>
      <w:spacing w:val="0"/>
    </w:rPr>
  </w:style>
  <w:style w:type="paragraph" w:styleId="TOC3">
    <w:name w:val="toc 3"/>
    <w:basedOn w:val="TOC2"/>
    <w:autoRedefine/>
    <w:uiPriority w:val="39"/>
    <w:unhideWhenUsed/>
    <w:rsid w:val="00592D94"/>
    <w:pPr>
      <w:ind w:left="284"/>
    </w:pPr>
  </w:style>
  <w:style w:type="paragraph" w:styleId="TOC4">
    <w:name w:val="toc 4"/>
    <w:basedOn w:val="TOC3"/>
    <w:next w:val="Normal"/>
    <w:autoRedefine/>
    <w:uiPriority w:val="39"/>
    <w:unhideWhenUsed/>
    <w:rsid w:val="00592D94"/>
    <w:pPr>
      <w:spacing w:after="100"/>
      <w:ind w:left="660"/>
    </w:pPr>
  </w:style>
  <w:style w:type="paragraph" w:styleId="TOC5">
    <w:name w:val="toc 5"/>
    <w:basedOn w:val="TOC4"/>
    <w:next w:val="Normal"/>
    <w:autoRedefine/>
    <w:uiPriority w:val="39"/>
    <w:semiHidden/>
    <w:unhideWhenUsed/>
    <w:rsid w:val="00592D94"/>
    <w:pPr>
      <w:ind w:left="880"/>
    </w:pPr>
  </w:style>
  <w:style w:type="paragraph" w:styleId="TOC6">
    <w:name w:val="toc 6"/>
    <w:basedOn w:val="TOC5"/>
    <w:next w:val="Normal"/>
    <w:autoRedefine/>
    <w:uiPriority w:val="39"/>
    <w:semiHidden/>
    <w:unhideWhenUsed/>
    <w:rsid w:val="00592D94"/>
    <w:pPr>
      <w:ind w:left="1100"/>
    </w:pPr>
  </w:style>
  <w:style w:type="paragraph" w:styleId="TOC7">
    <w:name w:val="toc 7"/>
    <w:basedOn w:val="TOC6"/>
    <w:next w:val="Normal"/>
    <w:autoRedefine/>
    <w:uiPriority w:val="39"/>
    <w:semiHidden/>
    <w:unhideWhenUsed/>
    <w:rsid w:val="00592D94"/>
    <w:pPr>
      <w:ind w:left="1320"/>
    </w:pPr>
  </w:style>
  <w:style w:type="paragraph" w:styleId="TOC8">
    <w:name w:val="toc 8"/>
    <w:basedOn w:val="TOC7"/>
    <w:next w:val="Normal"/>
    <w:autoRedefine/>
    <w:uiPriority w:val="39"/>
    <w:unhideWhenUsed/>
    <w:rsid w:val="00592D94"/>
    <w:pPr>
      <w:ind w:left="1540"/>
    </w:pPr>
  </w:style>
  <w:style w:type="paragraph" w:styleId="TOC9">
    <w:name w:val="toc 9"/>
    <w:basedOn w:val="TOC8"/>
    <w:next w:val="Normal"/>
    <w:autoRedefine/>
    <w:uiPriority w:val="39"/>
    <w:semiHidden/>
    <w:unhideWhenUsed/>
    <w:rsid w:val="00592D94"/>
    <w:pPr>
      <w:ind w:left="1760"/>
    </w:pPr>
  </w:style>
  <w:style w:type="paragraph" w:styleId="CommentText">
    <w:name w:val="annotation text"/>
    <w:basedOn w:val="Normal"/>
    <w:link w:val="CommentTextChar"/>
    <w:semiHidden/>
    <w:pPr>
      <w:tabs>
        <w:tab w:val="left" w:pos="187"/>
      </w:tabs>
      <w:spacing w:after="120" w:line="220" w:lineRule="exact"/>
      <w:ind w:left="187" w:hanging="187"/>
    </w:pPr>
  </w:style>
  <w:style w:type="paragraph" w:styleId="Header">
    <w:name w:val="header"/>
    <w:basedOn w:val="BodyText"/>
    <w:link w:val="HeaderChar"/>
    <w:uiPriority w:val="99"/>
    <w:unhideWhenUsed/>
    <w:rsid w:val="00592D94"/>
    <w:pPr>
      <w:tabs>
        <w:tab w:val="clear" w:pos="567"/>
        <w:tab w:val="clear" w:pos="1134"/>
        <w:tab w:val="clear" w:pos="1701"/>
        <w:tab w:val="clear" w:pos="2268"/>
        <w:tab w:val="clear" w:pos="2835"/>
        <w:tab w:val="clear" w:pos="3402"/>
        <w:tab w:val="clear" w:pos="3969"/>
        <w:tab w:val="clear" w:pos="4536"/>
        <w:tab w:val="clear" w:pos="5103"/>
        <w:tab w:val="right" w:pos="9072"/>
      </w:tabs>
      <w:spacing w:after="0" w:line="240" w:lineRule="auto"/>
    </w:pPr>
    <w:rPr>
      <w:b/>
      <w:caps/>
      <w:color w:val="0073CF"/>
      <w:spacing w:val="26"/>
      <w:sz w:val="16"/>
    </w:rPr>
  </w:style>
  <w:style w:type="paragraph" w:styleId="Footer">
    <w:name w:val="footer"/>
    <w:basedOn w:val="BodyText"/>
    <w:link w:val="FooterChar"/>
    <w:uiPriority w:val="99"/>
    <w:unhideWhenUsed/>
    <w:rsid w:val="00592D94"/>
    <w:pPr>
      <w:tabs>
        <w:tab w:val="clear" w:pos="567"/>
        <w:tab w:val="clear" w:pos="1134"/>
        <w:tab w:val="clear" w:pos="1701"/>
        <w:tab w:val="clear" w:pos="2268"/>
        <w:tab w:val="clear" w:pos="2835"/>
        <w:tab w:val="clear" w:pos="3402"/>
        <w:tab w:val="clear" w:pos="3969"/>
        <w:tab w:val="clear" w:pos="4536"/>
        <w:tab w:val="clear" w:pos="5103"/>
        <w:tab w:val="right" w:pos="8789"/>
      </w:tabs>
      <w:spacing w:after="0" w:line="240" w:lineRule="auto"/>
      <w:ind w:left="1134"/>
    </w:pPr>
    <w:rPr>
      <w:color w:val="737373"/>
      <w:spacing w:val="6"/>
      <w:sz w:val="16"/>
    </w:rPr>
  </w:style>
  <w:style w:type="paragraph" w:styleId="IndexHeading">
    <w:name w:val="index heading"/>
    <w:basedOn w:val="BodyText"/>
    <w:next w:val="Index1"/>
    <w:uiPriority w:val="99"/>
    <w:unhideWhenUsed/>
    <w:rsid w:val="00592D94"/>
    <w:pPr>
      <w:keepNext/>
      <w:spacing w:before="260" w:after="0" w:line="240" w:lineRule="auto"/>
    </w:pPr>
    <w:rPr>
      <w:rFonts w:eastAsiaTheme="majorEastAsia" w:cstheme="majorBidi"/>
      <w:b/>
      <w:bCs/>
      <w:color w:val="0073CF"/>
      <w:spacing w:val="20"/>
      <w:sz w:val="26"/>
    </w:rPr>
  </w:style>
  <w:style w:type="paragraph" w:styleId="Caption">
    <w:name w:val="caption"/>
    <w:basedOn w:val="BodyText"/>
    <w:next w:val="BodyText-FirstLine"/>
    <w:uiPriority w:val="35"/>
    <w:unhideWhenUsed/>
    <w:qFormat/>
    <w:rsid w:val="00592D94"/>
    <w:pPr>
      <w:spacing w:line="240" w:lineRule="auto"/>
    </w:pPr>
    <w:rPr>
      <w:b/>
      <w:bCs/>
      <w:i/>
      <w:sz w:val="16"/>
      <w:szCs w:val="18"/>
    </w:rPr>
  </w:style>
  <w:style w:type="paragraph" w:styleId="TableofFigures">
    <w:name w:val="table of figures"/>
    <w:basedOn w:val="Normal"/>
    <w:semiHidden/>
    <w:pPr>
      <w:tabs>
        <w:tab w:val="right" w:leader="dot" w:pos="8640"/>
      </w:tabs>
      <w:ind w:left="720" w:hanging="720"/>
    </w:pPr>
  </w:style>
  <w:style w:type="paragraph" w:styleId="EndnoteText">
    <w:name w:val="endnote text"/>
    <w:basedOn w:val="Normal"/>
    <w:semiHidden/>
    <w:pPr>
      <w:tabs>
        <w:tab w:val="left" w:pos="187"/>
      </w:tabs>
      <w:spacing w:after="120" w:line="220" w:lineRule="exact"/>
      <w:ind w:left="187" w:hanging="187"/>
    </w:pPr>
  </w:style>
  <w:style w:type="paragraph" w:styleId="TableofAuthorities">
    <w:name w:val="table of authorities"/>
    <w:basedOn w:val="Normal"/>
    <w:semiHidden/>
    <w:pPr>
      <w:tabs>
        <w:tab w:val="right" w:leader="dot" w:pos="8640"/>
      </w:tabs>
      <w:spacing w:after="240"/>
    </w:pPr>
    <w:rPr>
      <w:sz w:val="20"/>
    </w:rPr>
  </w:style>
  <w:style w:type="paragraph" w:styleId="MacroText">
    <w:name w:val="macro"/>
    <w:basedOn w:val="Normal"/>
    <w:semiHidden/>
    <w:rsid w:val="00433B1D"/>
    <w:pPr>
      <w:spacing w:before="240" w:after="120"/>
      <w:jc w:val="both"/>
    </w:pPr>
    <w:rPr>
      <w:rFonts w:ascii="Courier New" w:hAnsi="Courier New"/>
      <w:spacing w:val="-5"/>
      <w:sz w:val="24"/>
    </w:rPr>
  </w:style>
  <w:style w:type="paragraph" w:styleId="List">
    <w:name w:val="List"/>
    <w:basedOn w:val="Normal"/>
    <w:link w:val="ListChar"/>
    <w:semiHidden/>
    <w:rsid w:val="002145EC"/>
    <w:pPr>
      <w:ind w:left="283" w:hanging="283"/>
    </w:pPr>
  </w:style>
  <w:style w:type="character" w:customStyle="1" w:styleId="ListChar">
    <w:name w:val="List Char"/>
    <w:link w:val="List"/>
    <w:rsid w:val="001915CF"/>
    <w:rPr>
      <w:rFonts w:ascii="Calibri" w:hAnsi="Calibri"/>
      <w:spacing w:val="4"/>
      <w:sz w:val="22"/>
      <w:szCs w:val="24"/>
      <w:lang w:val="en-AU" w:eastAsia="en-AU" w:bidi="ar-SA"/>
    </w:rPr>
  </w:style>
  <w:style w:type="paragraph" w:styleId="ListBullet">
    <w:name w:val="List Bullet"/>
    <w:basedOn w:val="BodyText"/>
    <w:uiPriority w:val="99"/>
    <w:unhideWhenUsed/>
    <w:rsid w:val="00592D94"/>
    <w:pPr>
      <w:numPr>
        <w:numId w:val="6"/>
      </w:numPr>
    </w:pPr>
  </w:style>
  <w:style w:type="paragraph" w:styleId="ListNumber">
    <w:name w:val="List Number"/>
    <w:basedOn w:val="BodyText"/>
    <w:uiPriority w:val="99"/>
    <w:unhideWhenUsed/>
    <w:rsid w:val="00592D94"/>
    <w:pPr>
      <w:numPr>
        <w:numId w:val="25"/>
      </w:numPr>
    </w:pPr>
  </w:style>
  <w:style w:type="paragraph" w:styleId="List2">
    <w:name w:val="List 2"/>
    <w:basedOn w:val="Normal"/>
    <w:uiPriority w:val="99"/>
    <w:semiHidden/>
    <w:unhideWhenUsed/>
    <w:rsid w:val="00592D94"/>
    <w:pPr>
      <w:ind w:left="566" w:hanging="283"/>
      <w:contextualSpacing/>
    </w:pPr>
  </w:style>
  <w:style w:type="paragraph" w:styleId="List3">
    <w:name w:val="List 3"/>
    <w:basedOn w:val="Normal"/>
    <w:semiHidden/>
    <w:rsid w:val="002145EC"/>
    <w:pPr>
      <w:ind w:left="849" w:hanging="283"/>
    </w:pPr>
  </w:style>
  <w:style w:type="paragraph" w:styleId="List4">
    <w:name w:val="List 4"/>
    <w:basedOn w:val="Normal"/>
    <w:semiHidden/>
    <w:rsid w:val="002145EC"/>
    <w:pPr>
      <w:ind w:left="1132" w:hanging="283"/>
    </w:pPr>
  </w:style>
  <w:style w:type="paragraph" w:styleId="List5">
    <w:name w:val="List 5"/>
    <w:basedOn w:val="Normal"/>
    <w:semiHidden/>
    <w:rsid w:val="002145EC"/>
    <w:pPr>
      <w:ind w:left="1415" w:hanging="283"/>
    </w:pPr>
  </w:style>
  <w:style w:type="paragraph" w:styleId="ListBullet2">
    <w:name w:val="List Bullet 2"/>
    <w:basedOn w:val="ListBullet"/>
    <w:uiPriority w:val="99"/>
    <w:unhideWhenUsed/>
    <w:rsid w:val="00592D94"/>
    <w:pPr>
      <w:numPr>
        <w:ilvl w:val="1"/>
      </w:numPr>
    </w:pPr>
  </w:style>
  <w:style w:type="paragraph" w:styleId="ListBullet3">
    <w:name w:val="List Bullet 3"/>
    <w:basedOn w:val="ListBullet"/>
    <w:uiPriority w:val="99"/>
    <w:unhideWhenUsed/>
    <w:rsid w:val="00592D94"/>
    <w:pPr>
      <w:numPr>
        <w:ilvl w:val="2"/>
      </w:numPr>
    </w:pPr>
  </w:style>
  <w:style w:type="paragraph" w:styleId="ListBullet4">
    <w:name w:val="List Bullet 4"/>
    <w:basedOn w:val="ListBullet"/>
    <w:uiPriority w:val="99"/>
    <w:unhideWhenUsed/>
    <w:rsid w:val="00592D94"/>
    <w:pPr>
      <w:numPr>
        <w:ilvl w:val="3"/>
      </w:numPr>
    </w:pPr>
  </w:style>
  <w:style w:type="paragraph" w:styleId="ListBullet5">
    <w:name w:val="List Bullet 5"/>
    <w:basedOn w:val="ListBullet3"/>
    <w:uiPriority w:val="99"/>
    <w:unhideWhenUsed/>
    <w:rsid w:val="00592D94"/>
    <w:pPr>
      <w:numPr>
        <w:ilvl w:val="4"/>
      </w:numPr>
    </w:pPr>
  </w:style>
  <w:style w:type="paragraph" w:styleId="ListNumber2">
    <w:name w:val="List Number 2"/>
    <w:basedOn w:val="ListNumber"/>
    <w:uiPriority w:val="99"/>
    <w:unhideWhenUsed/>
    <w:rsid w:val="00592D94"/>
    <w:pPr>
      <w:numPr>
        <w:ilvl w:val="1"/>
      </w:numPr>
    </w:pPr>
  </w:style>
  <w:style w:type="paragraph" w:styleId="ListNumber3">
    <w:name w:val="List Number 3"/>
    <w:basedOn w:val="ListNumber"/>
    <w:uiPriority w:val="99"/>
    <w:unhideWhenUsed/>
    <w:rsid w:val="00592D94"/>
    <w:pPr>
      <w:numPr>
        <w:ilvl w:val="2"/>
      </w:numPr>
    </w:pPr>
  </w:style>
  <w:style w:type="paragraph" w:styleId="ListNumber4">
    <w:name w:val="List Number 4"/>
    <w:basedOn w:val="ListNumber"/>
    <w:uiPriority w:val="99"/>
    <w:unhideWhenUsed/>
    <w:rsid w:val="00592D94"/>
    <w:pPr>
      <w:numPr>
        <w:ilvl w:val="3"/>
      </w:numPr>
    </w:pPr>
  </w:style>
  <w:style w:type="paragraph" w:styleId="ListNumber5">
    <w:name w:val="List Number 5"/>
    <w:basedOn w:val="ListNumber"/>
    <w:uiPriority w:val="99"/>
    <w:unhideWhenUsed/>
    <w:rsid w:val="00592D94"/>
    <w:pPr>
      <w:numPr>
        <w:ilvl w:val="4"/>
      </w:numPr>
    </w:pPr>
  </w:style>
  <w:style w:type="paragraph" w:styleId="BodyTextIndent">
    <w:name w:val="Body Text Indent"/>
    <w:basedOn w:val="Normal"/>
    <w:semiHidden/>
    <w:rsid w:val="002145EC"/>
    <w:pPr>
      <w:spacing w:after="120"/>
      <w:ind w:left="283"/>
    </w:pPr>
  </w:style>
  <w:style w:type="paragraph" w:styleId="ListContinue">
    <w:name w:val="List Continue"/>
    <w:basedOn w:val="BodyText"/>
    <w:link w:val="ListContinueChar"/>
    <w:uiPriority w:val="99"/>
    <w:unhideWhenUsed/>
    <w:rsid w:val="00592D94"/>
    <w:pPr>
      <w:ind w:left="567"/>
    </w:pPr>
  </w:style>
  <w:style w:type="character" w:customStyle="1" w:styleId="ListContinueChar">
    <w:name w:val="List Continue Char"/>
    <w:link w:val="ListContinue"/>
    <w:uiPriority w:val="99"/>
    <w:rsid w:val="001915CF"/>
    <w:rPr>
      <w:rFonts w:ascii="Century Gothic" w:eastAsiaTheme="minorEastAsia" w:hAnsi="Century Gothic" w:cstheme="minorBidi"/>
      <w:spacing w:val="4"/>
      <w:kern w:val="18"/>
      <w:sz w:val="18"/>
      <w:szCs w:val="22"/>
    </w:rPr>
  </w:style>
  <w:style w:type="paragraph" w:styleId="ListContinue2">
    <w:name w:val="List Continue 2"/>
    <w:basedOn w:val="ListContinue"/>
    <w:uiPriority w:val="99"/>
    <w:unhideWhenUsed/>
    <w:rsid w:val="00592D94"/>
    <w:pPr>
      <w:ind w:left="1134"/>
    </w:pPr>
  </w:style>
  <w:style w:type="paragraph" w:styleId="ListContinue3">
    <w:name w:val="List Continue 3"/>
    <w:basedOn w:val="ListContinue"/>
    <w:uiPriority w:val="99"/>
    <w:unhideWhenUsed/>
    <w:rsid w:val="00592D94"/>
    <w:pPr>
      <w:ind w:left="1701"/>
    </w:pPr>
  </w:style>
  <w:style w:type="paragraph" w:styleId="ListContinue4">
    <w:name w:val="List Continue 4"/>
    <w:basedOn w:val="ListContinue"/>
    <w:uiPriority w:val="99"/>
    <w:unhideWhenUsed/>
    <w:rsid w:val="00592D94"/>
    <w:pPr>
      <w:ind w:left="2268"/>
    </w:pPr>
  </w:style>
  <w:style w:type="paragraph" w:styleId="ListContinue5">
    <w:name w:val="List Continue 5"/>
    <w:basedOn w:val="Normal"/>
    <w:uiPriority w:val="99"/>
    <w:unhideWhenUsed/>
    <w:rsid w:val="00592D94"/>
    <w:pPr>
      <w:ind w:left="2835"/>
    </w:pPr>
  </w:style>
  <w:style w:type="paragraph" w:styleId="Title">
    <w:name w:val="Title"/>
    <w:basedOn w:val="BodyText"/>
    <w:next w:val="BodyText"/>
    <w:link w:val="TitleChar"/>
    <w:uiPriority w:val="10"/>
    <w:qFormat/>
    <w:rsid w:val="00592D94"/>
    <w:pPr>
      <w:spacing w:after="0" w:line="240" w:lineRule="auto"/>
      <w:ind w:left="2268"/>
    </w:pPr>
    <w:rPr>
      <w:rFonts w:eastAsiaTheme="majorEastAsia" w:cstheme="majorBidi"/>
      <w:color w:val="737373"/>
      <w:kern w:val="28"/>
      <w:sz w:val="48"/>
      <w:szCs w:val="52"/>
    </w:rPr>
  </w:style>
  <w:style w:type="paragraph" w:styleId="Subtitle">
    <w:name w:val="Subtitle"/>
    <w:basedOn w:val="Title"/>
    <w:next w:val="BodyText"/>
    <w:link w:val="SubtitleChar"/>
    <w:uiPriority w:val="11"/>
    <w:qFormat/>
    <w:rsid w:val="00592D94"/>
    <w:pPr>
      <w:numPr>
        <w:ilvl w:val="1"/>
      </w:numPr>
      <w:ind w:left="284"/>
    </w:pPr>
    <w:rPr>
      <w:rFonts w:asciiTheme="majorHAnsi" w:hAnsiTheme="majorHAnsi"/>
      <w:i/>
      <w:iCs/>
      <w:color w:val="4F81BD" w:themeColor="accent1"/>
      <w:spacing w:val="15"/>
      <w:sz w:val="24"/>
      <w:szCs w:val="24"/>
    </w:rPr>
  </w:style>
  <w:style w:type="paragraph" w:customStyle="1" w:styleId="IndexBase">
    <w:name w:val="Index Base"/>
    <w:basedOn w:val="Normal"/>
    <w:semiHidden/>
    <w:pPr>
      <w:tabs>
        <w:tab w:val="right" w:pos="3960"/>
      </w:tabs>
      <w:spacing w:line="240" w:lineRule="atLeast"/>
    </w:pPr>
  </w:style>
  <w:style w:type="paragraph" w:customStyle="1" w:styleId="StepNumber">
    <w:name w:val="Step Number"/>
    <w:basedOn w:val="BodyText"/>
    <w:qFormat/>
    <w:rsid w:val="00592D94"/>
    <w:pPr>
      <w:numPr>
        <w:numId w:val="7"/>
      </w:numPr>
    </w:pPr>
  </w:style>
  <w:style w:type="character" w:customStyle="1" w:styleId="BugNumber">
    <w:name w:val="Bug Number"/>
    <w:basedOn w:val="DefaultParagraphFont"/>
    <w:uiPriority w:val="1"/>
    <w:qFormat/>
    <w:rsid w:val="00592D94"/>
    <w:rPr>
      <w:color w:val="737373"/>
      <w:sz w:val="16"/>
    </w:rPr>
  </w:style>
  <w:style w:type="paragraph" w:customStyle="1" w:styleId="ReturnAddress">
    <w:name w:val="Return Address"/>
    <w:basedOn w:val="BodyText"/>
    <w:qFormat/>
    <w:rsid w:val="00A378A0"/>
    <w:pPr>
      <w:spacing w:before="40" w:after="40" w:line="240" w:lineRule="auto"/>
      <w:jc w:val="center"/>
    </w:pPr>
    <w:rPr>
      <w:color w:val="808080" w:themeColor="background1" w:themeShade="80"/>
      <w:spacing w:val="2"/>
    </w:rPr>
  </w:style>
  <w:style w:type="paragraph" w:customStyle="1" w:styleId="SectionLabel">
    <w:name w:val="Section Label"/>
    <w:next w:val="BodyText"/>
    <w:semiHidden/>
    <w:rsid w:val="00751AAD"/>
    <w:pPr>
      <w:spacing w:before="1440" w:after="360"/>
    </w:pPr>
    <w:rPr>
      <w:rFonts w:ascii="Calibri" w:hAnsi="Calibri"/>
      <w:color w:val="006AB2"/>
      <w:sz w:val="72"/>
      <w:lang w:eastAsia="en-US"/>
    </w:rPr>
  </w:style>
  <w:style w:type="paragraph" w:customStyle="1" w:styleId="SubtitleCover">
    <w:name w:val="Subtitle Cover"/>
    <w:next w:val="TitleCover"/>
    <w:semiHidden/>
    <w:rsid w:val="00C14CE1"/>
    <w:pPr>
      <w:keepNext/>
      <w:spacing w:before="1680"/>
    </w:pPr>
    <w:rPr>
      <w:rFonts w:ascii="Calibri" w:hAnsi="Calibri"/>
      <w:color w:val="929292"/>
      <w:spacing w:val="-15"/>
      <w:kern w:val="28"/>
      <w:sz w:val="56"/>
      <w:lang w:eastAsia="en-US"/>
    </w:rPr>
  </w:style>
  <w:style w:type="paragraph" w:customStyle="1" w:styleId="TitleCover">
    <w:name w:val="Title Cover"/>
    <w:basedOn w:val="Title"/>
    <w:qFormat/>
    <w:rsid w:val="00592D94"/>
    <w:pPr>
      <w:keepNext/>
      <w:spacing w:before="9600"/>
    </w:pPr>
    <w:rPr>
      <w:color w:val="00A1DE"/>
      <w:sz w:val="56"/>
    </w:rPr>
  </w:style>
  <w:style w:type="character" w:styleId="FootnoteReference">
    <w:name w:val="footnote reference"/>
    <w:semiHidden/>
    <w:rPr>
      <w:sz w:val="18"/>
      <w:vertAlign w:val="superscript"/>
    </w:rPr>
  </w:style>
  <w:style w:type="character" w:styleId="CommentReference">
    <w:name w:val="annotation reference"/>
    <w:semiHidden/>
    <w:rPr>
      <w:sz w:val="16"/>
    </w:rPr>
  </w:style>
  <w:style w:type="character" w:styleId="LineNumber">
    <w:name w:val="line number"/>
    <w:basedOn w:val="DefaultParagraphFont"/>
    <w:semiHidden/>
    <w:rsid w:val="002145EC"/>
  </w:style>
  <w:style w:type="character" w:styleId="PageNumber">
    <w:name w:val="page number"/>
    <w:basedOn w:val="DefaultParagraphFont"/>
    <w:uiPriority w:val="99"/>
    <w:unhideWhenUsed/>
    <w:rsid w:val="00592D94"/>
    <w:rPr>
      <w:color w:val="auto"/>
    </w:rPr>
  </w:style>
  <w:style w:type="character" w:styleId="EndnoteReference">
    <w:name w:val="endnote reference"/>
    <w:semiHidden/>
    <w:rPr>
      <w:sz w:val="18"/>
      <w:vertAlign w:val="superscript"/>
    </w:rPr>
  </w:style>
  <w:style w:type="paragraph" w:styleId="FootnoteText">
    <w:name w:val="footnote text"/>
    <w:basedOn w:val="Normal"/>
    <w:semiHidden/>
    <w:rsid w:val="0045701D"/>
    <w:pPr>
      <w:spacing w:before="240" w:after="120"/>
    </w:pPr>
  </w:style>
  <w:style w:type="paragraph" w:styleId="Index9">
    <w:name w:val="index 9"/>
    <w:basedOn w:val="Normal"/>
    <w:next w:val="Normal"/>
    <w:autoRedefine/>
    <w:semiHidden/>
    <w:pPr>
      <w:ind w:left="1980" w:hanging="220"/>
    </w:pPr>
    <w:rPr>
      <w:rFonts w:ascii="Times New Roman" w:hAnsi="Times New Roman"/>
      <w:szCs w:val="18"/>
    </w:rPr>
  </w:style>
  <w:style w:type="character" w:styleId="Hyperlink">
    <w:name w:val="Hyperlink"/>
    <w:basedOn w:val="DefaultParagraphFont"/>
    <w:uiPriority w:val="99"/>
    <w:unhideWhenUsed/>
    <w:rsid w:val="00592D94"/>
    <w:rPr>
      <w:color w:val="0073CF"/>
      <w:u w:val="single"/>
    </w:rPr>
  </w:style>
  <w:style w:type="paragraph" w:styleId="NormalWeb">
    <w:name w:val="Normal (Web)"/>
    <w:basedOn w:val="Normal"/>
    <w:semiHidden/>
    <w:rsid w:val="002145EC"/>
  </w:style>
  <w:style w:type="table" w:styleId="TableGrid">
    <w:name w:val="Table Grid"/>
    <w:basedOn w:val="TableNormal"/>
    <w:uiPriority w:val="59"/>
    <w:rsid w:val="00A378A0"/>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2145EC"/>
    <w:pPr>
      <w:shd w:val="clear" w:color="auto" w:fill="000080"/>
    </w:pPr>
    <w:rPr>
      <w:rFonts w:ascii="Tahoma" w:hAnsi="Tahoma" w:cs="Tahoma"/>
      <w:sz w:val="20"/>
      <w:szCs w:val="20"/>
    </w:rPr>
  </w:style>
  <w:style w:type="paragraph" w:styleId="BalloonText">
    <w:name w:val="Balloon Text"/>
    <w:basedOn w:val="Normal"/>
    <w:semiHidden/>
    <w:rsid w:val="001B68A5"/>
    <w:rPr>
      <w:rFonts w:ascii="Tahoma" w:hAnsi="Tahoma" w:cs="Tahoma"/>
      <w:sz w:val="16"/>
      <w:szCs w:val="16"/>
    </w:rPr>
  </w:style>
  <w:style w:type="paragraph" w:customStyle="1" w:styleId="ListBulletCondensed">
    <w:name w:val="List Bullet Condensed"/>
    <w:basedOn w:val="ListBullet"/>
    <w:qFormat/>
    <w:rsid w:val="00592D94"/>
    <w:pPr>
      <w:contextualSpacing/>
    </w:pPr>
  </w:style>
  <w:style w:type="paragraph" w:customStyle="1" w:styleId="Checklist">
    <w:name w:val="Checklist"/>
    <w:basedOn w:val="BodyText"/>
    <w:qFormat/>
    <w:rsid w:val="00592D94"/>
    <w:pPr>
      <w:numPr>
        <w:numId w:val="12"/>
      </w:numPr>
    </w:pPr>
  </w:style>
  <w:style w:type="paragraph" w:customStyle="1" w:styleId="DL-Term">
    <w:name w:val="DL - Term"/>
    <w:basedOn w:val="BodyText"/>
    <w:next w:val="DL-Definition"/>
    <w:link w:val="DL-TermChar"/>
    <w:qFormat/>
    <w:rsid w:val="00592D94"/>
    <w:pPr>
      <w:keepNext/>
      <w:spacing w:after="0"/>
    </w:pPr>
    <w:rPr>
      <w:b/>
    </w:rPr>
  </w:style>
  <w:style w:type="paragraph" w:customStyle="1" w:styleId="DL-Definition">
    <w:name w:val="DL - Definition"/>
    <w:basedOn w:val="BodyText"/>
    <w:next w:val="DL-Term"/>
    <w:link w:val="DL-DefinitionChar"/>
    <w:qFormat/>
    <w:rsid w:val="00592D94"/>
    <w:pPr>
      <w:ind w:left="567"/>
    </w:pPr>
  </w:style>
  <w:style w:type="character" w:customStyle="1" w:styleId="DL-DefinitionChar">
    <w:name w:val="DL - Definition Char"/>
    <w:link w:val="DL-Definition"/>
    <w:rsid w:val="008460C7"/>
    <w:rPr>
      <w:rFonts w:ascii="Century Gothic" w:eastAsiaTheme="minorEastAsia" w:hAnsi="Century Gothic" w:cstheme="minorBidi"/>
      <w:spacing w:val="4"/>
      <w:kern w:val="18"/>
      <w:sz w:val="18"/>
      <w:szCs w:val="22"/>
    </w:rPr>
  </w:style>
  <w:style w:type="character" w:customStyle="1" w:styleId="DL-TermChar">
    <w:name w:val="DL - Term Char"/>
    <w:link w:val="DL-Term"/>
    <w:rsid w:val="007048D0"/>
    <w:rPr>
      <w:rFonts w:ascii="Century Gothic" w:eastAsiaTheme="minorEastAsia" w:hAnsi="Century Gothic" w:cstheme="minorBidi"/>
      <w:b/>
      <w:spacing w:val="4"/>
      <w:kern w:val="18"/>
      <w:sz w:val="18"/>
      <w:szCs w:val="22"/>
    </w:rPr>
  </w:style>
  <w:style w:type="character" w:customStyle="1" w:styleId="CommentTextChar">
    <w:name w:val="Comment Text Char"/>
    <w:link w:val="CommentText"/>
    <w:semiHidden/>
    <w:rsid w:val="001246AF"/>
    <w:rPr>
      <w:rFonts w:ascii="Calibri" w:hAnsi="Calibri"/>
      <w:spacing w:val="4"/>
      <w:sz w:val="22"/>
      <w:szCs w:val="24"/>
    </w:rPr>
  </w:style>
  <w:style w:type="paragraph" w:customStyle="1" w:styleId="DL-SingleLine">
    <w:name w:val="DL - Single Line"/>
    <w:basedOn w:val="BodyText"/>
    <w:qFormat/>
    <w:rsid w:val="002D1172"/>
    <w:pPr>
      <w:tabs>
        <w:tab w:val="clear" w:pos="567"/>
        <w:tab w:val="clear" w:pos="1134"/>
      </w:tabs>
      <w:ind w:left="567" w:hanging="567"/>
    </w:pPr>
  </w:style>
  <w:style w:type="paragraph" w:customStyle="1" w:styleId="FigureRightWrap">
    <w:name w:val="Figure Right Wrap"/>
    <w:basedOn w:val="Figure"/>
    <w:next w:val="BodyText"/>
    <w:qFormat/>
    <w:rsid w:val="00592D94"/>
    <w:pPr>
      <w:framePr w:hSpace="284" w:wrap="around" w:vAnchor="text" w:hAnchor="text" w:xAlign="right" w:y="1" w:anchorLock="1"/>
    </w:pPr>
  </w:style>
  <w:style w:type="paragraph" w:customStyle="1" w:styleId="Note">
    <w:name w:val="Note"/>
    <w:basedOn w:val="BodyText"/>
    <w:qFormat/>
    <w:rsid w:val="00592D94"/>
    <w:pPr>
      <w:pBdr>
        <w:top w:val="single" w:sz="4" w:space="4" w:color="FFFFFF" w:themeColor="background1"/>
        <w:left w:val="single" w:sz="4" w:space="4" w:color="FFFFFF" w:themeColor="background1"/>
        <w:bottom w:val="single" w:sz="4" w:space="4" w:color="FFFFFF" w:themeColor="background1"/>
        <w:right w:val="single" w:sz="4" w:space="4" w:color="FFFFFF" w:themeColor="background1"/>
      </w:pBdr>
      <w:shd w:val="clear" w:color="auto" w:fill="C1EDFF"/>
      <w:spacing w:before="260" w:after="260"/>
      <w:ind w:left="567" w:hanging="567"/>
    </w:pPr>
  </w:style>
  <w:style w:type="paragraph" w:customStyle="1" w:styleId="EditionNotice">
    <w:name w:val="Edition Notice"/>
    <w:basedOn w:val="BodyText"/>
    <w:qFormat/>
    <w:rsid w:val="00592D94"/>
    <w:pPr>
      <w:jc w:val="center"/>
    </w:pPr>
    <w:rPr>
      <w:i/>
      <w:sz w:val="16"/>
    </w:rPr>
  </w:style>
  <w:style w:type="character" w:styleId="Strong">
    <w:name w:val="Strong"/>
    <w:basedOn w:val="DefaultParagraphFont"/>
    <w:uiPriority w:val="22"/>
    <w:qFormat/>
    <w:rsid w:val="00592D94"/>
    <w:rPr>
      <w:b/>
      <w:bCs/>
    </w:rPr>
  </w:style>
  <w:style w:type="character" w:customStyle="1" w:styleId="StrongEmphasis">
    <w:name w:val="Strong Emphasis"/>
    <w:basedOn w:val="DefaultParagraphFont"/>
    <w:uiPriority w:val="1"/>
    <w:qFormat/>
    <w:rsid w:val="00592D94"/>
    <w:rPr>
      <w:b/>
      <w:i/>
    </w:rPr>
  </w:style>
  <w:style w:type="paragraph" w:customStyle="1" w:styleId="FinePrint">
    <w:name w:val="Fine Print"/>
    <w:basedOn w:val="BodyText"/>
    <w:qFormat/>
    <w:rsid w:val="00592D94"/>
    <w:pPr>
      <w:spacing w:before="120" w:after="120" w:line="240" w:lineRule="auto"/>
    </w:pPr>
    <w:rPr>
      <w:spacing w:val="6"/>
      <w:sz w:val="16"/>
    </w:rPr>
  </w:style>
  <w:style w:type="paragraph" w:customStyle="1" w:styleId="FigureLeftWrap">
    <w:name w:val="Figure Left Wrap"/>
    <w:basedOn w:val="FigureRightWrap"/>
    <w:next w:val="BodyText"/>
    <w:qFormat/>
    <w:rsid w:val="00592D94"/>
    <w:pPr>
      <w:framePr w:wrap="around" w:xAlign="left"/>
    </w:pPr>
  </w:style>
  <w:style w:type="paragraph" w:customStyle="1" w:styleId="Code">
    <w:name w:val="Code"/>
    <w:link w:val="CodeChar"/>
    <w:qFormat/>
    <w:rsid w:val="00592D94"/>
    <w:pPr>
      <w:pBdr>
        <w:top w:val="single" w:sz="4" w:space="7" w:color="808080" w:themeColor="background1" w:themeShade="80"/>
        <w:left w:val="single" w:sz="4" w:space="7" w:color="808080" w:themeColor="background1" w:themeShade="80"/>
        <w:bottom w:val="single" w:sz="4" w:space="7" w:color="808080" w:themeColor="background1" w:themeShade="80"/>
        <w:right w:val="single" w:sz="4" w:space="7" w:color="808080" w:themeColor="background1" w:themeShade="80"/>
      </w:pBd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pPr>
    <w:rPr>
      <w:rFonts w:ascii="Courier New" w:eastAsiaTheme="minorEastAsia" w:hAnsi="Courier New" w:cstheme="minorBidi"/>
      <w:spacing w:val="2"/>
      <w:sz w:val="18"/>
      <w:szCs w:val="22"/>
    </w:rPr>
  </w:style>
  <w:style w:type="character" w:customStyle="1" w:styleId="CodeChar">
    <w:name w:val="Code Char"/>
    <w:link w:val="Code"/>
    <w:rsid w:val="00A3522E"/>
    <w:rPr>
      <w:rFonts w:ascii="Courier New" w:eastAsiaTheme="minorEastAsia" w:hAnsi="Courier New" w:cstheme="minorBidi"/>
      <w:spacing w:val="2"/>
      <w:sz w:val="18"/>
      <w:szCs w:val="22"/>
    </w:rPr>
  </w:style>
  <w:style w:type="character" w:customStyle="1" w:styleId="FooterChar">
    <w:name w:val="Footer Char"/>
    <w:basedOn w:val="DefaultParagraphFont"/>
    <w:link w:val="Footer"/>
    <w:uiPriority w:val="99"/>
    <w:rsid w:val="00592D94"/>
    <w:rPr>
      <w:rFonts w:ascii="Century Gothic" w:eastAsiaTheme="minorEastAsia" w:hAnsi="Century Gothic" w:cstheme="minorBidi"/>
      <w:color w:val="737373"/>
      <w:spacing w:val="6"/>
      <w:kern w:val="18"/>
      <w:sz w:val="16"/>
      <w:szCs w:val="22"/>
    </w:rPr>
  </w:style>
  <w:style w:type="table" w:customStyle="1" w:styleId="ISSTable">
    <w:name w:val="ISS Table"/>
    <w:basedOn w:val="TableGrid"/>
    <w:uiPriority w:val="99"/>
    <w:rsid w:val="00A378A0"/>
    <w:rPr>
      <w:sz w:val="20"/>
      <w:szCs w:val="20"/>
    </w:rPr>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rPr>
      <w:cantSplit/>
    </w:trPr>
    <w:tblStylePr w:type="firstRow">
      <w:rPr>
        <w:b/>
        <w:color w:val="FFFFFF" w:themeColor="background1"/>
      </w:rPr>
      <w:tblPr/>
      <w:trPr>
        <w:cantSplit w:val="0"/>
        <w:tblHeader/>
      </w:trPr>
      <w:tcPr>
        <w:shd w:val="clear" w:color="auto" w:fill="006AB2"/>
      </w:tcPr>
    </w:tblStylePr>
  </w:style>
  <w:style w:type="character" w:customStyle="1" w:styleId="CodeFragment">
    <w:name w:val="Code Fragment"/>
    <w:basedOn w:val="DefaultParagraphFont"/>
    <w:uiPriority w:val="1"/>
    <w:qFormat/>
    <w:rsid w:val="00592D94"/>
    <w:rPr>
      <w:rFonts w:ascii="Courier New" w:hAnsi="Courier New"/>
      <w:color w:val="0073CF"/>
      <w:spacing w:val="2"/>
      <w:sz w:val="18"/>
    </w:rPr>
  </w:style>
  <w:style w:type="table" w:customStyle="1" w:styleId="ISSTableWide">
    <w:name w:val="ISS Table Wide"/>
    <w:basedOn w:val="ISSTable"/>
    <w:semiHidden/>
    <w:rsid w:val="00E81B89"/>
    <w:tblPr>
      <w:tblInd w:w="-567" w:type="dxa"/>
    </w:tblPr>
    <w:tblStylePr w:type="firstRow">
      <w:pPr>
        <w:keepNext/>
        <w:wordWrap/>
      </w:pPr>
      <w:rPr>
        <w:rFonts w:ascii="Tahoma" w:hAnsi="Tahoma"/>
        <w:b w:val="0"/>
        <w:color w:val="FFFFFF"/>
        <w:sz w:val="22"/>
      </w:rPr>
      <w:tblPr/>
      <w:trPr>
        <w:cantSplit w:val="0"/>
        <w:tblHeader/>
      </w:trPr>
      <w:tcPr>
        <w:shd w:val="clear" w:color="auto" w:fill="6699FF"/>
      </w:tcPr>
    </w:tblStylePr>
  </w:style>
  <w:style w:type="character" w:customStyle="1" w:styleId="Heading1Char">
    <w:name w:val="Heading 1 Char"/>
    <w:basedOn w:val="DefaultParagraphFont"/>
    <w:link w:val="Heading1"/>
    <w:uiPriority w:val="9"/>
    <w:rsid w:val="00592D94"/>
    <w:rPr>
      <w:rFonts w:ascii="Century Gothic" w:eastAsiaTheme="majorEastAsia" w:hAnsi="Century Gothic" w:cstheme="majorBidi"/>
      <w:b/>
      <w:bCs/>
      <w:color w:val="0073CF"/>
      <w:spacing w:val="4"/>
      <w:kern w:val="28"/>
      <w:sz w:val="36"/>
      <w:szCs w:val="28"/>
    </w:rPr>
  </w:style>
  <w:style w:type="character" w:customStyle="1" w:styleId="Heading5Char">
    <w:name w:val="Heading 5 Char"/>
    <w:basedOn w:val="DefaultParagraphFont"/>
    <w:link w:val="Heading5"/>
    <w:uiPriority w:val="9"/>
    <w:rsid w:val="00592D94"/>
    <w:rPr>
      <w:rFonts w:ascii="Century Gothic" w:eastAsiaTheme="majorEastAsia" w:hAnsi="Century Gothic" w:cstheme="majorBidi"/>
      <w:b/>
      <w:iCs/>
      <w:color w:val="737373"/>
      <w:spacing w:val="4"/>
      <w:kern w:val="28"/>
      <w:sz w:val="22"/>
      <w:szCs w:val="26"/>
    </w:rPr>
  </w:style>
  <w:style w:type="paragraph" w:customStyle="1" w:styleId="UsageNote">
    <w:name w:val="Usage Note"/>
    <w:basedOn w:val="BodyText"/>
    <w:qFormat/>
    <w:rsid w:val="00592D94"/>
    <w:rPr>
      <w:vanish/>
      <w:color w:val="C00000"/>
      <w:u w:val="dotted" w:color="C00000"/>
    </w:rPr>
  </w:style>
  <w:style w:type="paragraph" w:customStyle="1" w:styleId="Figure">
    <w:name w:val="Figure"/>
    <w:basedOn w:val="BodyText"/>
    <w:next w:val="BodyText-FirstLine"/>
    <w:qFormat/>
    <w:rsid w:val="00592D94"/>
    <w:pPr>
      <w:spacing w:before="260"/>
    </w:pPr>
  </w:style>
  <w:style w:type="character" w:customStyle="1" w:styleId="Heading6Char">
    <w:name w:val="Heading 6 Char"/>
    <w:basedOn w:val="DefaultParagraphFont"/>
    <w:link w:val="Heading6"/>
    <w:uiPriority w:val="9"/>
    <w:rsid w:val="00592D94"/>
    <w:rPr>
      <w:rFonts w:ascii="Century Gothic" w:eastAsiaTheme="majorEastAsia" w:hAnsi="Century Gothic" w:cstheme="majorBidi"/>
      <w:b/>
      <w:color w:val="737373"/>
      <w:spacing w:val="4"/>
      <w:kern w:val="28"/>
      <w:szCs w:val="26"/>
    </w:rPr>
  </w:style>
  <w:style w:type="character" w:customStyle="1" w:styleId="Heading7Char">
    <w:name w:val="Heading 7 Char"/>
    <w:basedOn w:val="DefaultParagraphFont"/>
    <w:link w:val="Heading7"/>
    <w:uiPriority w:val="9"/>
    <w:rsid w:val="00592D94"/>
    <w:rPr>
      <w:rFonts w:ascii="Century Gothic" w:eastAsiaTheme="majorEastAsia" w:hAnsi="Century Gothic" w:cstheme="majorBidi"/>
      <w:b/>
      <w:iCs/>
      <w:color w:val="737373"/>
      <w:spacing w:val="4"/>
      <w:kern w:val="28"/>
      <w:szCs w:val="26"/>
    </w:rPr>
  </w:style>
  <w:style w:type="paragraph" w:customStyle="1" w:styleId="TableCell">
    <w:name w:val="Table Cell"/>
    <w:basedOn w:val="BodyText"/>
    <w:qFormat/>
    <w:rsid w:val="00592D94"/>
    <w:pPr>
      <w:tabs>
        <w:tab w:val="left" w:pos="284"/>
        <w:tab w:val="left" w:pos="851"/>
      </w:tabs>
      <w:spacing w:before="40" w:after="40"/>
    </w:pPr>
    <w:rPr>
      <w:sz w:val="16"/>
    </w:rPr>
  </w:style>
  <w:style w:type="paragraph" w:customStyle="1" w:styleId="TableCaption">
    <w:name w:val="Table Caption"/>
    <w:basedOn w:val="Caption"/>
    <w:next w:val="BodyText"/>
    <w:rsid w:val="004A45DC"/>
    <w:pPr>
      <w:suppressAutoHyphens/>
      <w:spacing w:after="120"/>
    </w:pPr>
    <w:rPr>
      <w:bCs w:val="0"/>
      <w:spacing w:val="0"/>
      <w:lang w:val="en-US"/>
    </w:rPr>
  </w:style>
  <w:style w:type="paragraph" w:customStyle="1" w:styleId="TableWideCaption">
    <w:name w:val="Table Wide Caption"/>
    <w:basedOn w:val="TableCaption"/>
    <w:next w:val="BodyText"/>
    <w:semiHidden/>
    <w:rsid w:val="00E81B89"/>
    <w:pPr>
      <w:ind w:left="-567"/>
    </w:pPr>
  </w:style>
  <w:style w:type="paragraph" w:customStyle="1" w:styleId="ListBulletCondensed2">
    <w:name w:val="List Bullet Condensed 2"/>
    <w:basedOn w:val="ListBullet2"/>
    <w:rsid w:val="00FD79CE"/>
    <w:pPr>
      <w:spacing w:after="0"/>
    </w:pPr>
  </w:style>
  <w:style w:type="paragraph" w:customStyle="1" w:styleId="ListBulletCondensed3">
    <w:name w:val="List Bullet Condensed 3"/>
    <w:basedOn w:val="ListBullet3"/>
    <w:rsid w:val="00FD79CE"/>
    <w:pPr>
      <w:spacing w:after="0"/>
    </w:pPr>
  </w:style>
  <w:style w:type="paragraph" w:customStyle="1" w:styleId="ListBulletCondensed4">
    <w:name w:val="List Bullet Condensed 4"/>
    <w:basedOn w:val="ListBullet4"/>
    <w:rsid w:val="00FD79CE"/>
    <w:pPr>
      <w:spacing w:after="0"/>
    </w:pPr>
  </w:style>
  <w:style w:type="paragraph" w:customStyle="1" w:styleId="ListBulletCondensed5">
    <w:name w:val="List Bullet Condensed 5"/>
    <w:basedOn w:val="ListBullet5"/>
    <w:rsid w:val="00FD79CE"/>
    <w:pPr>
      <w:spacing w:after="0"/>
    </w:pPr>
  </w:style>
  <w:style w:type="paragraph" w:customStyle="1" w:styleId="DL-Term2">
    <w:name w:val="DL - Term 2"/>
    <w:basedOn w:val="DL-Term"/>
    <w:next w:val="DL-Definition2"/>
    <w:qFormat/>
    <w:rsid w:val="00592D94"/>
    <w:pPr>
      <w:ind w:left="567"/>
    </w:pPr>
    <w:rPr>
      <w:i/>
    </w:rPr>
  </w:style>
  <w:style w:type="paragraph" w:customStyle="1" w:styleId="DL-Definition2">
    <w:name w:val="DL - Definition 2"/>
    <w:basedOn w:val="DL-Definition"/>
    <w:next w:val="DL-Term2"/>
    <w:qFormat/>
    <w:rsid w:val="00592D94"/>
  </w:style>
  <w:style w:type="paragraph" w:customStyle="1" w:styleId="DL-Term3">
    <w:name w:val="DL - Term 3"/>
    <w:basedOn w:val="DL-Term"/>
    <w:next w:val="DL-Definition3"/>
    <w:qFormat/>
    <w:rsid w:val="00592D94"/>
    <w:pPr>
      <w:ind w:left="1134"/>
    </w:pPr>
  </w:style>
  <w:style w:type="paragraph" w:customStyle="1" w:styleId="DL-Definition3">
    <w:name w:val="DL - Definition 3"/>
    <w:basedOn w:val="DL-Definition2"/>
    <w:next w:val="DL-Term3"/>
    <w:qFormat/>
    <w:rsid w:val="00592D94"/>
    <w:pPr>
      <w:ind w:left="1134"/>
    </w:pPr>
  </w:style>
  <w:style w:type="character" w:customStyle="1" w:styleId="Heading8Char">
    <w:name w:val="Heading 8 Char"/>
    <w:basedOn w:val="DefaultParagraphFont"/>
    <w:link w:val="Heading8"/>
    <w:uiPriority w:val="9"/>
    <w:rsid w:val="00592D94"/>
    <w:rPr>
      <w:rFonts w:ascii="Century Gothic" w:eastAsiaTheme="majorEastAsia" w:hAnsi="Century Gothic" w:cstheme="majorBidi"/>
      <w:b/>
      <w:iCs/>
      <w:color w:val="737373"/>
      <w:spacing w:val="4"/>
      <w:kern w:val="28"/>
    </w:rPr>
  </w:style>
  <w:style w:type="paragraph" w:customStyle="1" w:styleId="FooterSingle">
    <w:name w:val="Footer Single"/>
    <w:basedOn w:val="Footer"/>
    <w:qFormat/>
    <w:rsid w:val="00592D94"/>
    <w:pPr>
      <w:jc w:val="right"/>
    </w:pPr>
    <w:rPr>
      <w:spacing w:val="30"/>
    </w:rPr>
  </w:style>
  <w:style w:type="paragraph" w:customStyle="1" w:styleId="FinePrintHeader">
    <w:name w:val="Fine Print Header"/>
    <w:basedOn w:val="FinePrint"/>
    <w:semiHidden/>
    <w:rsid w:val="00003D22"/>
    <w:pPr>
      <w:keepNext/>
      <w:tabs>
        <w:tab w:val="left" w:pos="284"/>
      </w:tabs>
      <w:jc w:val="both"/>
    </w:pPr>
    <w:rPr>
      <w:b/>
      <w:lang w:val="en-US"/>
    </w:rPr>
  </w:style>
  <w:style w:type="paragraph" w:customStyle="1" w:styleId="FinePrintIndent">
    <w:name w:val="Fine Print Indent"/>
    <w:basedOn w:val="FinePrint"/>
    <w:qFormat/>
    <w:rsid w:val="00592D94"/>
    <w:pPr>
      <w:ind w:left="1134" w:hanging="567"/>
    </w:pPr>
  </w:style>
  <w:style w:type="paragraph" w:customStyle="1" w:styleId="FinePrintIndent2">
    <w:name w:val="Fine Print Indent 2"/>
    <w:basedOn w:val="FinePrintIndent"/>
    <w:qFormat/>
    <w:rsid w:val="00592D94"/>
    <w:pPr>
      <w:ind w:left="1701"/>
    </w:pPr>
  </w:style>
  <w:style w:type="paragraph" w:customStyle="1" w:styleId="FinePrintIndent3">
    <w:name w:val="Fine Print Indent 3"/>
    <w:basedOn w:val="FinePrintIndent2"/>
    <w:qFormat/>
    <w:rsid w:val="00592D94"/>
    <w:pPr>
      <w:ind w:left="2268"/>
    </w:pPr>
  </w:style>
  <w:style w:type="paragraph" w:customStyle="1" w:styleId="InstructionSingleLine">
    <w:name w:val="Instruction Single Line"/>
    <w:basedOn w:val="BodyText"/>
    <w:qFormat/>
    <w:rsid w:val="00592D94"/>
    <w:pPr>
      <w:numPr>
        <w:numId w:val="5"/>
      </w:numPr>
      <w:pBdr>
        <w:top w:val="dotted" w:sz="4" w:space="4" w:color="0073CF"/>
        <w:bottom w:val="dotted" w:sz="4" w:space="4" w:color="0073CF"/>
      </w:pBdr>
    </w:pPr>
  </w:style>
  <w:style w:type="character" w:customStyle="1" w:styleId="NoteLabel">
    <w:name w:val="Note Label"/>
    <w:basedOn w:val="DefaultParagraphFont"/>
    <w:uiPriority w:val="1"/>
    <w:qFormat/>
    <w:rsid w:val="00592D94"/>
    <w:rPr>
      <w:b/>
      <w:color w:val="003366"/>
    </w:rPr>
  </w:style>
  <w:style w:type="character" w:customStyle="1" w:styleId="Heading9Char">
    <w:name w:val="Heading 9 Char"/>
    <w:basedOn w:val="DefaultParagraphFont"/>
    <w:link w:val="Heading9"/>
    <w:uiPriority w:val="9"/>
    <w:rsid w:val="00592D94"/>
    <w:rPr>
      <w:rFonts w:ascii="Century Gothic" w:eastAsiaTheme="majorEastAsia" w:hAnsi="Century Gothic" w:cstheme="majorBidi"/>
      <w:b/>
      <w:color w:val="737373"/>
      <w:spacing w:val="4"/>
      <w:kern w:val="28"/>
    </w:rPr>
  </w:style>
  <w:style w:type="character" w:customStyle="1" w:styleId="HighlightBlue">
    <w:name w:val="Highlight Blue"/>
    <w:basedOn w:val="DefaultParagraphFont"/>
    <w:uiPriority w:val="1"/>
    <w:qFormat/>
    <w:rsid w:val="00592D94"/>
    <w:rPr>
      <w:bdr w:val="none" w:sz="0" w:space="0" w:color="auto"/>
      <w:shd w:val="clear" w:color="auto" w:fill="66FFFF"/>
    </w:rPr>
  </w:style>
  <w:style w:type="character" w:customStyle="1" w:styleId="HighlightGreen">
    <w:name w:val="Highlight Green"/>
    <w:uiPriority w:val="1"/>
    <w:qFormat/>
    <w:rsid w:val="00592D94"/>
    <w:rPr>
      <w:bdr w:val="none" w:sz="0" w:space="0" w:color="auto"/>
      <w:shd w:val="clear" w:color="auto" w:fill="99FF66"/>
    </w:rPr>
  </w:style>
  <w:style w:type="paragraph" w:customStyle="1" w:styleId="HelpHeading">
    <w:name w:val="Help Heading"/>
    <w:basedOn w:val="BodyText"/>
    <w:qFormat/>
    <w:rsid w:val="00592D94"/>
    <w:pPr>
      <w:keepNext/>
      <w:keepLines/>
      <w:spacing w:before="260"/>
    </w:pPr>
    <w:rPr>
      <w:b/>
      <w:smallCaps/>
      <w:color w:val="2E3640"/>
      <w:spacing w:val="20"/>
      <w:sz w:val="22"/>
    </w:rPr>
  </w:style>
  <w:style w:type="character" w:customStyle="1" w:styleId="Warning">
    <w:name w:val="Warning"/>
    <w:basedOn w:val="DefaultParagraphFont"/>
    <w:uiPriority w:val="1"/>
    <w:qFormat/>
    <w:rsid w:val="00592D94"/>
    <w:rPr>
      <w:b/>
      <w:caps w:val="0"/>
      <w:smallCaps/>
      <w:color w:val="C00000"/>
      <w:spacing w:val="14"/>
    </w:rPr>
  </w:style>
  <w:style w:type="numbering" w:styleId="111111">
    <w:name w:val="Outline List 2"/>
    <w:basedOn w:val="NoList"/>
    <w:semiHidden/>
    <w:rsid w:val="002145EC"/>
    <w:pPr>
      <w:numPr>
        <w:numId w:val="1"/>
      </w:numPr>
    </w:pPr>
  </w:style>
  <w:style w:type="numbering" w:styleId="1ai">
    <w:name w:val="Outline List 1"/>
    <w:basedOn w:val="NoList"/>
    <w:semiHidden/>
    <w:rsid w:val="002145EC"/>
    <w:pPr>
      <w:numPr>
        <w:numId w:val="2"/>
      </w:numPr>
    </w:pPr>
  </w:style>
  <w:style w:type="numbering" w:styleId="ArticleSection">
    <w:name w:val="Outline List 3"/>
    <w:basedOn w:val="NoList"/>
    <w:semiHidden/>
    <w:rsid w:val="002145EC"/>
    <w:pPr>
      <w:numPr>
        <w:numId w:val="3"/>
      </w:numPr>
    </w:pPr>
  </w:style>
  <w:style w:type="paragraph" w:styleId="BlockText">
    <w:name w:val="Block Text"/>
    <w:basedOn w:val="Normal"/>
    <w:semiHidden/>
    <w:rsid w:val="002145EC"/>
    <w:pPr>
      <w:spacing w:after="120"/>
      <w:ind w:left="1440" w:right="1440"/>
    </w:pPr>
  </w:style>
  <w:style w:type="paragraph" w:styleId="BodyText2">
    <w:name w:val="Body Text 2"/>
    <w:basedOn w:val="Normal"/>
    <w:semiHidden/>
    <w:rsid w:val="002145EC"/>
    <w:pPr>
      <w:spacing w:after="120" w:line="480" w:lineRule="auto"/>
    </w:pPr>
  </w:style>
  <w:style w:type="paragraph" w:styleId="BodyText3">
    <w:name w:val="Body Text 3"/>
    <w:basedOn w:val="Normal"/>
    <w:semiHidden/>
    <w:rsid w:val="002145EC"/>
    <w:pPr>
      <w:spacing w:after="120"/>
    </w:pPr>
    <w:rPr>
      <w:sz w:val="16"/>
      <w:szCs w:val="16"/>
    </w:rPr>
  </w:style>
  <w:style w:type="paragraph" w:styleId="BodyTextFirstIndent">
    <w:name w:val="Body Text First Indent"/>
    <w:basedOn w:val="BodyText"/>
    <w:semiHidden/>
    <w:rsid w:val="002145EC"/>
    <w:pPr>
      <w:tabs>
        <w:tab w:val="clear" w:pos="567"/>
        <w:tab w:val="clear" w:pos="1134"/>
        <w:tab w:val="clear" w:pos="1701"/>
        <w:tab w:val="clear" w:pos="2268"/>
        <w:tab w:val="clear" w:pos="2835"/>
        <w:tab w:val="clear" w:pos="3402"/>
      </w:tabs>
      <w:spacing w:after="120" w:line="240" w:lineRule="auto"/>
      <w:ind w:firstLine="210"/>
    </w:pPr>
    <w:rPr>
      <w:rFonts w:ascii="Times New Roman" w:hAnsi="Times New Roman"/>
      <w:sz w:val="24"/>
    </w:rPr>
  </w:style>
  <w:style w:type="paragraph" w:styleId="BodyTextFirstIndent2">
    <w:name w:val="Body Text First Indent 2"/>
    <w:basedOn w:val="BodyTextIndent"/>
    <w:semiHidden/>
    <w:rsid w:val="002145EC"/>
    <w:pPr>
      <w:ind w:firstLine="210"/>
    </w:pPr>
  </w:style>
  <w:style w:type="paragraph" w:styleId="BodyTextIndent2">
    <w:name w:val="Body Text Indent 2"/>
    <w:basedOn w:val="Normal"/>
    <w:semiHidden/>
    <w:rsid w:val="002145EC"/>
    <w:pPr>
      <w:spacing w:after="120" w:line="480" w:lineRule="auto"/>
      <w:ind w:left="283"/>
    </w:pPr>
  </w:style>
  <w:style w:type="paragraph" w:styleId="BodyTextIndent3">
    <w:name w:val="Body Text Indent 3"/>
    <w:basedOn w:val="Normal"/>
    <w:semiHidden/>
    <w:rsid w:val="002145EC"/>
    <w:pPr>
      <w:spacing w:after="120"/>
      <w:ind w:left="283"/>
    </w:pPr>
    <w:rPr>
      <w:sz w:val="16"/>
      <w:szCs w:val="16"/>
    </w:rPr>
  </w:style>
  <w:style w:type="paragraph" w:styleId="Date">
    <w:name w:val="Date"/>
    <w:basedOn w:val="Normal"/>
    <w:next w:val="Normal"/>
    <w:semiHidden/>
    <w:rsid w:val="002145EC"/>
  </w:style>
  <w:style w:type="paragraph" w:styleId="E-mailSignature">
    <w:name w:val="E-mail Signature"/>
    <w:basedOn w:val="Normal"/>
    <w:link w:val="E-mailSignatureChar"/>
    <w:uiPriority w:val="99"/>
    <w:semiHidden/>
    <w:unhideWhenUsed/>
    <w:rsid w:val="002D1172"/>
    <w:pPr>
      <w:spacing w:after="0" w:line="240" w:lineRule="auto"/>
    </w:pPr>
    <w:rPr>
      <w:color w:val="006AB2"/>
      <w:spacing w:val="20"/>
      <w:sz w:val="24"/>
    </w:rPr>
  </w:style>
  <w:style w:type="paragraph" w:styleId="EnvelopeAddress">
    <w:name w:val="envelope address"/>
    <w:basedOn w:val="Normal"/>
    <w:semiHidden/>
    <w:rsid w:val="002145EC"/>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2145EC"/>
    <w:rPr>
      <w:rFonts w:ascii="Arial" w:hAnsi="Arial" w:cs="Arial"/>
      <w:sz w:val="20"/>
      <w:szCs w:val="20"/>
    </w:rPr>
  </w:style>
  <w:style w:type="character" w:styleId="FollowedHyperlink">
    <w:name w:val="FollowedHyperlink"/>
    <w:basedOn w:val="DefaultParagraphFont"/>
    <w:uiPriority w:val="99"/>
    <w:semiHidden/>
    <w:unhideWhenUsed/>
    <w:rsid w:val="00592D94"/>
    <w:rPr>
      <w:color w:val="82BE5A"/>
      <w:u w:val="single"/>
    </w:rPr>
  </w:style>
  <w:style w:type="character" w:styleId="HTMLAcronym">
    <w:name w:val="HTML Acronym"/>
    <w:basedOn w:val="DefaultParagraphFont"/>
    <w:semiHidden/>
    <w:rsid w:val="002145EC"/>
  </w:style>
  <w:style w:type="paragraph" w:styleId="HTMLAddress">
    <w:name w:val="HTML Address"/>
    <w:basedOn w:val="Normal"/>
    <w:semiHidden/>
    <w:rsid w:val="002145EC"/>
    <w:rPr>
      <w:i/>
      <w:iCs/>
    </w:rPr>
  </w:style>
  <w:style w:type="character" w:styleId="HTMLCite">
    <w:name w:val="HTML Cite"/>
    <w:semiHidden/>
    <w:rsid w:val="002145EC"/>
    <w:rPr>
      <w:i/>
      <w:iCs/>
    </w:rPr>
  </w:style>
  <w:style w:type="character" w:styleId="HTMLCode">
    <w:name w:val="HTML Code"/>
    <w:semiHidden/>
    <w:rsid w:val="002145EC"/>
    <w:rPr>
      <w:rFonts w:ascii="Courier New" w:hAnsi="Courier New" w:cs="Courier New"/>
      <w:sz w:val="20"/>
      <w:szCs w:val="20"/>
    </w:rPr>
  </w:style>
  <w:style w:type="character" w:styleId="HTMLDefinition">
    <w:name w:val="HTML Definition"/>
    <w:semiHidden/>
    <w:rsid w:val="002145EC"/>
    <w:rPr>
      <w:i/>
      <w:iCs/>
    </w:rPr>
  </w:style>
  <w:style w:type="character" w:styleId="HTMLKeyboard">
    <w:name w:val="HTML Keyboard"/>
    <w:semiHidden/>
    <w:rsid w:val="002145EC"/>
    <w:rPr>
      <w:rFonts w:ascii="Courier New" w:hAnsi="Courier New" w:cs="Courier New"/>
      <w:sz w:val="20"/>
      <w:szCs w:val="20"/>
    </w:rPr>
  </w:style>
  <w:style w:type="paragraph" w:styleId="HTMLPreformatted">
    <w:name w:val="HTML Preformatted"/>
    <w:basedOn w:val="Normal"/>
    <w:semiHidden/>
    <w:rsid w:val="002145EC"/>
    <w:rPr>
      <w:rFonts w:ascii="Courier New" w:hAnsi="Courier New" w:cs="Courier New"/>
      <w:sz w:val="20"/>
      <w:szCs w:val="20"/>
    </w:rPr>
  </w:style>
  <w:style w:type="character" w:styleId="HTMLSample">
    <w:name w:val="HTML Sample"/>
    <w:semiHidden/>
    <w:rsid w:val="002145EC"/>
    <w:rPr>
      <w:rFonts w:ascii="Courier New" w:hAnsi="Courier New" w:cs="Courier New"/>
    </w:rPr>
  </w:style>
  <w:style w:type="character" w:styleId="HTMLTypewriter">
    <w:name w:val="HTML Typewriter"/>
    <w:semiHidden/>
    <w:rsid w:val="002145EC"/>
    <w:rPr>
      <w:rFonts w:ascii="Courier New" w:hAnsi="Courier New" w:cs="Courier New"/>
      <w:sz w:val="20"/>
      <w:szCs w:val="20"/>
    </w:rPr>
  </w:style>
  <w:style w:type="character" w:styleId="HTMLVariable">
    <w:name w:val="HTML Variable"/>
    <w:semiHidden/>
    <w:rsid w:val="002145EC"/>
    <w:rPr>
      <w:i/>
      <w:iCs/>
    </w:rPr>
  </w:style>
  <w:style w:type="paragraph" w:styleId="MessageHeader">
    <w:name w:val="Message Header"/>
    <w:basedOn w:val="Normal"/>
    <w:semiHidden/>
    <w:rsid w:val="002145E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Indent">
    <w:name w:val="Normal Indent"/>
    <w:basedOn w:val="Normal"/>
    <w:semiHidden/>
    <w:rsid w:val="002145EC"/>
    <w:pPr>
      <w:ind w:left="720"/>
    </w:pPr>
  </w:style>
  <w:style w:type="paragraph" w:styleId="PlainText">
    <w:name w:val="Plain Text"/>
    <w:basedOn w:val="Normal"/>
    <w:semiHidden/>
    <w:rsid w:val="002145EC"/>
    <w:rPr>
      <w:rFonts w:ascii="Courier New" w:hAnsi="Courier New" w:cs="Courier New"/>
      <w:sz w:val="20"/>
      <w:szCs w:val="20"/>
    </w:rPr>
  </w:style>
  <w:style w:type="paragraph" w:styleId="Salutation">
    <w:name w:val="Salutation"/>
    <w:basedOn w:val="Normal"/>
    <w:next w:val="Normal"/>
    <w:semiHidden/>
    <w:rsid w:val="002145EC"/>
  </w:style>
  <w:style w:type="paragraph" w:styleId="Signature">
    <w:name w:val="Signature"/>
    <w:basedOn w:val="Normal"/>
    <w:semiHidden/>
    <w:rsid w:val="002145EC"/>
    <w:pPr>
      <w:ind w:left="4252"/>
    </w:pPr>
  </w:style>
  <w:style w:type="table" w:styleId="Table3Deffects1">
    <w:name w:val="Table 3D effects 1"/>
    <w:basedOn w:val="TableNormal"/>
    <w:semiHidden/>
    <w:rsid w:val="002145E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145E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145E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145E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145E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145E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145E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145E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145E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145E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145E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145E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145E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145E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145E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145E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145E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145E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145E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145E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145E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145E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145E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145E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145E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145E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145E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145E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145E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145E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145E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145E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145E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145E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145E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145E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145E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145E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145E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145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145E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145E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145E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odeSingleLine">
    <w:name w:val="Code Single Line"/>
    <w:basedOn w:val="Code"/>
    <w:qFormat/>
    <w:rsid w:val="00592D94"/>
    <w:pPr>
      <w:pBdr>
        <w:top w:val="none" w:sz="0" w:space="0" w:color="auto"/>
        <w:left w:val="none" w:sz="0" w:space="0" w:color="auto"/>
        <w:bottom w:val="none" w:sz="0" w:space="0" w:color="auto"/>
        <w:right w:val="none" w:sz="0" w:space="0" w:color="auto"/>
      </w:pBdr>
      <w:spacing w:before="0" w:after="260" w:line="260" w:lineRule="atLeast"/>
    </w:pPr>
    <w:rPr>
      <w:color w:val="0073CF"/>
    </w:rPr>
  </w:style>
  <w:style w:type="character" w:customStyle="1" w:styleId="CrossReferenceCitation">
    <w:name w:val="Cross Reference Citation"/>
    <w:uiPriority w:val="1"/>
    <w:qFormat/>
    <w:rsid w:val="00592D94"/>
    <w:rPr>
      <w:i/>
      <w:color w:val="0073CF"/>
      <w:u w:val="none"/>
    </w:rPr>
  </w:style>
  <w:style w:type="character" w:customStyle="1" w:styleId="CrossReferenceLink">
    <w:name w:val="Cross Reference Link"/>
    <w:basedOn w:val="CrossReferenceCitation"/>
    <w:uiPriority w:val="1"/>
    <w:qFormat/>
    <w:rsid w:val="00592D94"/>
    <w:rPr>
      <w:i w:val="0"/>
      <w:color w:val="0073CF"/>
      <w:u w:val="single"/>
    </w:rPr>
  </w:style>
  <w:style w:type="character" w:customStyle="1" w:styleId="HighlightRed">
    <w:name w:val="Highlight Red"/>
    <w:uiPriority w:val="1"/>
    <w:qFormat/>
    <w:rsid w:val="00592D94"/>
    <w:rPr>
      <w:b/>
      <w:color w:val="FFFFFF" w:themeColor="background1"/>
      <w:bdr w:val="none" w:sz="0" w:space="0" w:color="auto"/>
      <w:shd w:val="clear" w:color="auto" w:fill="FF0000"/>
    </w:rPr>
  </w:style>
  <w:style w:type="paragraph" w:customStyle="1" w:styleId="FinePrintCentre">
    <w:name w:val="Fine Print Centre"/>
    <w:basedOn w:val="FinePrint"/>
    <w:qFormat/>
    <w:rsid w:val="00592D94"/>
    <w:pPr>
      <w:jc w:val="center"/>
    </w:pPr>
  </w:style>
  <w:style w:type="paragraph" w:customStyle="1" w:styleId="FinePrintHeading">
    <w:name w:val="Fine Print Heading"/>
    <w:basedOn w:val="FinePrint"/>
    <w:next w:val="FinePrint"/>
    <w:qFormat/>
    <w:rsid w:val="00592D94"/>
    <w:rPr>
      <w:b/>
    </w:rPr>
  </w:style>
  <w:style w:type="paragraph" w:customStyle="1" w:styleId="ImportantNote">
    <w:name w:val="Important Note"/>
    <w:basedOn w:val="BodyText"/>
    <w:qFormat/>
    <w:rsid w:val="00592D94"/>
    <w:pPr>
      <w:pBdr>
        <w:top w:val="single" w:sz="4" w:space="4" w:color="FFFFFF" w:themeColor="background1"/>
        <w:left w:val="single" w:sz="4" w:space="4" w:color="FFFFFF" w:themeColor="background1"/>
        <w:bottom w:val="single" w:sz="4" w:space="4" w:color="FFFFFF" w:themeColor="background1"/>
        <w:right w:val="single" w:sz="4" w:space="4" w:color="FFFFFF" w:themeColor="background1"/>
      </w:pBdr>
      <w:shd w:val="clear" w:color="auto" w:fill="F2DBDB" w:themeFill="accent2" w:themeFillTint="33"/>
      <w:spacing w:before="260" w:after="260"/>
      <w:ind w:left="567" w:hanging="567"/>
    </w:pPr>
  </w:style>
  <w:style w:type="character" w:customStyle="1" w:styleId="ImportantNoteLabel">
    <w:name w:val="Important Note Label"/>
    <w:uiPriority w:val="1"/>
    <w:qFormat/>
    <w:rsid w:val="00592D94"/>
    <w:rPr>
      <w:b/>
      <w:color w:val="C00000"/>
    </w:rPr>
  </w:style>
  <w:style w:type="paragraph" w:customStyle="1" w:styleId="InsideCoverSupertitle">
    <w:name w:val="Inside Cover Supertitle"/>
    <w:basedOn w:val="BodyText"/>
    <w:qFormat/>
    <w:rsid w:val="00592D94"/>
    <w:pPr>
      <w:pBdr>
        <w:bottom w:val="single" w:sz="4" w:space="14" w:color="808080" w:themeColor="background1" w:themeShade="80"/>
      </w:pBdr>
      <w:spacing w:before="160"/>
      <w:jc w:val="center"/>
    </w:pPr>
    <w:rPr>
      <w:b/>
      <w:caps/>
      <w:color w:val="737373"/>
      <w:spacing w:val="30"/>
      <w:sz w:val="20"/>
    </w:rPr>
  </w:style>
  <w:style w:type="paragraph" w:customStyle="1" w:styleId="InsideCoverTitle">
    <w:name w:val="Inside Cover Title"/>
    <w:basedOn w:val="InsideCoverSupertitle"/>
    <w:next w:val="BodyText"/>
    <w:qFormat/>
    <w:rsid w:val="00592D94"/>
    <w:pPr>
      <w:spacing w:before="100" w:after="720" w:line="600" w:lineRule="atLeast"/>
    </w:pPr>
    <w:rPr>
      <w:b w:val="0"/>
      <w:caps w:val="0"/>
      <w:color w:val="0073CF"/>
      <w:sz w:val="48"/>
    </w:rPr>
  </w:style>
  <w:style w:type="paragraph" w:customStyle="1" w:styleId="MiniTOCItem">
    <w:name w:val="MiniTOCItem"/>
    <w:basedOn w:val="BodyText"/>
    <w:qFormat/>
    <w:rsid w:val="00592D94"/>
    <w:pPr>
      <w:keepNext/>
      <w:keepLines/>
      <w:shd w:val="clear" w:color="auto" w:fill="EAEAEA"/>
      <w:tabs>
        <w:tab w:val="clear" w:pos="567"/>
        <w:tab w:val="clear" w:pos="1134"/>
        <w:tab w:val="clear" w:pos="1701"/>
        <w:tab w:val="clear" w:pos="2268"/>
        <w:tab w:val="clear" w:pos="2835"/>
        <w:tab w:val="clear" w:pos="3402"/>
        <w:tab w:val="clear" w:pos="3969"/>
        <w:tab w:val="clear" w:pos="4536"/>
        <w:tab w:val="clear" w:pos="5103"/>
        <w:tab w:val="right" w:leader="dot" w:pos="8902"/>
      </w:tabs>
      <w:spacing w:after="20"/>
    </w:pPr>
    <w:rPr>
      <w:b/>
      <w:color w:val="2E3640"/>
      <w:sz w:val="16"/>
    </w:rPr>
  </w:style>
  <w:style w:type="paragraph" w:customStyle="1" w:styleId="MiniTOCTitle">
    <w:name w:val="MiniTOCTitle"/>
    <w:basedOn w:val="MiniTOCItem"/>
    <w:next w:val="MiniTOCItem"/>
    <w:qFormat/>
    <w:rsid w:val="00592D94"/>
    <w:pPr>
      <w:shd w:val="clear" w:color="auto" w:fill="2E3640"/>
      <w:spacing w:before="80" w:after="40" w:line="280" w:lineRule="atLeast"/>
    </w:pPr>
    <w:rPr>
      <w:color w:val="F2F2F2" w:themeColor="background1" w:themeShade="F2"/>
    </w:rPr>
  </w:style>
  <w:style w:type="character" w:customStyle="1" w:styleId="SpecialBlack">
    <w:name w:val="Special Black"/>
    <w:basedOn w:val="DefaultParagraphFont"/>
    <w:uiPriority w:val="1"/>
    <w:qFormat/>
    <w:rsid w:val="00592D94"/>
    <w:rPr>
      <w:color w:val="000000"/>
    </w:rPr>
  </w:style>
  <w:style w:type="character" w:customStyle="1" w:styleId="SpecialBlue">
    <w:name w:val="Special Blue"/>
    <w:basedOn w:val="DefaultParagraphFont"/>
    <w:uiPriority w:val="1"/>
    <w:qFormat/>
    <w:rsid w:val="00592D94"/>
    <w:rPr>
      <w:color w:val="0073CF"/>
    </w:rPr>
  </w:style>
  <w:style w:type="character" w:customStyle="1" w:styleId="SpecialBrown">
    <w:name w:val="Special Brown"/>
    <w:basedOn w:val="DefaultParagraphFont"/>
    <w:uiPriority w:val="1"/>
    <w:qFormat/>
    <w:rsid w:val="00592D94"/>
    <w:rPr>
      <w:color w:val="663300"/>
    </w:rPr>
  </w:style>
  <w:style w:type="character" w:customStyle="1" w:styleId="SpecialGreen">
    <w:name w:val="Special Green"/>
    <w:basedOn w:val="DefaultParagraphFont"/>
    <w:uiPriority w:val="1"/>
    <w:qFormat/>
    <w:rsid w:val="00592D94"/>
    <w:rPr>
      <w:color w:val="006600"/>
    </w:rPr>
  </w:style>
  <w:style w:type="character" w:customStyle="1" w:styleId="SpecialOrange">
    <w:name w:val="Special Orange"/>
    <w:basedOn w:val="DefaultParagraphFont"/>
    <w:uiPriority w:val="1"/>
    <w:qFormat/>
    <w:rsid w:val="00592D94"/>
    <w:rPr>
      <w:color w:val="FF6600"/>
    </w:rPr>
  </w:style>
  <w:style w:type="character" w:customStyle="1" w:styleId="SpecialPink">
    <w:name w:val="Special Pink"/>
    <w:basedOn w:val="DefaultParagraphFont"/>
    <w:uiPriority w:val="1"/>
    <w:qFormat/>
    <w:rsid w:val="00592D94"/>
    <w:rPr>
      <w:color w:val="CC0099"/>
    </w:rPr>
  </w:style>
  <w:style w:type="character" w:customStyle="1" w:styleId="SpecialPurple">
    <w:name w:val="Special Purple"/>
    <w:basedOn w:val="DefaultParagraphFont"/>
    <w:uiPriority w:val="1"/>
    <w:qFormat/>
    <w:rsid w:val="00592D94"/>
    <w:rPr>
      <w:color w:val="6600CC"/>
    </w:rPr>
  </w:style>
  <w:style w:type="character" w:customStyle="1" w:styleId="SpecialRed">
    <w:name w:val="Special Red"/>
    <w:basedOn w:val="DefaultParagraphFont"/>
    <w:uiPriority w:val="1"/>
    <w:qFormat/>
    <w:rsid w:val="00592D94"/>
    <w:rPr>
      <w:color w:val="FF0000"/>
    </w:rPr>
  </w:style>
  <w:style w:type="character" w:customStyle="1" w:styleId="SpecialTeal">
    <w:name w:val="Special Teal"/>
    <w:basedOn w:val="DefaultParagraphFont"/>
    <w:uiPriority w:val="1"/>
    <w:qFormat/>
    <w:rsid w:val="00592D94"/>
    <w:rPr>
      <w:color w:val="006699"/>
    </w:rPr>
  </w:style>
  <w:style w:type="character" w:customStyle="1" w:styleId="SpecialYellow">
    <w:name w:val="Special Yellow"/>
    <w:basedOn w:val="DefaultParagraphFont"/>
    <w:uiPriority w:val="1"/>
    <w:qFormat/>
    <w:rsid w:val="00592D94"/>
    <w:rPr>
      <w:color w:val="E6BA00"/>
    </w:rPr>
  </w:style>
  <w:style w:type="paragraph" w:customStyle="1" w:styleId="SubHeading">
    <w:name w:val="SubHeading"/>
    <w:next w:val="BodyText"/>
    <w:qFormat/>
    <w:rsid w:val="00A378A0"/>
    <w:pPr>
      <w:tabs>
        <w:tab w:val="left" w:pos="567"/>
        <w:tab w:val="left" w:pos="1134"/>
        <w:tab w:val="left" w:pos="1701"/>
        <w:tab w:val="left" w:pos="2268"/>
        <w:tab w:val="left" w:pos="2835"/>
        <w:tab w:val="left" w:pos="3402"/>
        <w:tab w:val="left" w:pos="3969"/>
        <w:tab w:val="left" w:pos="4536"/>
        <w:tab w:val="left" w:pos="5103"/>
      </w:tabs>
      <w:spacing w:after="240" w:line="260" w:lineRule="atLeast"/>
    </w:pPr>
    <w:rPr>
      <w:rFonts w:asciiTheme="minorHAnsi" w:eastAsiaTheme="minorEastAsia" w:hAnsiTheme="minorHAnsi" w:cstheme="minorBidi"/>
      <w:color w:val="808080" w:themeColor="background1" w:themeShade="80"/>
      <w:spacing w:val="4"/>
      <w:kern w:val="32"/>
      <w:sz w:val="28"/>
      <w:szCs w:val="22"/>
    </w:rPr>
  </w:style>
  <w:style w:type="paragraph" w:customStyle="1" w:styleId="SuperHeading">
    <w:name w:val="SuperHeading"/>
    <w:next w:val="BodyText"/>
    <w:qFormat/>
    <w:rsid w:val="00A378A0"/>
    <w:pPr>
      <w:keepNext/>
      <w:tabs>
        <w:tab w:val="left" w:pos="567"/>
        <w:tab w:val="left" w:pos="1134"/>
        <w:tab w:val="left" w:pos="1701"/>
        <w:tab w:val="left" w:pos="2268"/>
        <w:tab w:val="left" w:pos="2835"/>
        <w:tab w:val="left" w:pos="3402"/>
        <w:tab w:val="left" w:pos="3969"/>
        <w:tab w:val="left" w:pos="4536"/>
        <w:tab w:val="left" w:pos="5103"/>
      </w:tabs>
      <w:spacing w:before="3240" w:after="160" w:line="260" w:lineRule="atLeast"/>
      <w:contextualSpacing/>
    </w:pPr>
    <w:rPr>
      <w:rFonts w:asciiTheme="minorHAnsi" w:eastAsiaTheme="majorEastAsia" w:hAnsiTheme="minorHAnsi" w:cstheme="majorBidi"/>
      <w:iCs/>
      <w:color w:val="808080" w:themeColor="background1" w:themeShade="80"/>
      <w:spacing w:val="4"/>
      <w:kern w:val="28"/>
      <w:sz w:val="44"/>
      <w:szCs w:val="24"/>
    </w:rPr>
  </w:style>
  <w:style w:type="paragraph" w:customStyle="1" w:styleId="Supertitle">
    <w:name w:val="Supertitle"/>
    <w:basedOn w:val="BodyText"/>
    <w:qFormat/>
    <w:rsid w:val="00592D94"/>
    <w:pPr>
      <w:keepNext/>
      <w:spacing w:before="3280" w:after="0" w:line="240" w:lineRule="auto"/>
    </w:pPr>
    <w:rPr>
      <w:color w:val="737373"/>
      <w:sz w:val="44"/>
    </w:rPr>
  </w:style>
  <w:style w:type="paragraph" w:customStyle="1" w:styleId="TableBullet">
    <w:name w:val="Table Bullet"/>
    <w:basedOn w:val="TableCell"/>
    <w:qFormat/>
    <w:rsid w:val="00592D94"/>
    <w:pPr>
      <w:numPr>
        <w:numId w:val="8"/>
      </w:numPr>
      <w:tabs>
        <w:tab w:val="clear" w:pos="1701"/>
        <w:tab w:val="clear" w:pos="2268"/>
        <w:tab w:val="clear" w:pos="2835"/>
        <w:tab w:val="clear" w:pos="3402"/>
        <w:tab w:val="clear" w:pos="3969"/>
        <w:tab w:val="clear" w:pos="4536"/>
        <w:tab w:val="clear" w:pos="5103"/>
      </w:tabs>
    </w:pPr>
  </w:style>
  <w:style w:type="paragraph" w:customStyle="1" w:styleId="TitleSection">
    <w:name w:val="Title Section"/>
    <w:basedOn w:val="BodyText"/>
    <w:qFormat/>
    <w:rsid w:val="00592D94"/>
    <w:pPr>
      <w:keepNext/>
      <w:spacing w:before="360" w:after="360" w:line="600" w:lineRule="atLeast"/>
    </w:pPr>
    <w:rPr>
      <w:rFonts w:eastAsiaTheme="majorEastAsia" w:cstheme="majorBidi"/>
      <w:color w:val="0073CF"/>
      <w:kern w:val="28"/>
      <w:sz w:val="48"/>
      <w:szCs w:val="52"/>
    </w:rPr>
  </w:style>
  <w:style w:type="paragraph" w:customStyle="1" w:styleId="TOCTitle">
    <w:name w:val="TOCTitle"/>
    <w:basedOn w:val="TOCHeading"/>
    <w:qFormat/>
    <w:rsid w:val="00592D94"/>
  </w:style>
  <w:style w:type="paragraph" w:customStyle="1" w:styleId="ListBullet2Condensed">
    <w:name w:val="List Bullet 2 Condensed"/>
    <w:basedOn w:val="ListBullet2"/>
    <w:qFormat/>
    <w:rsid w:val="00592D94"/>
    <w:pPr>
      <w:contextualSpacing/>
    </w:pPr>
  </w:style>
  <w:style w:type="paragraph" w:customStyle="1" w:styleId="ListBullet3Condensed">
    <w:name w:val="List Bullet 3 Condensed"/>
    <w:basedOn w:val="ListBullet3"/>
    <w:qFormat/>
    <w:rsid w:val="00592D94"/>
    <w:pPr>
      <w:contextualSpacing/>
    </w:pPr>
  </w:style>
  <w:style w:type="paragraph" w:customStyle="1" w:styleId="ListBullet4Condensed">
    <w:name w:val="List Bullet 4 Condensed"/>
    <w:basedOn w:val="ListBullet4"/>
    <w:qFormat/>
    <w:rsid w:val="00592D94"/>
    <w:pPr>
      <w:contextualSpacing/>
    </w:pPr>
  </w:style>
  <w:style w:type="paragraph" w:customStyle="1" w:styleId="ListBullet5Condensed">
    <w:name w:val="List Bullet 5 Condensed"/>
    <w:basedOn w:val="ListBullet5"/>
    <w:qFormat/>
    <w:rsid w:val="00592D94"/>
    <w:pPr>
      <w:contextualSpacing/>
    </w:pPr>
  </w:style>
  <w:style w:type="character" w:customStyle="1" w:styleId="HeaderChar">
    <w:name w:val="Header Char"/>
    <w:basedOn w:val="DefaultParagraphFont"/>
    <w:link w:val="Header"/>
    <w:uiPriority w:val="99"/>
    <w:rsid w:val="00592D94"/>
    <w:rPr>
      <w:rFonts w:ascii="Century Gothic" w:eastAsiaTheme="minorEastAsia" w:hAnsi="Century Gothic" w:cstheme="minorBidi"/>
      <w:b/>
      <w:caps/>
      <w:color w:val="0073CF"/>
      <w:spacing w:val="26"/>
      <w:kern w:val="18"/>
      <w:sz w:val="16"/>
      <w:szCs w:val="22"/>
    </w:rPr>
  </w:style>
  <w:style w:type="character" w:customStyle="1" w:styleId="HighlightYellow">
    <w:name w:val="Highlight Yellow"/>
    <w:uiPriority w:val="1"/>
    <w:qFormat/>
    <w:rsid w:val="00592D94"/>
    <w:rPr>
      <w:color w:val="auto"/>
      <w:bdr w:val="none" w:sz="0" w:space="0" w:color="auto"/>
      <w:shd w:val="clear" w:color="auto" w:fill="FFFF00"/>
    </w:rPr>
  </w:style>
  <w:style w:type="paragraph" w:customStyle="1" w:styleId="FooterCover">
    <w:name w:val="Footer Cover"/>
    <w:basedOn w:val="Footer"/>
    <w:qFormat/>
    <w:rsid w:val="00592D94"/>
    <w:pPr>
      <w:spacing w:after="60"/>
      <w:jc w:val="center"/>
    </w:pPr>
    <w:rPr>
      <w:spacing w:val="20"/>
      <w:sz w:val="18"/>
    </w:rPr>
  </w:style>
  <w:style w:type="paragraph" w:customStyle="1" w:styleId="ListNote">
    <w:name w:val="List Note"/>
    <w:basedOn w:val="ListContinue"/>
    <w:qFormat/>
    <w:rsid w:val="00592D94"/>
    <w:pPr>
      <w:shd w:val="clear" w:color="auto" w:fill="C1EDFF"/>
    </w:pPr>
  </w:style>
  <w:style w:type="paragraph" w:customStyle="1" w:styleId="LogoCentreSpacer">
    <w:name w:val="Logo Centre Spacer"/>
    <w:qFormat/>
    <w:rsid w:val="002D1172"/>
    <w:pPr>
      <w:spacing w:before="600" w:after="160" w:line="260" w:lineRule="atLeast"/>
      <w:jc w:val="center"/>
    </w:pPr>
    <w:rPr>
      <w:rFonts w:ascii="Calibri" w:eastAsia="Calibri" w:hAnsi="Calibri"/>
      <w:sz w:val="18"/>
      <w:szCs w:val="22"/>
      <w:lang w:eastAsia="en-US"/>
    </w:rPr>
  </w:style>
  <w:style w:type="character" w:customStyle="1" w:styleId="Subscript">
    <w:name w:val="Subscript"/>
    <w:uiPriority w:val="1"/>
    <w:qFormat/>
    <w:rsid w:val="002D1172"/>
    <w:rPr>
      <w:vertAlign w:val="subscript"/>
    </w:rPr>
  </w:style>
  <w:style w:type="character" w:customStyle="1" w:styleId="SubtitleChar">
    <w:name w:val="Subtitle Char"/>
    <w:basedOn w:val="DefaultParagraphFont"/>
    <w:link w:val="Subtitle"/>
    <w:uiPriority w:val="11"/>
    <w:rsid w:val="00592D94"/>
    <w:rPr>
      <w:rFonts w:asciiTheme="majorHAnsi" w:eastAsiaTheme="majorEastAsia" w:hAnsiTheme="majorHAnsi" w:cstheme="majorBidi"/>
      <w:i/>
      <w:iCs/>
      <w:color w:val="4F81BD" w:themeColor="accent1"/>
      <w:spacing w:val="15"/>
      <w:kern w:val="28"/>
      <w:sz w:val="24"/>
      <w:szCs w:val="24"/>
    </w:rPr>
  </w:style>
  <w:style w:type="character" w:customStyle="1" w:styleId="TitleChar">
    <w:name w:val="Title Char"/>
    <w:basedOn w:val="DefaultParagraphFont"/>
    <w:link w:val="Title"/>
    <w:uiPriority w:val="10"/>
    <w:rsid w:val="00592D94"/>
    <w:rPr>
      <w:rFonts w:ascii="Century Gothic" w:eastAsiaTheme="majorEastAsia" w:hAnsi="Century Gothic" w:cstheme="majorBidi"/>
      <w:color w:val="737373"/>
      <w:spacing w:val="4"/>
      <w:kern w:val="28"/>
      <w:sz w:val="48"/>
      <w:szCs w:val="52"/>
    </w:rPr>
  </w:style>
  <w:style w:type="character" w:customStyle="1" w:styleId="Superscript">
    <w:name w:val="Superscript"/>
    <w:uiPriority w:val="1"/>
    <w:qFormat/>
    <w:rsid w:val="002D1172"/>
    <w:rPr>
      <w:vertAlign w:val="superscript"/>
    </w:rPr>
  </w:style>
  <w:style w:type="character" w:customStyle="1" w:styleId="UserInput">
    <w:name w:val="User Input"/>
    <w:basedOn w:val="DefaultParagraphFont"/>
    <w:uiPriority w:val="1"/>
    <w:qFormat/>
    <w:rsid w:val="00592D94"/>
    <w:rPr>
      <w:rFonts w:ascii="Maiandra GD" w:hAnsi="Maiandra GD"/>
      <w:b/>
      <w:spacing w:val="10"/>
      <w:sz w:val="20"/>
    </w:rPr>
  </w:style>
  <w:style w:type="paragraph" w:customStyle="1" w:styleId="ThingstoNoticeBullet">
    <w:name w:val="Things to Notice Bullet"/>
    <w:basedOn w:val="ListBullet"/>
    <w:qFormat/>
    <w:rsid w:val="00592D94"/>
    <w:pPr>
      <w:pBdr>
        <w:top w:val="single" w:sz="4" w:space="2" w:color="808080" w:themeColor="background1" w:themeShade="80"/>
        <w:left w:val="single" w:sz="4" w:space="4" w:color="808080" w:themeColor="background1" w:themeShade="80"/>
        <w:bottom w:val="single" w:sz="4" w:space="2" w:color="808080" w:themeColor="background1" w:themeShade="80"/>
        <w:right w:val="single" w:sz="4" w:space="4" w:color="808080" w:themeColor="background1" w:themeShade="80"/>
      </w:pBdr>
      <w:ind w:left="284" w:hanging="284"/>
    </w:pPr>
  </w:style>
  <w:style w:type="paragraph" w:customStyle="1" w:styleId="ThingstoNoticeHeading">
    <w:name w:val="Things to Notice Heading"/>
    <w:basedOn w:val="HelpHeading"/>
    <w:qFormat/>
    <w:rsid w:val="00592D94"/>
    <w:pPr>
      <w:pBdr>
        <w:top w:val="single" w:sz="4" w:space="2" w:color="808080" w:themeColor="background1" w:themeShade="80"/>
        <w:left w:val="single" w:sz="4" w:space="4" w:color="808080" w:themeColor="background1" w:themeShade="80"/>
        <w:bottom w:val="single" w:sz="4" w:space="2" w:color="808080" w:themeColor="background1" w:themeShade="80"/>
        <w:right w:val="single" w:sz="4" w:space="4" w:color="808080" w:themeColor="background1" w:themeShade="80"/>
      </w:pBdr>
      <w:spacing w:after="260"/>
    </w:pPr>
    <w:rPr>
      <w:sz w:val="20"/>
    </w:rPr>
  </w:style>
  <w:style w:type="character" w:styleId="PlaceholderText">
    <w:name w:val="Placeholder Text"/>
    <w:basedOn w:val="DefaultParagraphFont"/>
    <w:uiPriority w:val="99"/>
    <w:semiHidden/>
    <w:rsid w:val="00C106F4"/>
    <w:rPr>
      <w:color w:val="808080"/>
    </w:rPr>
  </w:style>
  <w:style w:type="character" w:customStyle="1" w:styleId="SpecialWhite">
    <w:name w:val="Special White"/>
    <w:basedOn w:val="DefaultParagraphFont"/>
    <w:uiPriority w:val="1"/>
    <w:qFormat/>
    <w:rsid w:val="00592D94"/>
    <w:rPr>
      <w:color w:val="FFFFFF"/>
    </w:rPr>
  </w:style>
  <w:style w:type="character" w:customStyle="1" w:styleId="E-mailSignatureChar">
    <w:name w:val="E-mail Signature Char"/>
    <w:basedOn w:val="DefaultParagraphFont"/>
    <w:link w:val="E-mailSignature"/>
    <w:uiPriority w:val="99"/>
    <w:semiHidden/>
    <w:rsid w:val="002D1172"/>
    <w:rPr>
      <w:rFonts w:ascii="Calibri" w:hAnsi="Calibri"/>
      <w:color w:val="006AB2"/>
      <w:spacing w:val="20"/>
      <w:sz w:val="24"/>
      <w:szCs w:val="22"/>
    </w:rPr>
  </w:style>
  <w:style w:type="paragraph" w:customStyle="1" w:styleId="TableNumber">
    <w:name w:val="Table Number"/>
    <w:basedOn w:val="TableCell"/>
    <w:qFormat/>
    <w:rsid w:val="00592D94"/>
    <w:pPr>
      <w:numPr>
        <w:numId w:val="9"/>
      </w:numPr>
      <w:tabs>
        <w:tab w:val="clear" w:pos="1701"/>
        <w:tab w:val="clear" w:pos="2268"/>
        <w:tab w:val="clear" w:pos="2835"/>
        <w:tab w:val="clear" w:pos="3402"/>
        <w:tab w:val="clear" w:pos="3969"/>
        <w:tab w:val="clear" w:pos="4536"/>
        <w:tab w:val="clear" w:pos="5103"/>
      </w:tabs>
    </w:pPr>
  </w:style>
  <w:style w:type="numbering" w:customStyle="1" w:styleId="Checklists">
    <w:name w:val="Checklists"/>
    <w:uiPriority w:val="99"/>
    <w:rsid w:val="00592D94"/>
    <w:pPr>
      <w:numPr>
        <w:numId w:val="4"/>
      </w:numPr>
    </w:pPr>
  </w:style>
  <w:style w:type="numbering" w:customStyle="1" w:styleId="Instructions">
    <w:name w:val="Instructions"/>
    <w:uiPriority w:val="99"/>
    <w:rsid w:val="00592D94"/>
    <w:pPr>
      <w:numPr>
        <w:numId w:val="5"/>
      </w:numPr>
    </w:pPr>
  </w:style>
  <w:style w:type="numbering" w:customStyle="1" w:styleId="ListBullets">
    <w:name w:val="ListBullets"/>
    <w:uiPriority w:val="99"/>
    <w:rsid w:val="00592D94"/>
    <w:pPr>
      <w:numPr>
        <w:numId w:val="6"/>
      </w:numPr>
    </w:pPr>
  </w:style>
  <w:style w:type="numbering" w:customStyle="1" w:styleId="ListNumbers">
    <w:name w:val="ListNumbers"/>
    <w:uiPriority w:val="99"/>
    <w:rsid w:val="00592D94"/>
    <w:pPr>
      <w:numPr>
        <w:numId w:val="10"/>
      </w:numPr>
    </w:pPr>
  </w:style>
  <w:style w:type="paragraph" w:styleId="NoteHeading">
    <w:name w:val="Note Heading"/>
    <w:basedOn w:val="Normal"/>
    <w:next w:val="Normal"/>
    <w:link w:val="NoteHeadingChar"/>
    <w:uiPriority w:val="99"/>
    <w:unhideWhenUsed/>
    <w:rsid w:val="00A378A0"/>
    <w:pPr>
      <w:spacing w:after="0" w:line="240" w:lineRule="auto"/>
    </w:pPr>
  </w:style>
  <w:style w:type="character" w:customStyle="1" w:styleId="NoteHeadingChar">
    <w:name w:val="Note Heading Char"/>
    <w:basedOn w:val="DefaultParagraphFont"/>
    <w:link w:val="NoteHeading"/>
    <w:uiPriority w:val="99"/>
    <w:rsid w:val="00A378A0"/>
    <w:rPr>
      <w:rFonts w:asciiTheme="minorHAnsi" w:eastAsiaTheme="minorEastAsia" w:hAnsiTheme="minorHAnsi" w:cstheme="minorBidi"/>
      <w:sz w:val="22"/>
      <w:szCs w:val="22"/>
    </w:rPr>
  </w:style>
  <w:style w:type="numbering" w:customStyle="1" w:styleId="StepNumbers">
    <w:name w:val="StepNumbers"/>
    <w:uiPriority w:val="99"/>
    <w:rsid w:val="00592D94"/>
    <w:pPr>
      <w:numPr>
        <w:numId w:val="7"/>
      </w:numPr>
    </w:pPr>
  </w:style>
  <w:style w:type="numbering" w:customStyle="1" w:styleId="TableBullets">
    <w:name w:val="TableBullets"/>
    <w:uiPriority w:val="99"/>
    <w:rsid w:val="00592D94"/>
    <w:pPr>
      <w:numPr>
        <w:numId w:val="8"/>
      </w:numPr>
    </w:pPr>
  </w:style>
  <w:style w:type="paragraph" w:customStyle="1" w:styleId="TableNumber2">
    <w:name w:val="Table Number 2"/>
    <w:basedOn w:val="TableNumber"/>
    <w:qFormat/>
    <w:rsid w:val="00592D94"/>
    <w:pPr>
      <w:numPr>
        <w:ilvl w:val="1"/>
      </w:numPr>
    </w:pPr>
  </w:style>
  <w:style w:type="paragraph" w:customStyle="1" w:styleId="TableNumber3">
    <w:name w:val="Table Number 3"/>
    <w:basedOn w:val="TableNumber2"/>
    <w:qFormat/>
    <w:rsid w:val="00592D94"/>
    <w:pPr>
      <w:numPr>
        <w:ilvl w:val="2"/>
      </w:numPr>
    </w:pPr>
  </w:style>
  <w:style w:type="numbering" w:customStyle="1" w:styleId="TableNumbers">
    <w:name w:val="TableNumbers"/>
    <w:uiPriority w:val="99"/>
    <w:rsid w:val="00592D94"/>
    <w:pPr>
      <w:numPr>
        <w:numId w:val="9"/>
      </w:numPr>
    </w:pPr>
  </w:style>
  <w:style w:type="paragraph" w:styleId="TOCHeading">
    <w:name w:val="TOC Heading"/>
    <w:basedOn w:val="TitleSection"/>
    <w:next w:val="BodyText"/>
    <w:uiPriority w:val="39"/>
    <w:unhideWhenUsed/>
    <w:qFormat/>
    <w:rsid w:val="00592D94"/>
    <w:pPr>
      <w:tabs>
        <w:tab w:val="clear" w:pos="567"/>
        <w:tab w:val="clear" w:pos="1134"/>
        <w:tab w:val="clear" w:pos="1701"/>
        <w:tab w:val="clear" w:pos="2268"/>
        <w:tab w:val="clear" w:pos="2835"/>
        <w:tab w:val="clear" w:pos="3402"/>
        <w:tab w:val="clear" w:pos="3969"/>
        <w:tab w:val="clear" w:pos="4536"/>
        <w:tab w:val="clear" w:pos="5103"/>
      </w:tabs>
      <w:spacing w:before="480" w:after="0" w:line="276" w:lineRule="auto"/>
      <w:jc w:val="center"/>
    </w:pPr>
    <w:rPr>
      <w:spacing w:val="0"/>
      <w:kern w:val="0"/>
    </w:rPr>
  </w:style>
  <w:style w:type="paragraph" w:customStyle="1" w:styleId="FooterLandscape">
    <w:name w:val="Footer Landscape"/>
    <w:basedOn w:val="Footer"/>
    <w:qFormat/>
    <w:rsid w:val="00A378A0"/>
    <w:pPr>
      <w:tabs>
        <w:tab w:val="left" w:pos="6662"/>
        <w:tab w:val="right" w:pos="13325"/>
      </w:tabs>
    </w:pPr>
  </w:style>
  <w:style w:type="paragraph" w:customStyle="1" w:styleId="ChecklistCross">
    <w:name w:val="Checklist Cross"/>
    <w:basedOn w:val="Checklist"/>
    <w:qFormat/>
    <w:rsid w:val="00592D94"/>
    <w:pPr>
      <w:numPr>
        <w:numId w:val="14"/>
      </w:numPr>
    </w:pPr>
  </w:style>
  <w:style w:type="paragraph" w:customStyle="1" w:styleId="ChecklistTick">
    <w:name w:val="Checklist Tick"/>
    <w:basedOn w:val="Checklist"/>
    <w:qFormat/>
    <w:rsid w:val="00592D94"/>
    <w:pPr>
      <w:numPr>
        <w:numId w:val="15"/>
      </w:numPr>
    </w:pPr>
  </w:style>
  <w:style w:type="paragraph" w:customStyle="1" w:styleId="Disclaimer">
    <w:name w:val="Disclaimer"/>
    <w:qFormat/>
    <w:rsid w:val="00592D94"/>
    <w:pPr>
      <w:spacing w:before="120" w:after="120"/>
      <w:ind w:left="624" w:right="624"/>
    </w:pPr>
    <w:rPr>
      <w:rFonts w:ascii="Century Gothic" w:eastAsiaTheme="minorEastAsia" w:hAnsi="Century Gothic" w:cstheme="minorBidi"/>
      <w:color w:val="737373"/>
      <w:spacing w:val="4"/>
      <w:szCs w:val="22"/>
    </w:rPr>
  </w:style>
  <w:style w:type="paragraph" w:customStyle="1" w:styleId="FooterLandscapeA4">
    <w:name w:val="Footer Landscape A4"/>
    <w:basedOn w:val="Footer"/>
    <w:qFormat/>
    <w:rsid w:val="00592D94"/>
    <w:pPr>
      <w:tabs>
        <w:tab w:val="right" w:pos="13466"/>
      </w:tabs>
    </w:pPr>
  </w:style>
  <w:style w:type="paragraph" w:customStyle="1" w:styleId="HeaderFax">
    <w:name w:val="Header Fax"/>
    <w:basedOn w:val="Header"/>
    <w:qFormat/>
    <w:rsid w:val="00592D94"/>
  </w:style>
  <w:style w:type="paragraph" w:customStyle="1" w:styleId="HeaderOffices">
    <w:name w:val="Header Offices"/>
    <w:basedOn w:val="Header"/>
    <w:qFormat/>
    <w:rsid w:val="00592D94"/>
    <w:pPr>
      <w:spacing w:before="60" w:after="60"/>
      <w:jc w:val="right"/>
    </w:pPr>
    <w:rPr>
      <w:b w:val="0"/>
      <w:caps w:val="0"/>
      <w:color w:val="737373"/>
      <w:spacing w:val="4"/>
    </w:rPr>
  </w:style>
  <w:style w:type="paragraph" w:customStyle="1" w:styleId="HeaderSubheader">
    <w:name w:val="Header Subheader"/>
    <w:basedOn w:val="Header"/>
    <w:qFormat/>
    <w:rsid w:val="00592D94"/>
    <w:pPr>
      <w:jc w:val="right"/>
    </w:pPr>
    <w:rPr>
      <w:b w:val="0"/>
      <w:i/>
      <w:color w:val="000000" w:themeColor="text1"/>
      <w:spacing w:val="20"/>
      <w:sz w:val="20"/>
    </w:rPr>
  </w:style>
  <w:style w:type="numbering" w:customStyle="1" w:styleId="Headings">
    <w:name w:val="Headings"/>
    <w:uiPriority w:val="99"/>
    <w:rsid w:val="00592D94"/>
    <w:pPr>
      <w:numPr>
        <w:numId w:val="11"/>
      </w:numPr>
    </w:pPr>
  </w:style>
  <w:style w:type="character" w:customStyle="1" w:styleId="P2Blue">
    <w:name w:val="P2 Blue"/>
    <w:basedOn w:val="DefaultParagraphFont"/>
    <w:uiPriority w:val="1"/>
    <w:qFormat/>
    <w:rsid w:val="00592D94"/>
    <w:rPr>
      <w:color w:val="00A1DE"/>
    </w:rPr>
  </w:style>
  <w:style w:type="character" w:customStyle="1" w:styleId="P2Green">
    <w:name w:val="P2 Green"/>
    <w:basedOn w:val="DefaultParagraphFont"/>
    <w:uiPriority w:val="1"/>
    <w:qFormat/>
    <w:rsid w:val="00592D94"/>
    <w:rPr>
      <w:color w:val="82BE5A"/>
    </w:rPr>
  </w:style>
  <w:style w:type="character" w:customStyle="1" w:styleId="P2Grey">
    <w:name w:val="P2 Grey"/>
    <w:basedOn w:val="DefaultParagraphFont"/>
    <w:uiPriority w:val="1"/>
    <w:qFormat/>
    <w:rsid w:val="00592D94"/>
    <w:rPr>
      <w:color w:val="737373"/>
    </w:rPr>
  </w:style>
  <w:style w:type="paragraph" w:customStyle="1" w:styleId="TableBullet2">
    <w:name w:val="Table Bullet 2"/>
    <w:basedOn w:val="TableBullet"/>
    <w:qFormat/>
    <w:rsid w:val="00592D94"/>
    <w:pPr>
      <w:numPr>
        <w:ilvl w:val="1"/>
      </w:numPr>
    </w:pPr>
  </w:style>
  <w:style w:type="paragraph" w:customStyle="1" w:styleId="TableBullet3">
    <w:name w:val="Table Bullet 3"/>
    <w:basedOn w:val="TableBullet2"/>
    <w:qFormat/>
    <w:rsid w:val="00592D94"/>
    <w:pPr>
      <w:numPr>
        <w:ilvl w:val="2"/>
      </w:numPr>
    </w:pPr>
  </w:style>
  <w:style w:type="paragraph" w:customStyle="1" w:styleId="ThingstoNoticeBullet2">
    <w:name w:val="Things to Notice Bullet 2"/>
    <w:basedOn w:val="ThingstoNoticeBullet"/>
    <w:qFormat/>
    <w:rsid w:val="00592D94"/>
    <w:pPr>
      <w:ind w:left="568"/>
    </w:pPr>
  </w:style>
  <w:style w:type="paragraph" w:customStyle="1" w:styleId="ThingstoNoticeBullet3">
    <w:name w:val="Things to Notice Bullet 3"/>
    <w:basedOn w:val="ThingstoNoticeBullet2"/>
    <w:qFormat/>
    <w:rsid w:val="00592D94"/>
    <w:pPr>
      <w:ind w:left="851"/>
    </w:pPr>
  </w:style>
  <w:style w:type="table" w:customStyle="1" w:styleId="P2Table">
    <w:name w:val="P2 Table"/>
    <w:basedOn w:val="TableNormal"/>
    <w:uiPriority w:val="99"/>
    <w:rsid w:val="00592D94"/>
    <w:rPr>
      <w:rFonts w:asciiTheme="minorHAnsi" w:eastAsiaTheme="minorEastAsia" w:hAnsiTheme="minorHAnsi" w:cstheme="minorBidi"/>
      <w:szCs w:val="22"/>
    </w:rPr>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blStylePr w:type="firstRow">
      <w:pPr>
        <w:keepNext/>
        <w:wordWrap/>
      </w:pPr>
      <w:rPr>
        <w:b/>
        <w:color w:val="FFFFFF"/>
      </w:rPr>
      <w:tblPr/>
      <w:trPr>
        <w:tblHeader/>
      </w:trPr>
      <w:tcPr>
        <w:shd w:val="clear" w:color="auto" w:fill="0073CF"/>
      </w:tcPr>
    </w:tblStylePr>
  </w:style>
  <w:style w:type="paragraph" w:customStyle="1" w:styleId="TableCellRight">
    <w:name w:val="Table Cell Right"/>
    <w:basedOn w:val="TableCell"/>
    <w:qFormat/>
    <w:rsid w:val="00592D94"/>
    <w:pPr>
      <w:tabs>
        <w:tab w:val="clear" w:pos="1701"/>
        <w:tab w:val="clear" w:pos="2268"/>
        <w:tab w:val="clear" w:pos="2835"/>
        <w:tab w:val="clear" w:pos="3402"/>
        <w:tab w:val="clear" w:pos="3969"/>
        <w:tab w:val="clear" w:pos="4536"/>
        <w:tab w:val="clear" w:pos="5103"/>
      </w:tabs>
      <w:jc w:val="right"/>
    </w:pPr>
  </w:style>
  <w:style w:type="paragraph" w:customStyle="1" w:styleId="FooterLandscapeLetter">
    <w:name w:val="Footer Landscape Letter"/>
    <w:basedOn w:val="FooterLandscapeA4"/>
    <w:qFormat/>
    <w:rsid w:val="00592D94"/>
    <w:pPr>
      <w:tabs>
        <w:tab w:val="right" w:pos="12899"/>
      </w:tabs>
    </w:pPr>
  </w:style>
  <w:style w:type="numbering" w:customStyle="1" w:styleId="ChecklistsCross">
    <w:name w:val="ChecklistsCross"/>
    <w:uiPriority w:val="99"/>
    <w:rsid w:val="00592D94"/>
    <w:pPr>
      <w:numPr>
        <w:numId w:val="13"/>
      </w:numPr>
    </w:pPr>
  </w:style>
  <w:style w:type="numbering" w:customStyle="1" w:styleId="ChecklistsTick">
    <w:name w:val="ChecklistsTick"/>
    <w:uiPriority w:val="99"/>
    <w:rsid w:val="00592D94"/>
    <w:pPr>
      <w:numPr>
        <w:numId w:val="15"/>
      </w:numPr>
    </w:pPr>
  </w:style>
  <w:style w:type="paragraph" w:styleId="ListParagraph">
    <w:name w:val="List Paragraph"/>
    <w:basedOn w:val="Normal"/>
    <w:uiPriority w:val="34"/>
    <w:qFormat/>
    <w:rsid w:val="00695053"/>
    <w:pPr>
      <w:spacing w:after="0" w:line="240" w:lineRule="auto"/>
      <w:ind w:left="720"/>
      <w:contextualSpacing/>
    </w:pPr>
    <w:rPr>
      <w:rFonts w:ascii="Times New Roman" w:eastAsia="Times New Roman" w:hAnsi="Times New Roman" w:cs="Times New Roman"/>
      <w:spacing w:val="0"/>
      <w:kern w:val="0"/>
      <w:sz w:val="24"/>
      <w:szCs w:val="24"/>
    </w:rPr>
  </w:style>
  <w:style w:type="paragraph" w:customStyle="1" w:styleId="Default">
    <w:name w:val="Default"/>
    <w:rsid w:val="003E14D8"/>
    <w:pPr>
      <w:autoSpaceDE w:val="0"/>
      <w:autoSpaceDN w:val="0"/>
      <w:adjustRightInd w:val="0"/>
    </w:pPr>
    <w:rPr>
      <w:rFonts w:ascii="Century Gothic" w:hAnsi="Century Gothic" w:cs="Century Gothic"/>
      <w:color w:val="000000"/>
      <w:sz w:val="24"/>
      <w:szCs w:val="24"/>
    </w:rPr>
  </w:style>
  <w:style w:type="paragraph" w:styleId="CommentSubject">
    <w:name w:val="annotation subject"/>
    <w:basedOn w:val="CommentText"/>
    <w:next w:val="CommentText"/>
    <w:link w:val="CommentSubjectChar"/>
    <w:rsid w:val="007F73B0"/>
    <w:pPr>
      <w:tabs>
        <w:tab w:val="clear" w:pos="187"/>
      </w:tabs>
      <w:spacing w:after="160" w:line="240" w:lineRule="auto"/>
      <w:ind w:left="0" w:firstLine="0"/>
    </w:pPr>
    <w:rPr>
      <w:b/>
      <w:bCs/>
      <w:sz w:val="20"/>
      <w:szCs w:val="20"/>
    </w:rPr>
  </w:style>
  <w:style w:type="character" w:customStyle="1" w:styleId="CommentSubjectChar">
    <w:name w:val="Comment Subject Char"/>
    <w:basedOn w:val="CommentTextChar"/>
    <w:link w:val="CommentSubject"/>
    <w:rsid w:val="007F73B0"/>
    <w:rPr>
      <w:rFonts w:ascii="Century Gothic" w:eastAsiaTheme="minorEastAsia" w:hAnsi="Century Gothic" w:cstheme="minorBidi"/>
      <w:b/>
      <w:bCs/>
      <w:spacing w:val="4"/>
      <w:kern w:val="18"/>
      <w:sz w:val="22"/>
      <w:szCs w:val="24"/>
    </w:rPr>
  </w:style>
  <w:style w:type="character" w:customStyle="1" w:styleId="HotSpot">
    <w:name w:val="HotSpot"/>
    <w:uiPriority w:val="1"/>
    <w:rsid w:val="0093040E"/>
    <w:rPr>
      <w:color w:val="auto"/>
      <w:u w:val="none"/>
    </w:rPr>
  </w:style>
  <w:style w:type="paragraph" w:styleId="Revision">
    <w:name w:val="Revision"/>
    <w:hidden/>
    <w:uiPriority w:val="99"/>
    <w:semiHidden/>
    <w:rsid w:val="003E182D"/>
    <w:rPr>
      <w:rFonts w:ascii="Century Gothic" w:eastAsiaTheme="minorEastAsia" w:hAnsi="Century Gothic" w:cstheme="minorBidi"/>
      <w:spacing w:val="4"/>
      <w:kern w:val="18"/>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uiPriority="35" w:qFormat="1"/>
    <w:lsdException w:name="page number" w:uiPriority="99"/>
    <w:lsdException w:name="List Bullet" w:uiPriority="99"/>
    <w:lsdException w:name="List Number" w:semiHidden="0" w:uiPriority="99" w:unhideWhenUsed="0"/>
    <w:lsdException w:name="List 2" w:uiPriority="99"/>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10" w:unhideWhenUsed="0" w:qFormat="1"/>
    <w:lsdException w:name="Default Paragraph Font" w:uiPriority="1"/>
    <w:lsdException w:name="Body Text" w:uiPriority="99"/>
    <w:lsdException w:name="List Continue" w:uiPriority="99"/>
    <w:lsdException w:name="List Continue 2" w:uiPriority="99"/>
    <w:lsdException w:name="List Continue 3" w:uiPriority="99"/>
    <w:lsdException w:name="List Continue 4" w:uiPriority="99"/>
    <w:lsdException w:name="List Continue 5"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Note Heading"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4B73A8"/>
    <w:pPr>
      <w:spacing w:after="160" w:line="260" w:lineRule="atLeast"/>
    </w:pPr>
    <w:rPr>
      <w:rFonts w:ascii="Century Gothic" w:eastAsiaTheme="minorEastAsia" w:hAnsi="Century Gothic" w:cstheme="minorBidi"/>
      <w:spacing w:val="4"/>
      <w:kern w:val="18"/>
      <w:sz w:val="18"/>
      <w:szCs w:val="22"/>
    </w:rPr>
  </w:style>
  <w:style w:type="paragraph" w:styleId="Heading1">
    <w:name w:val="heading 1"/>
    <w:basedOn w:val="BodyText"/>
    <w:next w:val="BodyText"/>
    <w:link w:val="Heading1Char"/>
    <w:uiPriority w:val="9"/>
    <w:qFormat/>
    <w:rsid w:val="00592D94"/>
    <w:pPr>
      <w:keepNext/>
      <w:keepLines/>
      <w:spacing w:before="120" w:after="260"/>
      <w:outlineLvl w:val="0"/>
    </w:pPr>
    <w:rPr>
      <w:rFonts w:eastAsiaTheme="majorEastAsia" w:cstheme="majorBidi"/>
      <w:b/>
      <w:bCs/>
      <w:color w:val="0073CF"/>
      <w:kern w:val="28"/>
      <w:sz w:val="36"/>
      <w:szCs w:val="28"/>
    </w:rPr>
  </w:style>
  <w:style w:type="paragraph" w:styleId="Heading2">
    <w:name w:val="heading 2"/>
    <w:basedOn w:val="Heading1"/>
    <w:next w:val="BodyText"/>
    <w:link w:val="Heading2Char"/>
    <w:uiPriority w:val="9"/>
    <w:unhideWhenUsed/>
    <w:qFormat/>
    <w:rsid w:val="00592D94"/>
    <w:pPr>
      <w:numPr>
        <w:ilvl w:val="1"/>
      </w:numPr>
      <w:spacing w:before="240" w:after="120"/>
      <w:outlineLvl w:val="1"/>
    </w:pPr>
    <w:rPr>
      <w:bCs w:val="0"/>
      <w:color w:val="737373"/>
      <w:sz w:val="32"/>
      <w:szCs w:val="26"/>
    </w:rPr>
  </w:style>
  <w:style w:type="paragraph" w:styleId="Heading3">
    <w:name w:val="heading 3"/>
    <w:basedOn w:val="Heading2"/>
    <w:next w:val="BodyText"/>
    <w:link w:val="Heading3Char"/>
    <w:uiPriority w:val="9"/>
    <w:unhideWhenUsed/>
    <w:qFormat/>
    <w:rsid w:val="00592D94"/>
    <w:pPr>
      <w:numPr>
        <w:ilvl w:val="2"/>
      </w:numPr>
      <w:tabs>
        <w:tab w:val="clear" w:pos="567"/>
        <w:tab w:val="left" w:pos="851"/>
      </w:tabs>
      <w:ind w:left="851" w:hanging="851"/>
      <w:outlineLvl w:val="2"/>
    </w:pPr>
    <w:rPr>
      <w:bCs/>
      <w:sz w:val="28"/>
    </w:rPr>
  </w:style>
  <w:style w:type="paragraph" w:styleId="Heading4">
    <w:name w:val="heading 4"/>
    <w:basedOn w:val="Heading3"/>
    <w:next w:val="BodyText"/>
    <w:link w:val="Heading4Char"/>
    <w:uiPriority w:val="9"/>
    <w:unhideWhenUsed/>
    <w:qFormat/>
    <w:rsid w:val="00592D94"/>
    <w:pPr>
      <w:numPr>
        <w:ilvl w:val="3"/>
      </w:numPr>
      <w:ind w:left="851" w:hanging="851"/>
      <w:outlineLvl w:val="3"/>
    </w:pPr>
    <w:rPr>
      <w:bCs w:val="0"/>
      <w:iCs/>
      <w:sz w:val="24"/>
    </w:rPr>
  </w:style>
  <w:style w:type="paragraph" w:styleId="Heading5">
    <w:name w:val="heading 5"/>
    <w:basedOn w:val="Heading4"/>
    <w:next w:val="BodyText"/>
    <w:link w:val="Heading5Char"/>
    <w:uiPriority w:val="9"/>
    <w:unhideWhenUsed/>
    <w:qFormat/>
    <w:rsid w:val="00592D94"/>
    <w:pPr>
      <w:numPr>
        <w:ilvl w:val="4"/>
      </w:numPr>
      <w:ind w:left="851" w:hanging="851"/>
      <w:outlineLvl w:val="4"/>
    </w:pPr>
    <w:rPr>
      <w:sz w:val="22"/>
    </w:rPr>
  </w:style>
  <w:style w:type="paragraph" w:styleId="Heading6">
    <w:name w:val="heading 6"/>
    <w:basedOn w:val="Heading5"/>
    <w:next w:val="BodyText"/>
    <w:link w:val="Heading6Char"/>
    <w:uiPriority w:val="9"/>
    <w:unhideWhenUsed/>
    <w:qFormat/>
    <w:rsid w:val="00592D94"/>
    <w:pPr>
      <w:numPr>
        <w:ilvl w:val="5"/>
      </w:numPr>
      <w:tabs>
        <w:tab w:val="clear" w:pos="851"/>
      </w:tabs>
      <w:ind w:left="1134" w:hanging="1134"/>
      <w:outlineLvl w:val="5"/>
    </w:pPr>
    <w:rPr>
      <w:iCs w:val="0"/>
      <w:sz w:val="20"/>
    </w:rPr>
  </w:style>
  <w:style w:type="paragraph" w:styleId="Heading7">
    <w:name w:val="heading 7"/>
    <w:basedOn w:val="Heading6"/>
    <w:next w:val="BodyText"/>
    <w:link w:val="Heading7Char"/>
    <w:uiPriority w:val="9"/>
    <w:unhideWhenUsed/>
    <w:qFormat/>
    <w:rsid w:val="00592D94"/>
    <w:pPr>
      <w:numPr>
        <w:ilvl w:val="6"/>
      </w:numPr>
      <w:tabs>
        <w:tab w:val="clear" w:pos="1134"/>
        <w:tab w:val="left" w:pos="1418"/>
      </w:tabs>
      <w:ind w:left="1418" w:hanging="1418"/>
      <w:outlineLvl w:val="6"/>
    </w:pPr>
    <w:rPr>
      <w:iCs/>
    </w:rPr>
  </w:style>
  <w:style w:type="paragraph" w:styleId="Heading8">
    <w:name w:val="heading 8"/>
    <w:basedOn w:val="Heading7"/>
    <w:next w:val="BodyText"/>
    <w:link w:val="Heading8Char"/>
    <w:uiPriority w:val="9"/>
    <w:unhideWhenUsed/>
    <w:qFormat/>
    <w:rsid w:val="00592D94"/>
    <w:pPr>
      <w:numPr>
        <w:ilvl w:val="7"/>
      </w:numPr>
      <w:ind w:left="1418" w:hanging="1418"/>
      <w:outlineLvl w:val="7"/>
    </w:pPr>
    <w:rPr>
      <w:szCs w:val="20"/>
    </w:rPr>
  </w:style>
  <w:style w:type="paragraph" w:styleId="Heading9">
    <w:name w:val="heading 9"/>
    <w:basedOn w:val="Heading8"/>
    <w:next w:val="BodyText"/>
    <w:link w:val="Heading9Char"/>
    <w:uiPriority w:val="9"/>
    <w:unhideWhenUsed/>
    <w:qFormat/>
    <w:rsid w:val="00592D94"/>
    <w:pPr>
      <w:numPr>
        <w:ilvl w:val="8"/>
      </w:numPr>
      <w:tabs>
        <w:tab w:val="clear" w:pos="1418"/>
      </w:tabs>
      <w:ind w:left="1701" w:hanging="1701"/>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Subtitle">
    <w:name w:val="Chapter Subtitle"/>
    <w:basedOn w:val="BodyText"/>
    <w:next w:val="BodyText"/>
    <w:qFormat/>
    <w:rsid w:val="00592D94"/>
    <w:pPr>
      <w:jc w:val="center"/>
    </w:pPr>
    <w:rPr>
      <w:i/>
      <w:color w:val="737373"/>
      <w:sz w:val="22"/>
    </w:rPr>
  </w:style>
  <w:style w:type="paragraph" w:customStyle="1" w:styleId="BodyText-FirstLine">
    <w:name w:val="Body Text - First Line"/>
    <w:basedOn w:val="BodyText"/>
    <w:next w:val="BodyText"/>
    <w:link w:val="BodyText-FirstLineChar"/>
    <w:qFormat/>
    <w:rsid w:val="00592D94"/>
    <w:pPr>
      <w:spacing w:before="360"/>
    </w:pPr>
  </w:style>
  <w:style w:type="paragraph" w:styleId="BodyText">
    <w:name w:val="Body Text"/>
    <w:link w:val="BodyTextChar"/>
    <w:uiPriority w:val="99"/>
    <w:unhideWhenUsed/>
    <w:rsid w:val="00592D94"/>
    <w:pPr>
      <w:tabs>
        <w:tab w:val="left" w:pos="567"/>
        <w:tab w:val="left" w:pos="1134"/>
        <w:tab w:val="left" w:pos="1701"/>
        <w:tab w:val="left" w:pos="2268"/>
        <w:tab w:val="left" w:pos="2835"/>
        <w:tab w:val="left" w:pos="3402"/>
        <w:tab w:val="left" w:pos="3969"/>
        <w:tab w:val="left" w:pos="4536"/>
        <w:tab w:val="left" w:pos="5103"/>
      </w:tabs>
      <w:spacing w:after="160" w:line="260" w:lineRule="atLeast"/>
    </w:pPr>
    <w:rPr>
      <w:rFonts w:ascii="Century Gothic" w:eastAsiaTheme="minorEastAsia" w:hAnsi="Century Gothic" w:cstheme="minorBidi"/>
      <w:spacing w:val="4"/>
      <w:kern w:val="18"/>
      <w:sz w:val="18"/>
      <w:szCs w:val="22"/>
    </w:rPr>
  </w:style>
  <w:style w:type="character" w:customStyle="1" w:styleId="BodyTextChar">
    <w:name w:val="Body Text Char"/>
    <w:basedOn w:val="DefaultParagraphFont"/>
    <w:link w:val="BodyText"/>
    <w:uiPriority w:val="99"/>
    <w:rsid w:val="00592D94"/>
    <w:rPr>
      <w:rFonts w:ascii="Century Gothic" w:eastAsiaTheme="minorEastAsia" w:hAnsi="Century Gothic" w:cstheme="minorBidi"/>
      <w:spacing w:val="4"/>
      <w:kern w:val="18"/>
      <w:sz w:val="18"/>
      <w:szCs w:val="22"/>
    </w:rPr>
  </w:style>
  <w:style w:type="character" w:customStyle="1" w:styleId="BodyText-FirstLineChar">
    <w:name w:val="Body Text - First Line Char"/>
    <w:basedOn w:val="BodyTextChar"/>
    <w:link w:val="BodyText-FirstLine"/>
    <w:rsid w:val="00FD79CE"/>
    <w:rPr>
      <w:rFonts w:ascii="Century Gothic" w:eastAsiaTheme="minorEastAsia" w:hAnsi="Century Gothic" w:cstheme="minorBidi"/>
      <w:spacing w:val="4"/>
      <w:kern w:val="18"/>
      <w:sz w:val="18"/>
      <w:szCs w:val="22"/>
    </w:rPr>
  </w:style>
  <w:style w:type="paragraph" w:customStyle="1" w:styleId="BodyTextCondensed">
    <w:name w:val="Body Text Condensed"/>
    <w:basedOn w:val="BodyText"/>
    <w:qFormat/>
    <w:rsid w:val="00592D94"/>
    <w:pPr>
      <w:spacing w:after="0"/>
    </w:pPr>
  </w:style>
  <w:style w:type="character" w:customStyle="1" w:styleId="Heading2Char">
    <w:name w:val="Heading 2 Char"/>
    <w:basedOn w:val="DefaultParagraphFont"/>
    <w:link w:val="Heading2"/>
    <w:uiPriority w:val="9"/>
    <w:rsid w:val="00592D94"/>
    <w:rPr>
      <w:rFonts w:ascii="Century Gothic" w:eastAsiaTheme="majorEastAsia" w:hAnsi="Century Gothic" w:cstheme="majorBidi"/>
      <w:b/>
      <w:color w:val="737373"/>
      <w:spacing w:val="4"/>
      <w:kern w:val="28"/>
      <w:sz w:val="32"/>
      <w:szCs w:val="26"/>
    </w:rPr>
  </w:style>
  <w:style w:type="character" w:customStyle="1" w:styleId="Heading3Char">
    <w:name w:val="Heading 3 Char"/>
    <w:basedOn w:val="DefaultParagraphFont"/>
    <w:link w:val="Heading3"/>
    <w:uiPriority w:val="9"/>
    <w:rsid w:val="00592D94"/>
    <w:rPr>
      <w:rFonts w:ascii="Century Gothic" w:eastAsiaTheme="majorEastAsia" w:hAnsi="Century Gothic" w:cstheme="majorBidi"/>
      <w:b/>
      <w:bCs/>
      <w:color w:val="737373"/>
      <w:spacing w:val="4"/>
      <w:kern w:val="28"/>
      <w:sz w:val="28"/>
      <w:szCs w:val="26"/>
    </w:rPr>
  </w:style>
  <w:style w:type="character" w:customStyle="1" w:styleId="Heading4Char">
    <w:name w:val="Heading 4 Char"/>
    <w:basedOn w:val="DefaultParagraphFont"/>
    <w:link w:val="Heading4"/>
    <w:uiPriority w:val="9"/>
    <w:rsid w:val="00592D94"/>
    <w:rPr>
      <w:rFonts w:ascii="Century Gothic" w:eastAsiaTheme="majorEastAsia" w:hAnsi="Century Gothic" w:cstheme="majorBidi"/>
      <w:b/>
      <w:iCs/>
      <w:color w:val="737373"/>
      <w:spacing w:val="4"/>
      <w:kern w:val="28"/>
      <w:sz w:val="24"/>
      <w:szCs w:val="26"/>
    </w:rPr>
  </w:style>
  <w:style w:type="character" w:styleId="Emphasis">
    <w:name w:val="Emphasis"/>
    <w:basedOn w:val="DefaultParagraphFont"/>
    <w:uiPriority w:val="20"/>
    <w:qFormat/>
    <w:rsid w:val="00592D94"/>
    <w:rPr>
      <w:i/>
      <w:iCs/>
    </w:rPr>
  </w:style>
  <w:style w:type="paragraph" w:styleId="Index1">
    <w:name w:val="index 1"/>
    <w:basedOn w:val="BodyText"/>
    <w:uiPriority w:val="99"/>
    <w:unhideWhenUsed/>
    <w:rsid w:val="00592D94"/>
    <w:pPr>
      <w:spacing w:after="0" w:line="240" w:lineRule="auto"/>
    </w:pPr>
  </w:style>
  <w:style w:type="paragraph" w:styleId="Index2">
    <w:name w:val="index 2"/>
    <w:basedOn w:val="Index1"/>
    <w:uiPriority w:val="99"/>
    <w:unhideWhenUsed/>
    <w:rsid w:val="00592D94"/>
    <w:pPr>
      <w:spacing w:after="160" w:line="260" w:lineRule="atLeast"/>
      <w:ind w:left="340" w:hanging="170"/>
    </w:pPr>
  </w:style>
  <w:style w:type="paragraph" w:styleId="Index3">
    <w:name w:val="index 3"/>
    <w:basedOn w:val="Index2"/>
    <w:uiPriority w:val="99"/>
    <w:unhideWhenUsed/>
    <w:rsid w:val="00592D94"/>
    <w:pPr>
      <w:ind w:left="510"/>
    </w:pPr>
  </w:style>
  <w:style w:type="paragraph" w:styleId="Index4">
    <w:name w:val="index 4"/>
    <w:basedOn w:val="Normal"/>
    <w:semiHidden/>
    <w:pPr>
      <w:ind w:left="880" w:hanging="220"/>
    </w:pPr>
    <w:rPr>
      <w:rFonts w:ascii="Times New Roman" w:hAnsi="Times New Roman"/>
      <w:szCs w:val="18"/>
    </w:rPr>
  </w:style>
  <w:style w:type="paragraph" w:styleId="Index5">
    <w:name w:val="index 5"/>
    <w:basedOn w:val="Normal"/>
    <w:semiHidden/>
    <w:pPr>
      <w:ind w:left="1100" w:hanging="220"/>
    </w:pPr>
    <w:rPr>
      <w:rFonts w:ascii="Times New Roman" w:hAnsi="Times New Roman"/>
      <w:szCs w:val="18"/>
    </w:rPr>
  </w:style>
  <w:style w:type="paragraph" w:styleId="Index6">
    <w:name w:val="index 6"/>
    <w:basedOn w:val="Index1"/>
    <w:next w:val="Normal"/>
    <w:semiHidden/>
    <w:pPr>
      <w:ind w:left="1320"/>
    </w:pPr>
  </w:style>
  <w:style w:type="paragraph" w:styleId="Index7">
    <w:name w:val="index 7"/>
    <w:basedOn w:val="Index1"/>
    <w:next w:val="Normal"/>
    <w:semiHidden/>
    <w:pPr>
      <w:ind w:left="1540"/>
    </w:pPr>
  </w:style>
  <w:style w:type="paragraph" w:styleId="Index8">
    <w:name w:val="index 8"/>
    <w:basedOn w:val="Normal"/>
    <w:next w:val="Normal"/>
    <w:semiHidden/>
    <w:pPr>
      <w:ind w:left="1760" w:hanging="220"/>
    </w:pPr>
    <w:rPr>
      <w:rFonts w:ascii="Times New Roman" w:hAnsi="Times New Roman"/>
      <w:szCs w:val="18"/>
    </w:rPr>
  </w:style>
  <w:style w:type="paragraph" w:styleId="TOC1">
    <w:name w:val="toc 1"/>
    <w:basedOn w:val="BodyText"/>
    <w:autoRedefine/>
    <w:uiPriority w:val="39"/>
    <w:unhideWhenUsed/>
    <w:rsid w:val="00592D94"/>
    <w:pPr>
      <w:tabs>
        <w:tab w:val="clear" w:pos="567"/>
        <w:tab w:val="clear" w:pos="1134"/>
        <w:tab w:val="clear" w:pos="1701"/>
        <w:tab w:val="clear" w:pos="2268"/>
        <w:tab w:val="clear" w:pos="2835"/>
        <w:tab w:val="clear" w:pos="3402"/>
        <w:tab w:val="clear" w:pos="3969"/>
        <w:tab w:val="clear" w:pos="4536"/>
        <w:tab w:val="clear" w:pos="5103"/>
        <w:tab w:val="right" w:leader="dot" w:pos="9061"/>
      </w:tabs>
      <w:spacing w:before="120" w:after="120" w:line="240" w:lineRule="auto"/>
    </w:pPr>
    <w:rPr>
      <w:b/>
      <w:sz w:val="16"/>
    </w:rPr>
  </w:style>
  <w:style w:type="paragraph" w:styleId="TOC2">
    <w:name w:val="toc 2"/>
    <w:basedOn w:val="TOC1"/>
    <w:autoRedefine/>
    <w:uiPriority w:val="39"/>
    <w:unhideWhenUsed/>
    <w:rsid w:val="00592D94"/>
    <w:pPr>
      <w:spacing w:before="20" w:after="20"/>
    </w:pPr>
    <w:rPr>
      <w:b w:val="0"/>
      <w:spacing w:val="0"/>
    </w:rPr>
  </w:style>
  <w:style w:type="paragraph" w:styleId="TOC3">
    <w:name w:val="toc 3"/>
    <w:basedOn w:val="TOC2"/>
    <w:autoRedefine/>
    <w:uiPriority w:val="39"/>
    <w:unhideWhenUsed/>
    <w:rsid w:val="00592D94"/>
    <w:pPr>
      <w:ind w:left="284"/>
    </w:pPr>
  </w:style>
  <w:style w:type="paragraph" w:styleId="TOC4">
    <w:name w:val="toc 4"/>
    <w:basedOn w:val="TOC3"/>
    <w:next w:val="Normal"/>
    <w:autoRedefine/>
    <w:uiPriority w:val="39"/>
    <w:unhideWhenUsed/>
    <w:rsid w:val="00592D94"/>
    <w:pPr>
      <w:spacing w:after="100"/>
      <w:ind w:left="660"/>
    </w:pPr>
  </w:style>
  <w:style w:type="paragraph" w:styleId="TOC5">
    <w:name w:val="toc 5"/>
    <w:basedOn w:val="TOC4"/>
    <w:next w:val="Normal"/>
    <w:autoRedefine/>
    <w:uiPriority w:val="39"/>
    <w:semiHidden/>
    <w:unhideWhenUsed/>
    <w:rsid w:val="00592D94"/>
    <w:pPr>
      <w:ind w:left="880"/>
    </w:pPr>
  </w:style>
  <w:style w:type="paragraph" w:styleId="TOC6">
    <w:name w:val="toc 6"/>
    <w:basedOn w:val="TOC5"/>
    <w:next w:val="Normal"/>
    <w:autoRedefine/>
    <w:uiPriority w:val="39"/>
    <w:semiHidden/>
    <w:unhideWhenUsed/>
    <w:rsid w:val="00592D94"/>
    <w:pPr>
      <w:ind w:left="1100"/>
    </w:pPr>
  </w:style>
  <w:style w:type="paragraph" w:styleId="TOC7">
    <w:name w:val="toc 7"/>
    <w:basedOn w:val="TOC6"/>
    <w:next w:val="Normal"/>
    <w:autoRedefine/>
    <w:uiPriority w:val="39"/>
    <w:semiHidden/>
    <w:unhideWhenUsed/>
    <w:rsid w:val="00592D94"/>
    <w:pPr>
      <w:ind w:left="1320"/>
    </w:pPr>
  </w:style>
  <w:style w:type="paragraph" w:styleId="TOC8">
    <w:name w:val="toc 8"/>
    <w:basedOn w:val="TOC7"/>
    <w:next w:val="Normal"/>
    <w:autoRedefine/>
    <w:uiPriority w:val="39"/>
    <w:unhideWhenUsed/>
    <w:rsid w:val="00592D94"/>
    <w:pPr>
      <w:ind w:left="1540"/>
    </w:pPr>
  </w:style>
  <w:style w:type="paragraph" w:styleId="TOC9">
    <w:name w:val="toc 9"/>
    <w:basedOn w:val="TOC8"/>
    <w:next w:val="Normal"/>
    <w:autoRedefine/>
    <w:uiPriority w:val="39"/>
    <w:semiHidden/>
    <w:unhideWhenUsed/>
    <w:rsid w:val="00592D94"/>
    <w:pPr>
      <w:ind w:left="1760"/>
    </w:pPr>
  </w:style>
  <w:style w:type="paragraph" w:styleId="CommentText">
    <w:name w:val="annotation text"/>
    <w:basedOn w:val="Normal"/>
    <w:link w:val="CommentTextChar"/>
    <w:semiHidden/>
    <w:pPr>
      <w:tabs>
        <w:tab w:val="left" w:pos="187"/>
      </w:tabs>
      <w:spacing w:after="120" w:line="220" w:lineRule="exact"/>
      <w:ind w:left="187" w:hanging="187"/>
    </w:pPr>
  </w:style>
  <w:style w:type="paragraph" w:styleId="Header">
    <w:name w:val="header"/>
    <w:basedOn w:val="BodyText"/>
    <w:link w:val="HeaderChar"/>
    <w:uiPriority w:val="99"/>
    <w:unhideWhenUsed/>
    <w:rsid w:val="00592D94"/>
    <w:pPr>
      <w:tabs>
        <w:tab w:val="clear" w:pos="567"/>
        <w:tab w:val="clear" w:pos="1134"/>
        <w:tab w:val="clear" w:pos="1701"/>
        <w:tab w:val="clear" w:pos="2268"/>
        <w:tab w:val="clear" w:pos="2835"/>
        <w:tab w:val="clear" w:pos="3402"/>
        <w:tab w:val="clear" w:pos="3969"/>
        <w:tab w:val="clear" w:pos="4536"/>
        <w:tab w:val="clear" w:pos="5103"/>
        <w:tab w:val="right" w:pos="9072"/>
      </w:tabs>
      <w:spacing w:after="0" w:line="240" w:lineRule="auto"/>
    </w:pPr>
    <w:rPr>
      <w:b/>
      <w:caps/>
      <w:color w:val="0073CF"/>
      <w:spacing w:val="26"/>
      <w:sz w:val="16"/>
    </w:rPr>
  </w:style>
  <w:style w:type="paragraph" w:styleId="Footer">
    <w:name w:val="footer"/>
    <w:basedOn w:val="BodyText"/>
    <w:link w:val="FooterChar"/>
    <w:uiPriority w:val="99"/>
    <w:unhideWhenUsed/>
    <w:rsid w:val="00592D94"/>
    <w:pPr>
      <w:tabs>
        <w:tab w:val="clear" w:pos="567"/>
        <w:tab w:val="clear" w:pos="1134"/>
        <w:tab w:val="clear" w:pos="1701"/>
        <w:tab w:val="clear" w:pos="2268"/>
        <w:tab w:val="clear" w:pos="2835"/>
        <w:tab w:val="clear" w:pos="3402"/>
        <w:tab w:val="clear" w:pos="3969"/>
        <w:tab w:val="clear" w:pos="4536"/>
        <w:tab w:val="clear" w:pos="5103"/>
        <w:tab w:val="right" w:pos="8789"/>
      </w:tabs>
      <w:spacing w:after="0" w:line="240" w:lineRule="auto"/>
      <w:ind w:left="1134"/>
    </w:pPr>
    <w:rPr>
      <w:color w:val="737373"/>
      <w:spacing w:val="6"/>
      <w:sz w:val="16"/>
    </w:rPr>
  </w:style>
  <w:style w:type="paragraph" w:styleId="IndexHeading">
    <w:name w:val="index heading"/>
    <w:basedOn w:val="BodyText"/>
    <w:next w:val="Index1"/>
    <w:uiPriority w:val="99"/>
    <w:unhideWhenUsed/>
    <w:rsid w:val="00592D94"/>
    <w:pPr>
      <w:keepNext/>
      <w:spacing w:before="260" w:after="0" w:line="240" w:lineRule="auto"/>
    </w:pPr>
    <w:rPr>
      <w:rFonts w:eastAsiaTheme="majorEastAsia" w:cstheme="majorBidi"/>
      <w:b/>
      <w:bCs/>
      <w:color w:val="0073CF"/>
      <w:spacing w:val="20"/>
      <w:sz w:val="26"/>
    </w:rPr>
  </w:style>
  <w:style w:type="paragraph" w:styleId="Caption">
    <w:name w:val="caption"/>
    <w:basedOn w:val="BodyText"/>
    <w:next w:val="BodyText-FirstLine"/>
    <w:uiPriority w:val="35"/>
    <w:unhideWhenUsed/>
    <w:qFormat/>
    <w:rsid w:val="00592D94"/>
    <w:pPr>
      <w:spacing w:line="240" w:lineRule="auto"/>
    </w:pPr>
    <w:rPr>
      <w:b/>
      <w:bCs/>
      <w:i/>
      <w:sz w:val="16"/>
      <w:szCs w:val="18"/>
    </w:rPr>
  </w:style>
  <w:style w:type="paragraph" w:styleId="TableofFigures">
    <w:name w:val="table of figures"/>
    <w:basedOn w:val="Normal"/>
    <w:semiHidden/>
    <w:pPr>
      <w:tabs>
        <w:tab w:val="right" w:leader="dot" w:pos="8640"/>
      </w:tabs>
      <w:ind w:left="720" w:hanging="720"/>
    </w:pPr>
  </w:style>
  <w:style w:type="paragraph" w:styleId="EndnoteText">
    <w:name w:val="endnote text"/>
    <w:basedOn w:val="Normal"/>
    <w:semiHidden/>
    <w:pPr>
      <w:tabs>
        <w:tab w:val="left" w:pos="187"/>
      </w:tabs>
      <w:spacing w:after="120" w:line="220" w:lineRule="exact"/>
      <w:ind w:left="187" w:hanging="187"/>
    </w:pPr>
  </w:style>
  <w:style w:type="paragraph" w:styleId="TableofAuthorities">
    <w:name w:val="table of authorities"/>
    <w:basedOn w:val="Normal"/>
    <w:semiHidden/>
    <w:pPr>
      <w:tabs>
        <w:tab w:val="right" w:leader="dot" w:pos="8640"/>
      </w:tabs>
      <w:spacing w:after="240"/>
    </w:pPr>
    <w:rPr>
      <w:sz w:val="20"/>
    </w:rPr>
  </w:style>
  <w:style w:type="paragraph" w:styleId="MacroText">
    <w:name w:val="macro"/>
    <w:basedOn w:val="Normal"/>
    <w:semiHidden/>
    <w:rsid w:val="00433B1D"/>
    <w:pPr>
      <w:spacing w:before="240" w:after="120"/>
      <w:jc w:val="both"/>
    </w:pPr>
    <w:rPr>
      <w:rFonts w:ascii="Courier New" w:hAnsi="Courier New"/>
      <w:spacing w:val="-5"/>
      <w:sz w:val="24"/>
    </w:rPr>
  </w:style>
  <w:style w:type="paragraph" w:styleId="List">
    <w:name w:val="List"/>
    <w:basedOn w:val="Normal"/>
    <w:link w:val="ListChar"/>
    <w:semiHidden/>
    <w:rsid w:val="002145EC"/>
    <w:pPr>
      <w:ind w:left="283" w:hanging="283"/>
    </w:pPr>
  </w:style>
  <w:style w:type="character" w:customStyle="1" w:styleId="ListChar">
    <w:name w:val="List Char"/>
    <w:link w:val="List"/>
    <w:rsid w:val="001915CF"/>
    <w:rPr>
      <w:rFonts w:ascii="Calibri" w:hAnsi="Calibri"/>
      <w:spacing w:val="4"/>
      <w:sz w:val="22"/>
      <w:szCs w:val="24"/>
      <w:lang w:val="en-AU" w:eastAsia="en-AU" w:bidi="ar-SA"/>
    </w:rPr>
  </w:style>
  <w:style w:type="paragraph" w:styleId="ListBullet">
    <w:name w:val="List Bullet"/>
    <w:basedOn w:val="BodyText"/>
    <w:uiPriority w:val="99"/>
    <w:unhideWhenUsed/>
    <w:rsid w:val="00592D94"/>
    <w:pPr>
      <w:numPr>
        <w:numId w:val="6"/>
      </w:numPr>
    </w:pPr>
  </w:style>
  <w:style w:type="paragraph" w:styleId="ListNumber">
    <w:name w:val="List Number"/>
    <w:basedOn w:val="BodyText"/>
    <w:uiPriority w:val="99"/>
    <w:unhideWhenUsed/>
    <w:rsid w:val="00592D94"/>
    <w:pPr>
      <w:numPr>
        <w:numId w:val="25"/>
      </w:numPr>
    </w:pPr>
  </w:style>
  <w:style w:type="paragraph" w:styleId="List2">
    <w:name w:val="List 2"/>
    <w:basedOn w:val="Normal"/>
    <w:uiPriority w:val="99"/>
    <w:semiHidden/>
    <w:unhideWhenUsed/>
    <w:rsid w:val="00592D94"/>
    <w:pPr>
      <w:ind w:left="566" w:hanging="283"/>
      <w:contextualSpacing/>
    </w:pPr>
  </w:style>
  <w:style w:type="paragraph" w:styleId="List3">
    <w:name w:val="List 3"/>
    <w:basedOn w:val="Normal"/>
    <w:semiHidden/>
    <w:rsid w:val="002145EC"/>
    <w:pPr>
      <w:ind w:left="849" w:hanging="283"/>
    </w:pPr>
  </w:style>
  <w:style w:type="paragraph" w:styleId="List4">
    <w:name w:val="List 4"/>
    <w:basedOn w:val="Normal"/>
    <w:semiHidden/>
    <w:rsid w:val="002145EC"/>
    <w:pPr>
      <w:ind w:left="1132" w:hanging="283"/>
    </w:pPr>
  </w:style>
  <w:style w:type="paragraph" w:styleId="List5">
    <w:name w:val="List 5"/>
    <w:basedOn w:val="Normal"/>
    <w:semiHidden/>
    <w:rsid w:val="002145EC"/>
    <w:pPr>
      <w:ind w:left="1415" w:hanging="283"/>
    </w:pPr>
  </w:style>
  <w:style w:type="paragraph" w:styleId="ListBullet2">
    <w:name w:val="List Bullet 2"/>
    <w:basedOn w:val="ListBullet"/>
    <w:uiPriority w:val="99"/>
    <w:unhideWhenUsed/>
    <w:rsid w:val="00592D94"/>
    <w:pPr>
      <w:numPr>
        <w:ilvl w:val="1"/>
      </w:numPr>
    </w:pPr>
  </w:style>
  <w:style w:type="paragraph" w:styleId="ListBullet3">
    <w:name w:val="List Bullet 3"/>
    <w:basedOn w:val="ListBullet"/>
    <w:uiPriority w:val="99"/>
    <w:unhideWhenUsed/>
    <w:rsid w:val="00592D94"/>
    <w:pPr>
      <w:numPr>
        <w:ilvl w:val="2"/>
      </w:numPr>
    </w:pPr>
  </w:style>
  <w:style w:type="paragraph" w:styleId="ListBullet4">
    <w:name w:val="List Bullet 4"/>
    <w:basedOn w:val="ListBullet"/>
    <w:uiPriority w:val="99"/>
    <w:unhideWhenUsed/>
    <w:rsid w:val="00592D94"/>
    <w:pPr>
      <w:numPr>
        <w:ilvl w:val="3"/>
      </w:numPr>
    </w:pPr>
  </w:style>
  <w:style w:type="paragraph" w:styleId="ListBullet5">
    <w:name w:val="List Bullet 5"/>
    <w:basedOn w:val="ListBullet3"/>
    <w:uiPriority w:val="99"/>
    <w:unhideWhenUsed/>
    <w:rsid w:val="00592D94"/>
    <w:pPr>
      <w:numPr>
        <w:ilvl w:val="4"/>
      </w:numPr>
    </w:pPr>
  </w:style>
  <w:style w:type="paragraph" w:styleId="ListNumber2">
    <w:name w:val="List Number 2"/>
    <w:basedOn w:val="ListNumber"/>
    <w:uiPriority w:val="99"/>
    <w:unhideWhenUsed/>
    <w:rsid w:val="00592D94"/>
    <w:pPr>
      <w:numPr>
        <w:ilvl w:val="1"/>
      </w:numPr>
    </w:pPr>
  </w:style>
  <w:style w:type="paragraph" w:styleId="ListNumber3">
    <w:name w:val="List Number 3"/>
    <w:basedOn w:val="ListNumber"/>
    <w:uiPriority w:val="99"/>
    <w:unhideWhenUsed/>
    <w:rsid w:val="00592D94"/>
    <w:pPr>
      <w:numPr>
        <w:ilvl w:val="2"/>
      </w:numPr>
    </w:pPr>
  </w:style>
  <w:style w:type="paragraph" w:styleId="ListNumber4">
    <w:name w:val="List Number 4"/>
    <w:basedOn w:val="ListNumber"/>
    <w:uiPriority w:val="99"/>
    <w:unhideWhenUsed/>
    <w:rsid w:val="00592D94"/>
    <w:pPr>
      <w:numPr>
        <w:ilvl w:val="3"/>
      </w:numPr>
    </w:pPr>
  </w:style>
  <w:style w:type="paragraph" w:styleId="ListNumber5">
    <w:name w:val="List Number 5"/>
    <w:basedOn w:val="ListNumber"/>
    <w:uiPriority w:val="99"/>
    <w:unhideWhenUsed/>
    <w:rsid w:val="00592D94"/>
    <w:pPr>
      <w:numPr>
        <w:ilvl w:val="4"/>
      </w:numPr>
    </w:pPr>
  </w:style>
  <w:style w:type="paragraph" w:styleId="BodyTextIndent">
    <w:name w:val="Body Text Indent"/>
    <w:basedOn w:val="Normal"/>
    <w:semiHidden/>
    <w:rsid w:val="002145EC"/>
    <w:pPr>
      <w:spacing w:after="120"/>
      <w:ind w:left="283"/>
    </w:pPr>
  </w:style>
  <w:style w:type="paragraph" w:styleId="ListContinue">
    <w:name w:val="List Continue"/>
    <w:basedOn w:val="BodyText"/>
    <w:link w:val="ListContinueChar"/>
    <w:uiPriority w:val="99"/>
    <w:unhideWhenUsed/>
    <w:rsid w:val="00592D94"/>
    <w:pPr>
      <w:ind w:left="567"/>
    </w:pPr>
  </w:style>
  <w:style w:type="character" w:customStyle="1" w:styleId="ListContinueChar">
    <w:name w:val="List Continue Char"/>
    <w:link w:val="ListContinue"/>
    <w:uiPriority w:val="99"/>
    <w:rsid w:val="001915CF"/>
    <w:rPr>
      <w:rFonts w:ascii="Century Gothic" w:eastAsiaTheme="minorEastAsia" w:hAnsi="Century Gothic" w:cstheme="minorBidi"/>
      <w:spacing w:val="4"/>
      <w:kern w:val="18"/>
      <w:sz w:val="18"/>
      <w:szCs w:val="22"/>
    </w:rPr>
  </w:style>
  <w:style w:type="paragraph" w:styleId="ListContinue2">
    <w:name w:val="List Continue 2"/>
    <w:basedOn w:val="ListContinue"/>
    <w:uiPriority w:val="99"/>
    <w:unhideWhenUsed/>
    <w:rsid w:val="00592D94"/>
    <w:pPr>
      <w:ind w:left="1134"/>
    </w:pPr>
  </w:style>
  <w:style w:type="paragraph" w:styleId="ListContinue3">
    <w:name w:val="List Continue 3"/>
    <w:basedOn w:val="ListContinue"/>
    <w:uiPriority w:val="99"/>
    <w:unhideWhenUsed/>
    <w:rsid w:val="00592D94"/>
    <w:pPr>
      <w:ind w:left="1701"/>
    </w:pPr>
  </w:style>
  <w:style w:type="paragraph" w:styleId="ListContinue4">
    <w:name w:val="List Continue 4"/>
    <w:basedOn w:val="ListContinue"/>
    <w:uiPriority w:val="99"/>
    <w:unhideWhenUsed/>
    <w:rsid w:val="00592D94"/>
    <w:pPr>
      <w:ind w:left="2268"/>
    </w:pPr>
  </w:style>
  <w:style w:type="paragraph" w:styleId="ListContinue5">
    <w:name w:val="List Continue 5"/>
    <w:basedOn w:val="Normal"/>
    <w:uiPriority w:val="99"/>
    <w:unhideWhenUsed/>
    <w:rsid w:val="00592D94"/>
    <w:pPr>
      <w:ind w:left="2835"/>
    </w:pPr>
  </w:style>
  <w:style w:type="paragraph" w:styleId="Title">
    <w:name w:val="Title"/>
    <w:basedOn w:val="BodyText"/>
    <w:next w:val="BodyText"/>
    <w:link w:val="TitleChar"/>
    <w:uiPriority w:val="10"/>
    <w:qFormat/>
    <w:rsid w:val="00592D94"/>
    <w:pPr>
      <w:spacing w:after="0" w:line="240" w:lineRule="auto"/>
      <w:ind w:left="2268"/>
    </w:pPr>
    <w:rPr>
      <w:rFonts w:eastAsiaTheme="majorEastAsia" w:cstheme="majorBidi"/>
      <w:color w:val="737373"/>
      <w:kern w:val="28"/>
      <w:sz w:val="48"/>
      <w:szCs w:val="52"/>
    </w:rPr>
  </w:style>
  <w:style w:type="paragraph" w:styleId="Subtitle">
    <w:name w:val="Subtitle"/>
    <w:basedOn w:val="Title"/>
    <w:next w:val="BodyText"/>
    <w:link w:val="SubtitleChar"/>
    <w:uiPriority w:val="11"/>
    <w:qFormat/>
    <w:rsid w:val="00592D94"/>
    <w:pPr>
      <w:numPr>
        <w:ilvl w:val="1"/>
      </w:numPr>
      <w:ind w:left="284"/>
    </w:pPr>
    <w:rPr>
      <w:rFonts w:asciiTheme="majorHAnsi" w:hAnsiTheme="majorHAnsi"/>
      <w:i/>
      <w:iCs/>
      <w:color w:val="4F81BD" w:themeColor="accent1"/>
      <w:spacing w:val="15"/>
      <w:sz w:val="24"/>
      <w:szCs w:val="24"/>
    </w:rPr>
  </w:style>
  <w:style w:type="paragraph" w:customStyle="1" w:styleId="IndexBase">
    <w:name w:val="Index Base"/>
    <w:basedOn w:val="Normal"/>
    <w:semiHidden/>
    <w:pPr>
      <w:tabs>
        <w:tab w:val="right" w:pos="3960"/>
      </w:tabs>
      <w:spacing w:line="240" w:lineRule="atLeast"/>
    </w:pPr>
  </w:style>
  <w:style w:type="paragraph" w:customStyle="1" w:styleId="StepNumber">
    <w:name w:val="Step Number"/>
    <w:basedOn w:val="BodyText"/>
    <w:qFormat/>
    <w:rsid w:val="00592D94"/>
    <w:pPr>
      <w:numPr>
        <w:numId w:val="7"/>
      </w:numPr>
    </w:pPr>
  </w:style>
  <w:style w:type="character" w:customStyle="1" w:styleId="BugNumber">
    <w:name w:val="Bug Number"/>
    <w:basedOn w:val="DefaultParagraphFont"/>
    <w:uiPriority w:val="1"/>
    <w:qFormat/>
    <w:rsid w:val="00592D94"/>
    <w:rPr>
      <w:color w:val="737373"/>
      <w:sz w:val="16"/>
    </w:rPr>
  </w:style>
  <w:style w:type="paragraph" w:customStyle="1" w:styleId="ReturnAddress">
    <w:name w:val="Return Address"/>
    <w:basedOn w:val="BodyText"/>
    <w:qFormat/>
    <w:rsid w:val="00A378A0"/>
    <w:pPr>
      <w:spacing w:before="40" w:after="40" w:line="240" w:lineRule="auto"/>
      <w:jc w:val="center"/>
    </w:pPr>
    <w:rPr>
      <w:color w:val="808080" w:themeColor="background1" w:themeShade="80"/>
      <w:spacing w:val="2"/>
    </w:rPr>
  </w:style>
  <w:style w:type="paragraph" w:customStyle="1" w:styleId="SectionLabel">
    <w:name w:val="Section Label"/>
    <w:next w:val="BodyText"/>
    <w:semiHidden/>
    <w:rsid w:val="00751AAD"/>
    <w:pPr>
      <w:spacing w:before="1440" w:after="360"/>
    </w:pPr>
    <w:rPr>
      <w:rFonts w:ascii="Calibri" w:hAnsi="Calibri"/>
      <w:color w:val="006AB2"/>
      <w:sz w:val="72"/>
      <w:lang w:eastAsia="en-US"/>
    </w:rPr>
  </w:style>
  <w:style w:type="paragraph" w:customStyle="1" w:styleId="SubtitleCover">
    <w:name w:val="Subtitle Cover"/>
    <w:next w:val="TitleCover"/>
    <w:semiHidden/>
    <w:rsid w:val="00C14CE1"/>
    <w:pPr>
      <w:keepNext/>
      <w:spacing w:before="1680"/>
    </w:pPr>
    <w:rPr>
      <w:rFonts w:ascii="Calibri" w:hAnsi="Calibri"/>
      <w:color w:val="929292"/>
      <w:spacing w:val="-15"/>
      <w:kern w:val="28"/>
      <w:sz w:val="56"/>
      <w:lang w:eastAsia="en-US"/>
    </w:rPr>
  </w:style>
  <w:style w:type="paragraph" w:customStyle="1" w:styleId="TitleCover">
    <w:name w:val="Title Cover"/>
    <w:basedOn w:val="Title"/>
    <w:qFormat/>
    <w:rsid w:val="00592D94"/>
    <w:pPr>
      <w:keepNext/>
      <w:spacing w:before="9600"/>
    </w:pPr>
    <w:rPr>
      <w:color w:val="00A1DE"/>
      <w:sz w:val="56"/>
    </w:rPr>
  </w:style>
  <w:style w:type="character" w:styleId="FootnoteReference">
    <w:name w:val="footnote reference"/>
    <w:semiHidden/>
    <w:rPr>
      <w:sz w:val="18"/>
      <w:vertAlign w:val="superscript"/>
    </w:rPr>
  </w:style>
  <w:style w:type="character" w:styleId="CommentReference">
    <w:name w:val="annotation reference"/>
    <w:semiHidden/>
    <w:rPr>
      <w:sz w:val="16"/>
    </w:rPr>
  </w:style>
  <w:style w:type="character" w:styleId="LineNumber">
    <w:name w:val="line number"/>
    <w:basedOn w:val="DefaultParagraphFont"/>
    <w:semiHidden/>
    <w:rsid w:val="002145EC"/>
  </w:style>
  <w:style w:type="character" w:styleId="PageNumber">
    <w:name w:val="page number"/>
    <w:basedOn w:val="DefaultParagraphFont"/>
    <w:uiPriority w:val="99"/>
    <w:unhideWhenUsed/>
    <w:rsid w:val="00592D94"/>
    <w:rPr>
      <w:color w:val="auto"/>
    </w:rPr>
  </w:style>
  <w:style w:type="character" w:styleId="EndnoteReference">
    <w:name w:val="endnote reference"/>
    <w:semiHidden/>
    <w:rPr>
      <w:sz w:val="18"/>
      <w:vertAlign w:val="superscript"/>
    </w:rPr>
  </w:style>
  <w:style w:type="paragraph" w:styleId="FootnoteText">
    <w:name w:val="footnote text"/>
    <w:basedOn w:val="Normal"/>
    <w:semiHidden/>
    <w:rsid w:val="0045701D"/>
    <w:pPr>
      <w:spacing w:before="240" w:after="120"/>
    </w:pPr>
  </w:style>
  <w:style w:type="paragraph" w:styleId="Index9">
    <w:name w:val="index 9"/>
    <w:basedOn w:val="Normal"/>
    <w:next w:val="Normal"/>
    <w:autoRedefine/>
    <w:semiHidden/>
    <w:pPr>
      <w:ind w:left="1980" w:hanging="220"/>
    </w:pPr>
    <w:rPr>
      <w:rFonts w:ascii="Times New Roman" w:hAnsi="Times New Roman"/>
      <w:szCs w:val="18"/>
    </w:rPr>
  </w:style>
  <w:style w:type="character" w:styleId="Hyperlink">
    <w:name w:val="Hyperlink"/>
    <w:basedOn w:val="DefaultParagraphFont"/>
    <w:uiPriority w:val="99"/>
    <w:unhideWhenUsed/>
    <w:rsid w:val="00592D94"/>
    <w:rPr>
      <w:color w:val="0073CF"/>
      <w:u w:val="single"/>
    </w:rPr>
  </w:style>
  <w:style w:type="paragraph" w:styleId="NormalWeb">
    <w:name w:val="Normal (Web)"/>
    <w:basedOn w:val="Normal"/>
    <w:semiHidden/>
    <w:rsid w:val="002145EC"/>
  </w:style>
  <w:style w:type="table" w:styleId="TableGrid">
    <w:name w:val="Table Grid"/>
    <w:basedOn w:val="TableNormal"/>
    <w:uiPriority w:val="59"/>
    <w:rsid w:val="00A378A0"/>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2145EC"/>
    <w:pPr>
      <w:shd w:val="clear" w:color="auto" w:fill="000080"/>
    </w:pPr>
    <w:rPr>
      <w:rFonts w:ascii="Tahoma" w:hAnsi="Tahoma" w:cs="Tahoma"/>
      <w:sz w:val="20"/>
      <w:szCs w:val="20"/>
    </w:rPr>
  </w:style>
  <w:style w:type="paragraph" w:styleId="BalloonText">
    <w:name w:val="Balloon Text"/>
    <w:basedOn w:val="Normal"/>
    <w:semiHidden/>
    <w:rsid w:val="001B68A5"/>
    <w:rPr>
      <w:rFonts w:ascii="Tahoma" w:hAnsi="Tahoma" w:cs="Tahoma"/>
      <w:sz w:val="16"/>
      <w:szCs w:val="16"/>
    </w:rPr>
  </w:style>
  <w:style w:type="paragraph" w:customStyle="1" w:styleId="ListBulletCondensed">
    <w:name w:val="List Bullet Condensed"/>
    <w:basedOn w:val="ListBullet"/>
    <w:qFormat/>
    <w:rsid w:val="00592D94"/>
    <w:pPr>
      <w:contextualSpacing/>
    </w:pPr>
  </w:style>
  <w:style w:type="paragraph" w:customStyle="1" w:styleId="Checklist">
    <w:name w:val="Checklist"/>
    <w:basedOn w:val="BodyText"/>
    <w:qFormat/>
    <w:rsid w:val="00592D94"/>
    <w:pPr>
      <w:numPr>
        <w:numId w:val="12"/>
      </w:numPr>
    </w:pPr>
  </w:style>
  <w:style w:type="paragraph" w:customStyle="1" w:styleId="DL-Term">
    <w:name w:val="DL - Term"/>
    <w:basedOn w:val="BodyText"/>
    <w:next w:val="DL-Definition"/>
    <w:link w:val="DL-TermChar"/>
    <w:qFormat/>
    <w:rsid w:val="00592D94"/>
    <w:pPr>
      <w:keepNext/>
      <w:spacing w:after="0"/>
    </w:pPr>
    <w:rPr>
      <w:b/>
    </w:rPr>
  </w:style>
  <w:style w:type="paragraph" w:customStyle="1" w:styleId="DL-Definition">
    <w:name w:val="DL - Definition"/>
    <w:basedOn w:val="BodyText"/>
    <w:next w:val="DL-Term"/>
    <w:link w:val="DL-DefinitionChar"/>
    <w:qFormat/>
    <w:rsid w:val="00592D94"/>
    <w:pPr>
      <w:ind w:left="567"/>
    </w:pPr>
  </w:style>
  <w:style w:type="character" w:customStyle="1" w:styleId="DL-DefinitionChar">
    <w:name w:val="DL - Definition Char"/>
    <w:link w:val="DL-Definition"/>
    <w:rsid w:val="008460C7"/>
    <w:rPr>
      <w:rFonts w:ascii="Century Gothic" w:eastAsiaTheme="minorEastAsia" w:hAnsi="Century Gothic" w:cstheme="minorBidi"/>
      <w:spacing w:val="4"/>
      <w:kern w:val="18"/>
      <w:sz w:val="18"/>
      <w:szCs w:val="22"/>
    </w:rPr>
  </w:style>
  <w:style w:type="character" w:customStyle="1" w:styleId="DL-TermChar">
    <w:name w:val="DL - Term Char"/>
    <w:link w:val="DL-Term"/>
    <w:rsid w:val="007048D0"/>
    <w:rPr>
      <w:rFonts w:ascii="Century Gothic" w:eastAsiaTheme="minorEastAsia" w:hAnsi="Century Gothic" w:cstheme="minorBidi"/>
      <w:b/>
      <w:spacing w:val="4"/>
      <w:kern w:val="18"/>
      <w:sz w:val="18"/>
      <w:szCs w:val="22"/>
    </w:rPr>
  </w:style>
  <w:style w:type="character" w:customStyle="1" w:styleId="CommentTextChar">
    <w:name w:val="Comment Text Char"/>
    <w:link w:val="CommentText"/>
    <w:semiHidden/>
    <w:rsid w:val="001246AF"/>
    <w:rPr>
      <w:rFonts w:ascii="Calibri" w:hAnsi="Calibri"/>
      <w:spacing w:val="4"/>
      <w:sz w:val="22"/>
      <w:szCs w:val="24"/>
    </w:rPr>
  </w:style>
  <w:style w:type="paragraph" w:customStyle="1" w:styleId="DL-SingleLine">
    <w:name w:val="DL - Single Line"/>
    <w:basedOn w:val="BodyText"/>
    <w:qFormat/>
    <w:rsid w:val="002D1172"/>
    <w:pPr>
      <w:tabs>
        <w:tab w:val="clear" w:pos="567"/>
        <w:tab w:val="clear" w:pos="1134"/>
      </w:tabs>
      <w:ind w:left="567" w:hanging="567"/>
    </w:pPr>
  </w:style>
  <w:style w:type="paragraph" w:customStyle="1" w:styleId="FigureRightWrap">
    <w:name w:val="Figure Right Wrap"/>
    <w:basedOn w:val="Figure"/>
    <w:next w:val="BodyText"/>
    <w:qFormat/>
    <w:rsid w:val="00592D94"/>
    <w:pPr>
      <w:framePr w:hSpace="284" w:wrap="around" w:vAnchor="text" w:hAnchor="text" w:xAlign="right" w:y="1" w:anchorLock="1"/>
    </w:pPr>
  </w:style>
  <w:style w:type="paragraph" w:customStyle="1" w:styleId="Note">
    <w:name w:val="Note"/>
    <w:basedOn w:val="BodyText"/>
    <w:qFormat/>
    <w:rsid w:val="00592D94"/>
    <w:pPr>
      <w:pBdr>
        <w:top w:val="single" w:sz="4" w:space="4" w:color="FFFFFF" w:themeColor="background1"/>
        <w:left w:val="single" w:sz="4" w:space="4" w:color="FFFFFF" w:themeColor="background1"/>
        <w:bottom w:val="single" w:sz="4" w:space="4" w:color="FFFFFF" w:themeColor="background1"/>
        <w:right w:val="single" w:sz="4" w:space="4" w:color="FFFFFF" w:themeColor="background1"/>
      </w:pBdr>
      <w:shd w:val="clear" w:color="auto" w:fill="C1EDFF"/>
      <w:spacing w:before="260" w:after="260"/>
      <w:ind w:left="567" w:hanging="567"/>
    </w:pPr>
  </w:style>
  <w:style w:type="paragraph" w:customStyle="1" w:styleId="EditionNotice">
    <w:name w:val="Edition Notice"/>
    <w:basedOn w:val="BodyText"/>
    <w:qFormat/>
    <w:rsid w:val="00592D94"/>
    <w:pPr>
      <w:jc w:val="center"/>
    </w:pPr>
    <w:rPr>
      <w:i/>
      <w:sz w:val="16"/>
    </w:rPr>
  </w:style>
  <w:style w:type="character" w:styleId="Strong">
    <w:name w:val="Strong"/>
    <w:basedOn w:val="DefaultParagraphFont"/>
    <w:uiPriority w:val="22"/>
    <w:qFormat/>
    <w:rsid w:val="00592D94"/>
    <w:rPr>
      <w:b/>
      <w:bCs/>
    </w:rPr>
  </w:style>
  <w:style w:type="character" w:customStyle="1" w:styleId="StrongEmphasis">
    <w:name w:val="Strong Emphasis"/>
    <w:basedOn w:val="DefaultParagraphFont"/>
    <w:uiPriority w:val="1"/>
    <w:qFormat/>
    <w:rsid w:val="00592D94"/>
    <w:rPr>
      <w:b/>
      <w:i/>
    </w:rPr>
  </w:style>
  <w:style w:type="paragraph" w:customStyle="1" w:styleId="FinePrint">
    <w:name w:val="Fine Print"/>
    <w:basedOn w:val="BodyText"/>
    <w:qFormat/>
    <w:rsid w:val="00592D94"/>
    <w:pPr>
      <w:spacing w:before="120" w:after="120" w:line="240" w:lineRule="auto"/>
    </w:pPr>
    <w:rPr>
      <w:spacing w:val="6"/>
      <w:sz w:val="16"/>
    </w:rPr>
  </w:style>
  <w:style w:type="paragraph" w:customStyle="1" w:styleId="FigureLeftWrap">
    <w:name w:val="Figure Left Wrap"/>
    <w:basedOn w:val="FigureRightWrap"/>
    <w:next w:val="BodyText"/>
    <w:qFormat/>
    <w:rsid w:val="00592D94"/>
    <w:pPr>
      <w:framePr w:wrap="around" w:xAlign="left"/>
    </w:pPr>
  </w:style>
  <w:style w:type="paragraph" w:customStyle="1" w:styleId="Code">
    <w:name w:val="Code"/>
    <w:link w:val="CodeChar"/>
    <w:qFormat/>
    <w:rsid w:val="00592D94"/>
    <w:pPr>
      <w:pBdr>
        <w:top w:val="single" w:sz="4" w:space="7" w:color="808080" w:themeColor="background1" w:themeShade="80"/>
        <w:left w:val="single" w:sz="4" w:space="7" w:color="808080" w:themeColor="background1" w:themeShade="80"/>
        <w:bottom w:val="single" w:sz="4" w:space="7" w:color="808080" w:themeColor="background1" w:themeShade="80"/>
        <w:right w:val="single" w:sz="4" w:space="7" w:color="808080" w:themeColor="background1" w:themeShade="80"/>
      </w:pBd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pPr>
    <w:rPr>
      <w:rFonts w:ascii="Courier New" w:eastAsiaTheme="minorEastAsia" w:hAnsi="Courier New" w:cstheme="minorBidi"/>
      <w:spacing w:val="2"/>
      <w:sz w:val="18"/>
      <w:szCs w:val="22"/>
    </w:rPr>
  </w:style>
  <w:style w:type="character" w:customStyle="1" w:styleId="CodeChar">
    <w:name w:val="Code Char"/>
    <w:link w:val="Code"/>
    <w:rsid w:val="00A3522E"/>
    <w:rPr>
      <w:rFonts w:ascii="Courier New" w:eastAsiaTheme="minorEastAsia" w:hAnsi="Courier New" w:cstheme="minorBidi"/>
      <w:spacing w:val="2"/>
      <w:sz w:val="18"/>
      <w:szCs w:val="22"/>
    </w:rPr>
  </w:style>
  <w:style w:type="character" w:customStyle="1" w:styleId="FooterChar">
    <w:name w:val="Footer Char"/>
    <w:basedOn w:val="DefaultParagraphFont"/>
    <w:link w:val="Footer"/>
    <w:uiPriority w:val="99"/>
    <w:rsid w:val="00592D94"/>
    <w:rPr>
      <w:rFonts w:ascii="Century Gothic" w:eastAsiaTheme="minorEastAsia" w:hAnsi="Century Gothic" w:cstheme="minorBidi"/>
      <w:color w:val="737373"/>
      <w:spacing w:val="6"/>
      <w:kern w:val="18"/>
      <w:sz w:val="16"/>
      <w:szCs w:val="22"/>
    </w:rPr>
  </w:style>
  <w:style w:type="table" w:customStyle="1" w:styleId="ISSTable">
    <w:name w:val="ISS Table"/>
    <w:basedOn w:val="TableGrid"/>
    <w:uiPriority w:val="99"/>
    <w:rsid w:val="00A378A0"/>
    <w:rPr>
      <w:sz w:val="20"/>
      <w:szCs w:val="20"/>
    </w:rPr>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rPr>
      <w:cantSplit/>
    </w:trPr>
    <w:tblStylePr w:type="firstRow">
      <w:rPr>
        <w:b/>
        <w:color w:val="FFFFFF" w:themeColor="background1"/>
      </w:rPr>
      <w:tblPr/>
      <w:trPr>
        <w:cantSplit w:val="0"/>
        <w:tblHeader/>
      </w:trPr>
      <w:tcPr>
        <w:shd w:val="clear" w:color="auto" w:fill="006AB2"/>
      </w:tcPr>
    </w:tblStylePr>
  </w:style>
  <w:style w:type="character" w:customStyle="1" w:styleId="CodeFragment">
    <w:name w:val="Code Fragment"/>
    <w:basedOn w:val="DefaultParagraphFont"/>
    <w:uiPriority w:val="1"/>
    <w:qFormat/>
    <w:rsid w:val="00592D94"/>
    <w:rPr>
      <w:rFonts w:ascii="Courier New" w:hAnsi="Courier New"/>
      <w:color w:val="0073CF"/>
      <w:spacing w:val="2"/>
      <w:sz w:val="18"/>
    </w:rPr>
  </w:style>
  <w:style w:type="table" w:customStyle="1" w:styleId="ISSTableWide">
    <w:name w:val="ISS Table Wide"/>
    <w:basedOn w:val="ISSTable"/>
    <w:semiHidden/>
    <w:rsid w:val="00E81B89"/>
    <w:tblPr>
      <w:tblInd w:w="-567" w:type="dxa"/>
    </w:tblPr>
    <w:tblStylePr w:type="firstRow">
      <w:pPr>
        <w:keepNext/>
        <w:wordWrap/>
      </w:pPr>
      <w:rPr>
        <w:rFonts w:ascii="Tahoma" w:hAnsi="Tahoma"/>
        <w:b w:val="0"/>
        <w:color w:val="FFFFFF"/>
        <w:sz w:val="22"/>
      </w:rPr>
      <w:tblPr/>
      <w:trPr>
        <w:cantSplit w:val="0"/>
        <w:tblHeader/>
      </w:trPr>
      <w:tcPr>
        <w:shd w:val="clear" w:color="auto" w:fill="6699FF"/>
      </w:tcPr>
    </w:tblStylePr>
  </w:style>
  <w:style w:type="character" w:customStyle="1" w:styleId="Heading1Char">
    <w:name w:val="Heading 1 Char"/>
    <w:basedOn w:val="DefaultParagraphFont"/>
    <w:link w:val="Heading1"/>
    <w:uiPriority w:val="9"/>
    <w:rsid w:val="00592D94"/>
    <w:rPr>
      <w:rFonts w:ascii="Century Gothic" w:eastAsiaTheme="majorEastAsia" w:hAnsi="Century Gothic" w:cstheme="majorBidi"/>
      <w:b/>
      <w:bCs/>
      <w:color w:val="0073CF"/>
      <w:spacing w:val="4"/>
      <w:kern w:val="28"/>
      <w:sz w:val="36"/>
      <w:szCs w:val="28"/>
    </w:rPr>
  </w:style>
  <w:style w:type="character" w:customStyle="1" w:styleId="Heading5Char">
    <w:name w:val="Heading 5 Char"/>
    <w:basedOn w:val="DefaultParagraphFont"/>
    <w:link w:val="Heading5"/>
    <w:uiPriority w:val="9"/>
    <w:rsid w:val="00592D94"/>
    <w:rPr>
      <w:rFonts w:ascii="Century Gothic" w:eastAsiaTheme="majorEastAsia" w:hAnsi="Century Gothic" w:cstheme="majorBidi"/>
      <w:b/>
      <w:iCs/>
      <w:color w:val="737373"/>
      <w:spacing w:val="4"/>
      <w:kern w:val="28"/>
      <w:sz w:val="22"/>
      <w:szCs w:val="26"/>
    </w:rPr>
  </w:style>
  <w:style w:type="paragraph" w:customStyle="1" w:styleId="UsageNote">
    <w:name w:val="Usage Note"/>
    <w:basedOn w:val="BodyText"/>
    <w:qFormat/>
    <w:rsid w:val="00592D94"/>
    <w:rPr>
      <w:vanish/>
      <w:color w:val="C00000"/>
      <w:u w:val="dotted" w:color="C00000"/>
    </w:rPr>
  </w:style>
  <w:style w:type="paragraph" w:customStyle="1" w:styleId="Figure">
    <w:name w:val="Figure"/>
    <w:basedOn w:val="BodyText"/>
    <w:next w:val="BodyText-FirstLine"/>
    <w:qFormat/>
    <w:rsid w:val="00592D94"/>
    <w:pPr>
      <w:spacing w:before="260"/>
    </w:pPr>
  </w:style>
  <w:style w:type="character" w:customStyle="1" w:styleId="Heading6Char">
    <w:name w:val="Heading 6 Char"/>
    <w:basedOn w:val="DefaultParagraphFont"/>
    <w:link w:val="Heading6"/>
    <w:uiPriority w:val="9"/>
    <w:rsid w:val="00592D94"/>
    <w:rPr>
      <w:rFonts w:ascii="Century Gothic" w:eastAsiaTheme="majorEastAsia" w:hAnsi="Century Gothic" w:cstheme="majorBidi"/>
      <w:b/>
      <w:color w:val="737373"/>
      <w:spacing w:val="4"/>
      <w:kern w:val="28"/>
      <w:szCs w:val="26"/>
    </w:rPr>
  </w:style>
  <w:style w:type="character" w:customStyle="1" w:styleId="Heading7Char">
    <w:name w:val="Heading 7 Char"/>
    <w:basedOn w:val="DefaultParagraphFont"/>
    <w:link w:val="Heading7"/>
    <w:uiPriority w:val="9"/>
    <w:rsid w:val="00592D94"/>
    <w:rPr>
      <w:rFonts w:ascii="Century Gothic" w:eastAsiaTheme="majorEastAsia" w:hAnsi="Century Gothic" w:cstheme="majorBidi"/>
      <w:b/>
      <w:iCs/>
      <w:color w:val="737373"/>
      <w:spacing w:val="4"/>
      <w:kern w:val="28"/>
      <w:szCs w:val="26"/>
    </w:rPr>
  </w:style>
  <w:style w:type="paragraph" w:customStyle="1" w:styleId="TableCell">
    <w:name w:val="Table Cell"/>
    <w:basedOn w:val="BodyText"/>
    <w:qFormat/>
    <w:rsid w:val="00592D94"/>
    <w:pPr>
      <w:tabs>
        <w:tab w:val="left" w:pos="284"/>
        <w:tab w:val="left" w:pos="851"/>
      </w:tabs>
      <w:spacing w:before="40" w:after="40"/>
    </w:pPr>
    <w:rPr>
      <w:sz w:val="16"/>
    </w:rPr>
  </w:style>
  <w:style w:type="paragraph" w:customStyle="1" w:styleId="TableCaption">
    <w:name w:val="Table Caption"/>
    <w:basedOn w:val="Caption"/>
    <w:next w:val="BodyText"/>
    <w:rsid w:val="004A45DC"/>
    <w:pPr>
      <w:suppressAutoHyphens/>
      <w:spacing w:after="120"/>
    </w:pPr>
    <w:rPr>
      <w:bCs w:val="0"/>
      <w:spacing w:val="0"/>
      <w:lang w:val="en-US"/>
    </w:rPr>
  </w:style>
  <w:style w:type="paragraph" w:customStyle="1" w:styleId="TableWideCaption">
    <w:name w:val="Table Wide Caption"/>
    <w:basedOn w:val="TableCaption"/>
    <w:next w:val="BodyText"/>
    <w:semiHidden/>
    <w:rsid w:val="00E81B89"/>
    <w:pPr>
      <w:ind w:left="-567"/>
    </w:pPr>
  </w:style>
  <w:style w:type="paragraph" w:customStyle="1" w:styleId="ListBulletCondensed2">
    <w:name w:val="List Bullet Condensed 2"/>
    <w:basedOn w:val="ListBullet2"/>
    <w:rsid w:val="00FD79CE"/>
    <w:pPr>
      <w:spacing w:after="0"/>
    </w:pPr>
  </w:style>
  <w:style w:type="paragraph" w:customStyle="1" w:styleId="ListBulletCondensed3">
    <w:name w:val="List Bullet Condensed 3"/>
    <w:basedOn w:val="ListBullet3"/>
    <w:rsid w:val="00FD79CE"/>
    <w:pPr>
      <w:spacing w:after="0"/>
    </w:pPr>
  </w:style>
  <w:style w:type="paragraph" w:customStyle="1" w:styleId="ListBulletCondensed4">
    <w:name w:val="List Bullet Condensed 4"/>
    <w:basedOn w:val="ListBullet4"/>
    <w:rsid w:val="00FD79CE"/>
    <w:pPr>
      <w:spacing w:after="0"/>
    </w:pPr>
  </w:style>
  <w:style w:type="paragraph" w:customStyle="1" w:styleId="ListBulletCondensed5">
    <w:name w:val="List Bullet Condensed 5"/>
    <w:basedOn w:val="ListBullet5"/>
    <w:rsid w:val="00FD79CE"/>
    <w:pPr>
      <w:spacing w:after="0"/>
    </w:pPr>
  </w:style>
  <w:style w:type="paragraph" w:customStyle="1" w:styleId="DL-Term2">
    <w:name w:val="DL - Term 2"/>
    <w:basedOn w:val="DL-Term"/>
    <w:next w:val="DL-Definition2"/>
    <w:qFormat/>
    <w:rsid w:val="00592D94"/>
    <w:pPr>
      <w:ind w:left="567"/>
    </w:pPr>
    <w:rPr>
      <w:i/>
    </w:rPr>
  </w:style>
  <w:style w:type="paragraph" w:customStyle="1" w:styleId="DL-Definition2">
    <w:name w:val="DL - Definition 2"/>
    <w:basedOn w:val="DL-Definition"/>
    <w:next w:val="DL-Term2"/>
    <w:qFormat/>
    <w:rsid w:val="00592D94"/>
  </w:style>
  <w:style w:type="paragraph" w:customStyle="1" w:styleId="DL-Term3">
    <w:name w:val="DL - Term 3"/>
    <w:basedOn w:val="DL-Term"/>
    <w:next w:val="DL-Definition3"/>
    <w:qFormat/>
    <w:rsid w:val="00592D94"/>
    <w:pPr>
      <w:ind w:left="1134"/>
    </w:pPr>
  </w:style>
  <w:style w:type="paragraph" w:customStyle="1" w:styleId="DL-Definition3">
    <w:name w:val="DL - Definition 3"/>
    <w:basedOn w:val="DL-Definition2"/>
    <w:next w:val="DL-Term3"/>
    <w:qFormat/>
    <w:rsid w:val="00592D94"/>
    <w:pPr>
      <w:ind w:left="1134"/>
    </w:pPr>
  </w:style>
  <w:style w:type="character" w:customStyle="1" w:styleId="Heading8Char">
    <w:name w:val="Heading 8 Char"/>
    <w:basedOn w:val="DefaultParagraphFont"/>
    <w:link w:val="Heading8"/>
    <w:uiPriority w:val="9"/>
    <w:rsid w:val="00592D94"/>
    <w:rPr>
      <w:rFonts w:ascii="Century Gothic" w:eastAsiaTheme="majorEastAsia" w:hAnsi="Century Gothic" w:cstheme="majorBidi"/>
      <w:b/>
      <w:iCs/>
      <w:color w:val="737373"/>
      <w:spacing w:val="4"/>
      <w:kern w:val="28"/>
    </w:rPr>
  </w:style>
  <w:style w:type="paragraph" w:customStyle="1" w:styleId="FooterSingle">
    <w:name w:val="Footer Single"/>
    <w:basedOn w:val="Footer"/>
    <w:qFormat/>
    <w:rsid w:val="00592D94"/>
    <w:pPr>
      <w:jc w:val="right"/>
    </w:pPr>
    <w:rPr>
      <w:spacing w:val="30"/>
    </w:rPr>
  </w:style>
  <w:style w:type="paragraph" w:customStyle="1" w:styleId="FinePrintHeader">
    <w:name w:val="Fine Print Header"/>
    <w:basedOn w:val="FinePrint"/>
    <w:semiHidden/>
    <w:rsid w:val="00003D22"/>
    <w:pPr>
      <w:keepNext/>
      <w:tabs>
        <w:tab w:val="left" w:pos="284"/>
      </w:tabs>
      <w:jc w:val="both"/>
    </w:pPr>
    <w:rPr>
      <w:b/>
      <w:lang w:val="en-US"/>
    </w:rPr>
  </w:style>
  <w:style w:type="paragraph" w:customStyle="1" w:styleId="FinePrintIndent">
    <w:name w:val="Fine Print Indent"/>
    <w:basedOn w:val="FinePrint"/>
    <w:qFormat/>
    <w:rsid w:val="00592D94"/>
    <w:pPr>
      <w:ind w:left="1134" w:hanging="567"/>
    </w:pPr>
  </w:style>
  <w:style w:type="paragraph" w:customStyle="1" w:styleId="FinePrintIndent2">
    <w:name w:val="Fine Print Indent 2"/>
    <w:basedOn w:val="FinePrintIndent"/>
    <w:qFormat/>
    <w:rsid w:val="00592D94"/>
    <w:pPr>
      <w:ind w:left="1701"/>
    </w:pPr>
  </w:style>
  <w:style w:type="paragraph" w:customStyle="1" w:styleId="FinePrintIndent3">
    <w:name w:val="Fine Print Indent 3"/>
    <w:basedOn w:val="FinePrintIndent2"/>
    <w:qFormat/>
    <w:rsid w:val="00592D94"/>
    <w:pPr>
      <w:ind w:left="2268"/>
    </w:pPr>
  </w:style>
  <w:style w:type="paragraph" w:customStyle="1" w:styleId="InstructionSingleLine">
    <w:name w:val="Instruction Single Line"/>
    <w:basedOn w:val="BodyText"/>
    <w:qFormat/>
    <w:rsid w:val="00592D94"/>
    <w:pPr>
      <w:numPr>
        <w:numId w:val="5"/>
      </w:numPr>
      <w:pBdr>
        <w:top w:val="dotted" w:sz="4" w:space="4" w:color="0073CF"/>
        <w:bottom w:val="dotted" w:sz="4" w:space="4" w:color="0073CF"/>
      </w:pBdr>
    </w:pPr>
  </w:style>
  <w:style w:type="character" w:customStyle="1" w:styleId="NoteLabel">
    <w:name w:val="Note Label"/>
    <w:basedOn w:val="DefaultParagraphFont"/>
    <w:uiPriority w:val="1"/>
    <w:qFormat/>
    <w:rsid w:val="00592D94"/>
    <w:rPr>
      <w:b/>
      <w:color w:val="003366"/>
    </w:rPr>
  </w:style>
  <w:style w:type="character" w:customStyle="1" w:styleId="Heading9Char">
    <w:name w:val="Heading 9 Char"/>
    <w:basedOn w:val="DefaultParagraphFont"/>
    <w:link w:val="Heading9"/>
    <w:uiPriority w:val="9"/>
    <w:rsid w:val="00592D94"/>
    <w:rPr>
      <w:rFonts w:ascii="Century Gothic" w:eastAsiaTheme="majorEastAsia" w:hAnsi="Century Gothic" w:cstheme="majorBidi"/>
      <w:b/>
      <w:color w:val="737373"/>
      <w:spacing w:val="4"/>
      <w:kern w:val="28"/>
    </w:rPr>
  </w:style>
  <w:style w:type="character" w:customStyle="1" w:styleId="HighlightBlue">
    <w:name w:val="Highlight Blue"/>
    <w:basedOn w:val="DefaultParagraphFont"/>
    <w:uiPriority w:val="1"/>
    <w:qFormat/>
    <w:rsid w:val="00592D94"/>
    <w:rPr>
      <w:bdr w:val="none" w:sz="0" w:space="0" w:color="auto"/>
      <w:shd w:val="clear" w:color="auto" w:fill="66FFFF"/>
    </w:rPr>
  </w:style>
  <w:style w:type="character" w:customStyle="1" w:styleId="HighlightGreen">
    <w:name w:val="Highlight Green"/>
    <w:uiPriority w:val="1"/>
    <w:qFormat/>
    <w:rsid w:val="00592D94"/>
    <w:rPr>
      <w:bdr w:val="none" w:sz="0" w:space="0" w:color="auto"/>
      <w:shd w:val="clear" w:color="auto" w:fill="99FF66"/>
    </w:rPr>
  </w:style>
  <w:style w:type="paragraph" w:customStyle="1" w:styleId="HelpHeading">
    <w:name w:val="Help Heading"/>
    <w:basedOn w:val="BodyText"/>
    <w:qFormat/>
    <w:rsid w:val="00592D94"/>
    <w:pPr>
      <w:keepNext/>
      <w:keepLines/>
      <w:spacing w:before="260"/>
    </w:pPr>
    <w:rPr>
      <w:b/>
      <w:smallCaps/>
      <w:color w:val="2E3640"/>
      <w:spacing w:val="20"/>
      <w:sz w:val="22"/>
    </w:rPr>
  </w:style>
  <w:style w:type="character" w:customStyle="1" w:styleId="Warning">
    <w:name w:val="Warning"/>
    <w:basedOn w:val="DefaultParagraphFont"/>
    <w:uiPriority w:val="1"/>
    <w:qFormat/>
    <w:rsid w:val="00592D94"/>
    <w:rPr>
      <w:b/>
      <w:caps w:val="0"/>
      <w:smallCaps/>
      <w:color w:val="C00000"/>
      <w:spacing w:val="14"/>
    </w:rPr>
  </w:style>
  <w:style w:type="numbering" w:styleId="111111">
    <w:name w:val="Outline List 2"/>
    <w:basedOn w:val="NoList"/>
    <w:semiHidden/>
    <w:rsid w:val="002145EC"/>
    <w:pPr>
      <w:numPr>
        <w:numId w:val="1"/>
      </w:numPr>
    </w:pPr>
  </w:style>
  <w:style w:type="numbering" w:styleId="1ai">
    <w:name w:val="Outline List 1"/>
    <w:basedOn w:val="NoList"/>
    <w:semiHidden/>
    <w:rsid w:val="002145EC"/>
    <w:pPr>
      <w:numPr>
        <w:numId w:val="2"/>
      </w:numPr>
    </w:pPr>
  </w:style>
  <w:style w:type="numbering" w:styleId="ArticleSection">
    <w:name w:val="Outline List 3"/>
    <w:basedOn w:val="NoList"/>
    <w:semiHidden/>
    <w:rsid w:val="002145EC"/>
    <w:pPr>
      <w:numPr>
        <w:numId w:val="3"/>
      </w:numPr>
    </w:pPr>
  </w:style>
  <w:style w:type="paragraph" w:styleId="BlockText">
    <w:name w:val="Block Text"/>
    <w:basedOn w:val="Normal"/>
    <w:semiHidden/>
    <w:rsid w:val="002145EC"/>
    <w:pPr>
      <w:spacing w:after="120"/>
      <w:ind w:left="1440" w:right="1440"/>
    </w:pPr>
  </w:style>
  <w:style w:type="paragraph" w:styleId="BodyText2">
    <w:name w:val="Body Text 2"/>
    <w:basedOn w:val="Normal"/>
    <w:semiHidden/>
    <w:rsid w:val="002145EC"/>
    <w:pPr>
      <w:spacing w:after="120" w:line="480" w:lineRule="auto"/>
    </w:pPr>
  </w:style>
  <w:style w:type="paragraph" w:styleId="BodyText3">
    <w:name w:val="Body Text 3"/>
    <w:basedOn w:val="Normal"/>
    <w:semiHidden/>
    <w:rsid w:val="002145EC"/>
    <w:pPr>
      <w:spacing w:after="120"/>
    </w:pPr>
    <w:rPr>
      <w:sz w:val="16"/>
      <w:szCs w:val="16"/>
    </w:rPr>
  </w:style>
  <w:style w:type="paragraph" w:styleId="BodyTextFirstIndent">
    <w:name w:val="Body Text First Indent"/>
    <w:basedOn w:val="BodyText"/>
    <w:semiHidden/>
    <w:rsid w:val="002145EC"/>
    <w:pPr>
      <w:tabs>
        <w:tab w:val="clear" w:pos="567"/>
        <w:tab w:val="clear" w:pos="1134"/>
        <w:tab w:val="clear" w:pos="1701"/>
        <w:tab w:val="clear" w:pos="2268"/>
        <w:tab w:val="clear" w:pos="2835"/>
        <w:tab w:val="clear" w:pos="3402"/>
      </w:tabs>
      <w:spacing w:after="120" w:line="240" w:lineRule="auto"/>
      <w:ind w:firstLine="210"/>
    </w:pPr>
    <w:rPr>
      <w:rFonts w:ascii="Times New Roman" w:hAnsi="Times New Roman"/>
      <w:sz w:val="24"/>
    </w:rPr>
  </w:style>
  <w:style w:type="paragraph" w:styleId="BodyTextFirstIndent2">
    <w:name w:val="Body Text First Indent 2"/>
    <w:basedOn w:val="BodyTextIndent"/>
    <w:semiHidden/>
    <w:rsid w:val="002145EC"/>
    <w:pPr>
      <w:ind w:firstLine="210"/>
    </w:pPr>
  </w:style>
  <w:style w:type="paragraph" w:styleId="BodyTextIndent2">
    <w:name w:val="Body Text Indent 2"/>
    <w:basedOn w:val="Normal"/>
    <w:semiHidden/>
    <w:rsid w:val="002145EC"/>
    <w:pPr>
      <w:spacing w:after="120" w:line="480" w:lineRule="auto"/>
      <w:ind w:left="283"/>
    </w:pPr>
  </w:style>
  <w:style w:type="paragraph" w:styleId="BodyTextIndent3">
    <w:name w:val="Body Text Indent 3"/>
    <w:basedOn w:val="Normal"/>
    <w:semiHidden/>
    <w:rsid w:val="002145EC"/>
    <w:pPr>
      <w:spacing w:after="120"/>
      <w:ind w:left="283"/>
    </w:pPr>
    <w:rPr>
      <w:sz w:val="16"/>
      <w:szCs w:val="16"/>
    </w:rPr>
  </w:style>
  <w:style w:type="paragraph" w:styleId="Date">
    <w:name w:val="Date"/>
    <w:basedOn w:val="Normal"/>
    <w:next w:val="Normal"/>
    <w:semiHidden/>
    <w:rsid w:val="002145EC"/>
  </w:style>
  <w:style w:type="paragraph" w:styleId="E-mailSignature">
    <w:name w:val="E-mail Signature"/>
    <w:basedOn w:val="Normal"/>
    <w:link w:val="E-mailSignatureChar"/>
    <w:uiPriority w:val="99"/>
    <w:semiHidden/>
    <w:unhideWhenUsed/>
    <w:rsid w:val="002D1172"/>
    <w:pPr>
      <w:spacing w:after="0" w:line="240" w:lineRule="auto"/>
    </w:pPr>
    <w:rPr>
      <w:color w:val="006AB2"/>
      <w:spacing w:val="20"/>
      <w:sz w:val="24"/>
    </w:rPr>
  </w:style>
  <w:style w:type="paragraph" w:styleId="EnvelopeAddress">
    <w:name w:val="envelope address"/>
    <w:basedOn w:val="Normal"/>
    <w:semiHidden/>
    <w:rsid w:val="002145EC"/>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2145EC"/>
    <w:rPr>
      <w:rFonts w:ascii="Arial" w:hAnsi="Arial" w:cs="Arial"/>
      <w:sz w:val="20"/>
      <w:szCs w:val="20"/>
    </w:rPr>
  </w:style>
  <w:style w:type="character" w:styleId="FollowedHyperlink">
    <w:name w:val="FollowedHyperlink"/>
    <w:basedOn w:val="DefaultParagraphFont"/>
    <w:uiPriority w:val="99"/>
    <w:semiHidden/>
    <w:unhideWhenUsed/>
    <w:rsid w:val="00592D94"/>
    <w:rPr>
      <w:color w:val="82BE5A"/>
      <w:u w:val="single"/>
    </w:rPr>
  </w:style>
  <w:style w:type="character" w:styleId="HTMLAcronym">
    <w:name w:val="HTML Acronym"/>
    <w:basedOn w:val="DefaultParagraphFont"/>
    <w:semiHidden/>
    <w:rsid w:val="002145EC"/>
  </w:style>
  <w:style w:type="paragraph" w:styleId="HTMLAddress">
    <w:name w:val="HTML Address"/>
    <w:basedOn w:val="Normal"/>
    <w:semiHidden/>
    <w:rsid w:val="002145EC"/>
    <w:rPr>
      <w:i/>
      <w:iCs/>
    </w:rPr>
  </w:style>
  <w:style w:type="character" w:styleId="HTMLCite">
    <w:name w:val="HTML Cite"/>
    <w:semiHidden/>
    <w:rsid w:val="002145EC"/>
    <w:rPr>
      <w:i/>
      <w:iCs/>
    </w:rPr>
  </w:style>
  <w:style w:type="character" w:styleId="HTMLCode">
    <w:name w:val="HTML Code"/>
    <w:semiHidden/>
    <w:rsid w:val="002145EC"/>
    <w:rPr>
      <w:rFonts w:ascii="Courier New" w:hAnsi="Courier New" w:cs="Courier New"/>
      <w:sz w:val="20"/>
      <w:szCs w:val="20"/>
    </w:rPr>
  </w:style>
  <w:style w:type="character" w:styleId="HTMLDefinition">
    <w:name w:val="HTML Definition"/>
    <w:semiHidden/>
    <w:rsid w:val="002145EC"/>
    <w:rPr>
      <w:i/>
      <w:iCs/>
    </w:rPr>
  </w:style>
  <w:style w:type="character" w:styleId="HTMLKeyboard">
    <w:name w:val="HTML Keyboard"/>
    <w:semiHidden/>
    <w:rsid w:val="002145EC"/>
    <w:rPr>
      <w:rFonts w:ascii="Courier New" w:hAnsi="Courier New" w:cs="Courier New"/>
      <w:sz w:val="20"/>
      <w:szCs w:val="20"/>
    </w:rPr>
  </w:style>
  <w:style w:type="paragraph" w:styleId="HTMLPreformatted">
    <w:name w:val="HTML Preformatted"/>
    <w:basedOn w:val="Normal"/>
    <w:semiHidden/>
    <w:rsid w:val="002145EC"/>
    <w:rPr>
      <w:rFonts w:ascii="Courier New" w:hAnsi="Courier New" w:cs="Courier New"/>
      <w:sz w:val="20"/>
      <w:szCs w:val="20"/>
    </w:rPr>
  </w:style>
  <w:style w:type="character" w:styleId="HTMLSample">
    <w:name w:val="HTML Sample"/>
    <w:semiHidden/>
    <w:rsid w:val="002145EC"/>
    <w:rPr>
      <w:rFonts w:ascii="Courier New" w:hAnsi="Courier New" w:cs="Courier New"/>
    </w:rPr>
  </w:style>
  <w:style w:type="character" w:styleId="HTMLTypewriter">
    <w:name w:val="HTML Typewriter"/>
    <w:semiHidden/>
    <w:rsid w:val="002145EC"/>
    <w:rPr>
      <w:rFonts w:ascii="Courier New" w:hAnsi="Courier New" w:cs="Courier New"/>
      <w:sz w:val="20"/>
      <w:szCs w:val="20"/>
    </w:rPr>
  </w:style>
  <w:style w:type="character" w:styleId="HTMLVariable">
    <w:name w:val="HTML Variable"/>
    <w:semiHidden/>
    <w:rsid w:val="002145EC"/>
    <w:rPr>
      <w:i/>
      <w:iCs/>
    </w:rPr>
  </w:style>
  <w:style w:type="paragraph" w:styleId="MessageHeader">
    <w:name w:val="Message Header"/>
    <w:basedOn w:val="Normal"/>
    <w:semiHidden/>
    <w:rsid w:val="002145EC"/>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Indent">
    <w:name w:val="Normal Indent"/>
    <w:basedOn w:val="Normal"/>
    <w:semiHidden/>
    <w:rsid w:val="002145EC"/>
    <w:pPr>
      <w:ind w:left="720"/>
    </w:pPr>
  </w:style>
  <w:style w:type="paragraph" w:styleId="PlainText">
    <w:name w:val="Plain Text"/>
    <w:basedOn w:val="Normal"/>
    <w:semiHidden/>
    <w:rsid w:val="002145EC"/>
    <w:rPr>
      <w:rFonts w:ascii="Courier New" w:hAnsi="Courier New" w:cs="Courier New"/>
      <w:sz w:val="20"/>
      <w:szCs w:val="20"/>
    </w:rPr>
  </w:style>
  <w:style w:type="paragraph" w:styleId="Salutation">
    <w:name w:val="Salutation"/>
    <w:basedOn w:val="Normal"/>
    <w:next w:val="Normal"/>
    <w:semiHidden/>
    <w:rsid w:val="002145EC"/>
  </w:style>
  <w:style w:type="paragraph" w:styleId="Signature">
    <w:name w:val="Signature"/>
    <w:basedOn w:val="Normal"/>
    <w:semiHidden/>
    <w:rsid w:val="002145EC"/>
    <w:pPr>
      <w:ind w:left="4252"/>
    </w:pPr>
  </w:style>
  <w:style w:type="table" w:styleId="Table3Deffects1">
    <w:name w:val="Table 3D effects 1"/>
    <w:basedOn w:val="TableNormal"/>
    <w:semiHidden/>
    <w:rsid w:val="002145E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145E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145E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145E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145E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145E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145E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145E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145E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145E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145E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145E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145E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145E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145E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145E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145E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145E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145E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145E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145E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145E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145E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145E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145E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145E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145E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145E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145E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145E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145E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145E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145E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145E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145E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145E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145E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145E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145E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145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145E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145E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145E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CodeSingleLine">
    <w:name w:val="Code Single Line"/>
    <w:basedOn w:val="Code"/>
    <w:qFormat/>
    <w:rsid w:val="00592D94"/>
    <w:pPr>
      <w:pBdr>
        <w:top w:val="none" w:sz="0" w:space="0" w:color="auto"/>
        <w:left w:val="none" w:sz="0" w:space="0" w:color="auto"/>
        <w:bottom w:val="none" w:sz="0" w:space="0" w:color="auto"/>
        <w:right w:val="none" w:sz="0" w:space="0" w:color="auto"/>
      </w:pBdr>
      <w:spacing w:before="0" w:after="260" w:line="260" w:lineRule="atLeast"/>
    </w:pPr>
    <w:rPr>
      <w:color w:val="0073CF"/>
    </w:rPr>
  </w:style>
  <w:style w:type="character" w:customStyle="1" w:styleId="CrossReferenceCitation">
    <w:name w:val="Cross Reference Citation"/>
    <w:uiPriority w:val="1"/>
    <w:qFormat/>
    <w:rsid w:val="00592D94"/>
    <w:rPr>
      <w:i/>
      <w:color w:val="0073CF"/>
      <w:u w:val="none"/>
    </w:rPr>
  </w:style>
  <w:style w:type="character" w:customStyle="1" w:styleId="CrossReferenceLink">
    <w:name w:val="Cross Reference Link"/>
    <w:basedOn w:val="CrossReferenceCitation"/>
    <w:uiPriority w:val="1"/>
    <w:qFormat/>
    <w:rsid w:val="00592D94"/>
    <w:rPr>
      <w:i w:val="0"/>
      <w:color w:val="0073CF"/>
      <w:u w:val="single"/>
    </w:rPr>
  </w:style>
  <w:style w:type="character" w:customStyle="1" w:styleId="HighlightRed">
    <w:name w:val="Highlight Red"/>
    <w:uiPriority w:val="1"/>
    <w:qFormat/>
    <w:rsid w:val="00592D94"/>
    <w:rPr>
      <w:b/>
      <w:color w:val="FFFFFF" w:themeColor="background1"/>
      <w:bdr w:val="none" w:sz="0" w:space="0" w:color="auto"/>
      <w:shd w:val="clear" w:color="auto" w:fill="FF0000"/>
    </w:rPr>
  </w:style>
  <w:style w:type="paragraph" w:customStyle="1" w:styleId="FinePrintCentre">
    <w:name w:val="Fine Print Centre"/>
    <w:basedOn w:val="FinePrint"/>
    <w:qFormat/>
    <w:rsid w:val="00592D94"/>
    <w:pPr>
      <w:jc w:val="center"/>
    </w:pPr>
  </w:style>
  <w:style w:type="paragraph" w:customStyle="1" w:styleId="FinePrintHeading">
    <w:name w:val="Fine Print Heading"/>
    <w:basedOn w:val="FinePrint"/>
    <w:next w:val="FinePrint"/>
    <w:qFormat/>
    <w:rsid w:val="00592D94"/>
    <w:rPr>
      <w:b/>
    </w:rPr>
  </w:style>
  <w:style w:type="paragraph" w:customStyle="1" w:styleId="ImportantNote">
    <w:name w:val="Important Note"/>
    <w:basedOn w:val="BodyText"/>
    <w:qFormat/>
    <w:rsid w:val="00592D94"/>
    <w:pPr>
      <w:pBdr>
        <w:top w:val="single" w:sz="4" w:space="4" w:color="FFFFFF" w:themeColor="background1"/>
        <w:left w:val="single" w:sz="4" w:space="4" w:color="FFFFFF" w:themeColor="background1"/>
        <w:bottom w:val="single" w:sz="4" w:space="4" w:color="FFFFFF" w:themeColor="background1"/>
        <w:right w:val="single" w:sz="4" w:space="4" w:color="FFFFFF" w:themeColor="background1"/>
      </w:pBdr>
      <w:shd w:val="clear" w:color="auto" w:fill="F2DBDB" w:themeFill="accent2" w:themeFillTint="33"/>
      <w:spacing w:before="260" w:after="260"/>
      <w:ind w:left="567" w:hanging="567"/>
    </w:pPr>
  </w:style>
  <w:style w:type="character" w:customStyle="1" w:styleId="ImportantNoteLabel">
    <w:name w:val="Important Note Label"/>
    <w:uiPriority w:val="1"/>
    <w:qFormat/>
    <w:rsid w:val="00592D94"/>
    <w:rPr>
      <w:b/>
      <w:color w:val="C00000"/>
    </w:rPr>
  </w:style>
  <w:style w:type="paragraph" w:customStyle="1" w:styleId="InsideCoverSupertitle">
    <w:name w:val="Inside Cover Supertitle"/>
    <w:basedOn w:val="BodyText"/>
    <w:qFormat/>
    <w:rsid w:val="00592D94"/>
    <w:pPr>
      <w:pBdr>
        <w:bottom w:val="single" w:sz="4" w:space="14" w:color="808080" w:themeColor="background1" w:themeShade="80"/>
      </w:pBdr>
      <w:spacing w:before="160"/>
      <w:jc w:val="center"/>
    </w:pPr>
    <w:rPr>
      <w:b/>
      <w:caps/>
      <w:color w:val="737373"/>
      <w:spacing w:val="30"/>
      <w:sz w:val="20"/>
    </w:rPr>
  </w:style>
  <w:style w:type="paragraph" w:customStyle="1" w:styleId="InsideCoverTitle">
    <w:name w:val="Inside Cover Title"/>
    <w:basedOn w:val="InsideCoverSupertitle"/>
    <w:next w:val="BodyText"/>
    <w:qFormat/>
    <w:rsid w:val="00592D94"/>
    <w:pPr>
      <w:spacing w:before="100" w:after="720" w:line="600" w:lineRule="atLeast"/>
    </w:pPr>
    <w:rPr>
      <w:b w:val="0"/>
      <w:caps w:val="0"/>
      <w:color w:val="0073CF"/>
      <w:sz w:val="48"/>
    </w:rPr>
  </w:style>
  <w:style w:type="paragraph" w:customStyle="1" w:styleId="MiniTOCItem">
    <w:name w:val="MiniTOCItem"/>
    <w:basedOn w:val="BodyText"/>
    <w:qFormat/>
    <w:rsid w:val="00592D94"/>
    <w:pPr>
      <w:keepNext/>
      <w:keepLines/>
      <w:shd w:val="clear" w:color="auto" w:fill="EAEAEA"/>
      <w:tabs>
        <w:tab w:val="clear" w:pos="567"/>
        <w:tab w:val="clear" w:pos="1134"/>
        <w:tab w:val="clear" w:pos="1701"/>
        <w:tab w:val="clear" w:pos="2268"/>
        <w:tab w:val="clear" w:pos="2835"/>
        <w:tab w:val="clear" w:pos="3402"/>
        <w:tab w:val="clear" w:pos="3969"/>
        <w:tab w:val="clear" w:pos="4536"/>
        <w:tab w:val="clear" w:pos="5103"/>
        <w:tab w:val="right" w:leader="dot" w:pos="8902"/>
      </w:tabs>
      <w:spacing w:after="20"/>
    </w:pPr>
    <w:rPr>
      <w:b/>
      <w:color w:val="2E3640"/>
      <w:sz w:val="16"/>
    </w:rPr>
  </w:style>
  <w:style w:type="paragraph" w:customStyle="1" w:styleId="MiniTOCTitle">
    <w:name w:val="MiniTOCTitle"/>
    <w:basedOn w:val="MiniTOCItem"/>
    <w:next w:val="MiniTOCItem"/>
    <w:qFormat/>
    <w:rsid w:val="00592D94"/>
    <w:pPr>
      <w:shd w:val="clear" w:color="auto" w:fill="2E3640"/>
      <w:spacing w:before="80" w:after="40" w:line="280" w:lineRule="atLeast"/>
    </w:pPr>
    <w:rPr>
      <w:color w:val="F2F2F2" w:themeColor="background1" w:themeShade="F2"/>
    </w:rPr>
  </w:style>
  <w:style w:type="character" w:customStyle="1" w:styleId="SpecialBlack">
    <w:name w:val="Special Black"/>
    <w:basedOn w:val="DefaultParagraphFont"/>
    <w:uiPriority w:val="1"/>
    <w:qFormat/>
    <w:rsid w:val="00592D94"/>
    <w:rPr>
      <w:color w:val="000000"/>
    </w:rPr>
  </w:style>
  <w:style w:type="character" w:customStyle="1" w:styleId="SpecialBlue">
    <w:name w:val="Special Blue"/>
    <w:basedOn w:val="DefaultParagraphFont"/>
    <w:uiPriority w:val="1"/>
    <w:qFormat/>
    <w:rsid w:val="00592D94"/>
    <w:rPr>
      <w:color w:val="0073CF"/>
    </w:rPr>
  </w:style>
  <w:style w:type="character" w:customStyle="1" w:styleId="SpecialBrown">
    <w:name w:val="Special Brown"/>
    <w:basedOn w:val="DefaultParagraphFont"/>
    <w:uiPriority w:val="1"/>
    <w:qFormat/>
    <w:rsid w:val="00592D94"/>
    <w:rPr>
      <w:color w:val="663300"/>
    </w:rPr>
  </w:style>
  <w:style w:type="character" w:customStyle="1" w:styleId="SpecialGreen">
    <w:name w:val="Special Green"/>
    <w:basedOn w:val="DefaultParagraphFont"/>
    <w:uiPriority w:val="1"/>
    <w:qFormat/>
    <w:rsid w:val="00592D94"/>
    <w:rPr>
      <w:color w:val="006600"/>
    </w:rPr>
  </w:style>
  <w:style w:type="character" w:customStyle="1" w:styleId="SpecialOrange">
    <w:name w:val="Special Orange"/>
    <w:basedOn w:val="DefaultParagraphFont"/>
    <w:uiPriority w:val="1"/>
    <w:qFormat/>
    <w:rsid w:val="00592D94"/>
    <w:rPr>
      <w:color w:val="FF6600"/>
    </w:rPr>
  </w:style>
  <w:style w:type="character" w:customStyle="1" w:styleId="SpecialPink">
    <w:name w:val="Special Pink"/>
    <w:basedOn w:val="DefaultParagraphFont"/>
    <w:uiPriority w:val="1"/>
    <w:qFormat/>
    <w:rsid w:val="00592D94"/>
    <w:rPr>
      <w:color w:val="CC0099"/>
    </w:rPr>
  </w:style>
  <w:style w:type="character" w:customStyle="1" w:styleId="SpecialPurple">
    <w:name w:val="Special Purple"/>
    <w:basedOn w:val="DefaultParagraphFont"/>
    <w:uiPriority w:val="1"/>
    <w:qFormat/>
    <w:rsid w:val="00592D94"/>
    <w:rPr>
      <w:color w:val="6600CC"/>
    </w:rPr>
  </w:style>
  <w:style w:type="character" w:customStyle="1" w:styleId="SpecialRed">
    <w:name w:val="Special Red"/>
    <w:basedOn w:val="DefaultParagraphFont"/>
    <w:uiPriority w:val="1"/>
    <w:qFormat/>
    <w:rsid w:val="00592D94"/>
    <w:rPr>
      <w:color w:val="FF0000"/>
    </w:rPr>
  </w:style>
  <w:style w:type="character" w:customStyle="1" w:styleId="SpecialTeal">
    <w:name w:val="Special Teal"/>
    <w:basedOn w:val="DefaultParagraphFont"/>
    <w:uiPriority w:val="1"/>
    <w:qFormat/>
    <w:rsid w:val="00592D94"/>
    <w:rPr>
      <w:color w:val="006699"/>
    </w:rPr>
  </w:style>
  <w:style w:type="character" w:customStyle="1" w:styleId="SpecialYellow">
    <w:name w:val="Special Yellow"/>
    <w:basedOn w:val="DefaultParagraphFont"/>
    <w:uiPriority w:val="1"/>
    <w:qFormat/>
    <w:rsid w:val="00592D94"/>
    <w:rPr>
      <w:color w:val="E6BA00"/>
    </w:rPr>
  </w:style>
  <w:style w:type="paragraph" w:customStyle="1" w:styleId="SubHeading">
    <w:name w:val="SubHeading"/>
    <w:next w:val="BodyText"/>
    <w:qFormat/>
    <w:rsid w:val="00A378A0"/>
    <w:pPr>
      <w:tabs>
        <w:tab w:val="left" w:pos="567"/>
        <w:tab w:val="left" w:pos="1134"/>
        <w:tab w:val="left" w:pos="1701"/>
        <w:tab w:val="left" w:pos="2268"/>
        <w:tab w:val="left" w:pos="2835"/>
        <w:tab w:val="left" w:pos="3402"/>
        <w:tab w:val="left" w:pos="3969"/>
        <w:tab w:val="left" w:pos="4536"/>
        <w:tab w:val="left" w:pos="5103"/>
      </w:tabs>
      <w:spacing w:after="240" w:line="260" w:lineRule="atLeast"/>
    </w:pPr>
    <w:rPr>
      <w:rFonts w:asciiTheme="minorHAnsi" w:eastAsiaTheme="minorEastAsia" w:hAnsiTheme="minorHAnsi" w:cstheme="minorBidi"/>
      <w:color w:val="808080" w:themeColor="background1" w:themeShade="80"/>
      <w:spacing w:val="4"/>
      <w:kern w:val="32"/>
      <w:sz w:val="28"/>
      <w:szCs w:val="22"/>
    </w:rPr>
  </w:style>
  <w:style w:type="paragraph" w:customStyle="1" w:styleId="SuperHeading">
    <w:name w:val="SuperHeading"/>
    <w:next w:val="BodyText"/>
    <w:qFormat/>
    <w:rsid w:val="00A378A0"/>
    <w:pPr>
      <w:keepNext/>
      <w:tabs>
        <w:tab w:val="left" w:pos="567"/>
        <w:tab w:val="left" w:pos="1134"/>
        <w:tab w:val="left" w:pos="1701"/>
        <w:tab w:val="left" w:pos="2268"/>
        <w:tab w:val="left" w:pos="2835"/>
        <w:tab w:val="left" w:pos="3402"/>
        <w:tab w:val="left" w:pos="3969"/>
        <w:tab w:val="left" w:pos="4536"/>
        <w:tab w:val="left" w:pos="5103"/>
      </w:tabs>
      <w:spacing w:before="3240" w:after="160" w:line="260" w:lineRule="atLeast"/>
      <w:contextualSpacing/>
    </w:pPr>
    <w:rPr>
      <w:rFonts w:asciiTheme="minorHAnsi" w:eastAsiaTheme="majorEastAsia" w:hAnsiTheme="minorHAnsi" w:cstheme="majorBidi"/>
      <w:iCs/>
      <w:color w:val="808080" w:themeColor="background1" w:themeShade="80"/>
      <w:spacing w:val="4"/>
      <w:kern w:val="28"/>
      <w:sz w:val="44"/>
      <w:szCs w:val="24"/>
    </w:rPr>
  </w:style>
  <w:style w:type="paragraph" w:customStyle="1" w:styleId="Supertitle">
    <w:name w:val="Supertitle"/>
    <w:basedOn w:val="BodyText"/>
    <w:qFormat/>
    <w:rsid w:val="00592D94"/>
    <w:pPr>
      <w:keepNext/>
      <w:spacing w:before="3280" w:after="0" w:line="240" w:lineRule="auto"/>
    </w:pPr>
    <w:rPr>
      <w:color w:val="737373"/>
      <w:sz w:val="44"/>
    </w:rPr>
  </w:style>
  <w:style w:type="paragraph" w:customStyle="1" w:styleId="TableBullet">
    <w:name w:val="Table Bullet"/>
    <w:basedOn w:val="TableCell"/>
    <w:qFormat/>
    <w:rsid w:val="00592D94"/>
    <w:pPr>
      <w:numPr>
        <w:numId w:val="8"/>
      </w:numPr>
      <w:tabs>
        <w:tab w:val="clear" w:pos="1701"/>
        <w:tab w:val="clear" w:pos="2268"/>
        <w:tab w:val="clear" w:pos="2835"/>
        <w:tab w:val="clear" w:pos="3402"/>
        <w:tab w:val="clear" w:pos="3969"/>
        <w:tab w:val="clear" w:pos="4536"/>
        <w:tab w:val="clear" w:pos="5103"/>
      </w:tabs>
    </w:pPr>
  </w:style>
  <w:style w:type="paragraph" w:customStyle="1" w:styleId="TitleSection">
    <w:name w:val="Title Section"/>
    <w:basedOn w:val="BodyText"/>
    <w:qFormat/>
    <w:rsid w:val="00592D94"/>
    <w:pPr>
      <w:keepNext/>
      <w:spacing w:before="360" w:after="360" w:line="600" w:lineRule="atLeast"/>
    </w:pPr>
    <w:rPr>
      <w:rFonts w:eastAsiaTheme="majorEastAsia" w:cstheme="majorBidi"/>
      <w:color w:val="0073CF"/>
      <w:kern w:val="28"/>
      <w:sz w:val="48"/>
      <w:szCs w:val="52"/>
    </w:rPr>
  </w:style>
  <w:style w:type="paragraph" w:customStyle="1" w:styleId="TOCTitle">
    <w:name w:val="TOCTitle"/>
    <w:basedOn w:val="TOCHeading"/>
    <w:qFormat/>
    <w:rsid w:val="00592D94"/>
  </w:style>
  <w:style w:type="paragraph" w:customStyle="1" w:styleId="ListBullet2Condensed">
    <w:name w:val="List Bullet 2 Condensed"/>
    <w:basedOn w:val="ListBullet2"/>
    <w:qFormat/>
    <w:rsid w:val="00592D94"/>
    <w:pPr>
      <w:contextualSpacing/>
    </w:pPr>
  </w:style>
  <w:style w:type="paragraph" w:customStyle="1" w:styleId="ListBullet3Condensed">
    <w:name w:val="List Bullet 3 Condensed"/>
    <w:basedOn w:val="ListBullet3"/>
    <w:qFormat/>
    <w:rsid w:val="00592D94"/>
    <w:pPr>
      <w:contextualSpacing/>
    </w:pPr>
  </w:style>
  <w:style w:type="paragraph" w:customStyle="1" w:styleId="ListBullet4Condensed">
    <w:name w:val="List Bullet 4 Condensed"/>
    <w:basedOn w:val="ListBullet4"/>
    <w:qFormat/>
    <w:rsid w:val="00592D94"/>
    <w:pPr>
      <w:contextualSpacing/>
    </w:pPr>
  </w:style>
  <w:style w:type="paragraph" w:customStyle="1" w:styleId="ListBullet5Condensed">
    <w:name w:val="List Bullet 5 Condensed"/>
    <w:basedOn w:val="ListBullet5"/>
    <w:qFormat/>
    <w:rsid w:val="00592D94"/>
    <w:pPr>
      <w:contextualSpacing/>
    </w:pPr>
  </w:style>
  <w:style w:type="character" w:customStyle="1" w:styleId="HeaderChar">
    <w:name w:val="Header Char"/>
    <w:basedOn w:val="DefaultParagraphFont"/>
    <w:link w:val="Header"/>
    <w:uiPriority w:val="99"/>
    <w:rsid w:val="00592D94"/>
    <w:rPr>
      <w:rFonts w:ascii="Century Gothic" w:eastAsiaTheme="minorEastAsia" w:hAnsi="Century Gothic" w:cstheme="minorBidi"/>
      <w:b/>
      <w:caps/>
      <w:color w:val="0073CF"/>
      <w:spacing w:val="26"/>
      <w:kern w:val="18"/>
      <w:sz w:val="16"/>
      <w:szCs w:val="22"/>
    </w:rPr>
  </w:style>
  <w:style w:type="character" w:customStyle="1" w:styleId="HighlightYellow">
    <w:name w:val="Highlight Yellow"/>
    <w:uiPriority w:val="1"/>
    <w:qFormat/>
    <w:rsid w:val="00592D94"/>
    <w:rPr>
      <w:color w:val="auto"/>
      <w:bdr w:val="none" w:sz="0" w:space="0" w:color="auto"/>
      <w:shd w:val="clear" w:color="auto" w:fill="FFFF00"/>
    </w:rPr>
  </w:style>
  <w:style w:type="paragraph" w:customStyle="1" w:styleId="FooterCover">
    <w:name w:val="Footer Cover"/>
    <w:basedOn w:val="Footer"/>
    <w:qFormat/>
    <w:rsid w:val="00592D94"/>
    <w:pPr>
      <w:spacing w:after="60"/>
      <w:jc w:val="center"/>
    </w:pPr>
    <w:rPr>
      <w:spacing w:val="20"/>
      <w:sz w:val="18"/>
    </w:rPr>
  </w:style>
  <w:style w:type="paragraph" w:customStyle="1" w:styleId="ListNote">
    <w:name w:val="List Note"/>
    <w:basedOn w:val="ListContinue"/>
    <w:qFormat/>
    <w:rsid w:val="00592D94"/>
    <w:pPr>
      <w:shd w:val="clear" w:color="auto" w:fill="C1EDFF"/>
    </w:pPr>
  </w:style>
  <w:style w:type="paragraph" w:customStyle="1" w:styleId="LogoCentreSpacer">
    <w:name w:val="Logo Centre Spacer"/>
    <w:qFormat/>
    <w:rsid w:val="002D1172"/>
    <w:pPr>
      <w:spacing w:before="600" w:after="160" w:line="260" w:lineRule="atLeast"/>
      <w:jc w:val="center"/>
    </w:pPr>
    <w:rPr>
      <w:rFonts w:ascii="Calibri" w:eastAsia="Calibri" w:hAnsi="Calibri"/>
      <w:sz w:val="18"/>
      <w:szCs w:val="22"/>
      <w:lang w:eastAsia="en-US"/>
    </w:rPr>
  </w:style>
  <w:style w:type="character" w:customStyle="1" w:styleId="Subscript">
    <w:name w:val="Subscript"/>
    <w:uiPriority w:val="1"/>
    <w:qFormat/>
    <w:rsid w:val="002D1172"/>
    <w:rPr>
      <w:vertAlign w:val="subscript"/>
    </w:rPr>
  </w:style>
  <w:style w:type="character" w:customStyle="1" w:styleId="SubtitleChar">
    <w:name w:val="Subtitle Char"/>
    <w:basedOn w:val="DefaultParagraphFont"/>
    <w:link w:val="Subtitle"/>
    <w:uiPriority w:val="11"/>
    <w:rsid w:val="00592D94"/>
    <w:rPr>
      <w:rFonts w:asciiTheme="majorHAnsi" w:eastAsiaTheme="majorEastAsia" w:hAnsiTheme="majorHAnsi" w:cstheme="majorBidi"/>
      <w:i/>
      <w:iCs/>
      <w:color w:val="4F81BD" w:themeColor="accent1"/>
      <w:spacing w:val="15"/>
      <w:kern w:val="28"/>
      <w:sz w:val="24"/>
      <w:szCs w:val="24"/>
    </w:rPr>
  </w:style>
  <w:style w:type="character" w:customStyle="1" w:styleId="TitleChar">
    <w:name w:val="Title Char"/>
    <w:basedOn w:val="DefaultParagraphFont"/>
    <w:link w:val="Title"/>
    <w:uiPriority w:val="10"/>
    <w:rsid w:val="00592D94"/>
    <w:rPr>
      <w:rFonts w:ascii="Century Gothic" w:eastAsiaTheme="majorEastAsia" w:hAnsi="Century Gothic" w:cstheme="majorBidi"/>
      <w:color w:val="737373"/>
      <w:spacing w:val="4"/>
      <w:kern w:val="28"/>
      <w:sz w:val="48"/>
      <w:szCs w:val="52"/>
    </w:rPr>
  </w:style>
  <w:style w:type="character" w:customStyle="1" w:styleId="Superscript">
    <w:name w:val="Superscript"/>
    <w:uiPriority w:val="1"/>
    <w:qFormat/>
    <w:rsid w:val="002D1172"/>
    <w:rPr>
      <w:vertAlign w:val="superscript"/>
    </w:rPr>
  </w:style>
  <w:style w:type="character" w:customStyle="1" w:styleId="UserInput">
    <w:name w:val="User Input"/>
    <w:basedOn w:val="DefaultParagraphFont"/>
    <w:uiPriority w:val="1"/>
    <w:qFormat/>
    <w:rsid w:val="00592D94"/>
    <w:rPr>
      <w:rFonts w:ascii="Maiandra GD" w:hAnsi="Maiandra GD"/>
      <w:b/>
      <w:spacing w:val="10"/>
      <w:sz w:val="20"/>
    </w:rPr>
  </w:style>
  <w:style w:type="paragraph" w:customStyle="1" w:styleId="ThingstoNoticeBullet">
    <w:name w:val="Things to Notice Bullet"/>
    <w:basedOn w:val="ListBullet"/>
    <w:qFormat/>
    <w:rsid w:val="00592D94"/>
    <w:pPr>
      <w:pBdr>
        <w:top w:val="single" w:sz="4" w:space="2" w:color="808080" w:themeColor="background1" w:themeShade="80"/>
        <w:left w:val="single" w:sz="4" w:space="4" w:color="808080" w:themeColor="background1" w:themeShade="80"/>
        <w:bottom w:val="single" w:sz="4" w:space="2" w:color="808080" w:themeColor="background1" w:themeShade="80"/>
        <w:right w:val="single" w:sz="4" w:space="4" w:color="808080" w:themeColor="background1" w:themeShade="80"/>
      </w:pBdr>
      <w:ind w:left="284" w:hanging="284"/>
    </w:pPr>
  </w:style>
  <w:style w:type="paragraph" w:customStyle="1" w:styleId="ThingstoNoticeHeading">
    <w:name w:val="Things to Notice Heading"/>
    <w:basedOn w:val="HelpHeading"/>
    <w:qFormat/>
    <w:rsid w:val="00592D94"/>
    <w:pPr>
      <w:pBdr>
        <w:top w:val="single" w:sz="4" w:space="2" w:color="808080" w:themeColor="background1" w:themeShade="80"/>
        <w:left w:val="single" w:sz="4" w:space="4" w:color="808080" w:themeColor="background1" w:themeShade="80"/>
        <w:bottom w:val="single" w:sz="4" w:space="2" w:color="808080" w:themeColor="background1" w:themeShade="80"/>
        <w:right w:val="single" w:sz="4" w:space="4" w:color="808080" w:themeColor="background1" w:themeShade="80"/>
      </w:pBdr>
      <w:spacing w:after="260"/>
    </w:pPr>
    <w:rPr>
      <w:sz w:val="20"/>
    </w:rPr>
  </w:style>
  <w:style w:type="character" w:styleId="PlaceholderText">
    <w:name w:val="Placeholder Text"/>
    <w:basedOn w:val="DefaultParagraphFont"/>
    <w:uiPriority w:val="99"/>
    <w:semiHidden/>
    <w:rsid w:val="00C106F4"/>
    <w:rPr>
      <w:color w:val="808080"/>
    </w:rPr>
  </w:style>
  <w:style w:type="character" w:customStyle="1" w:styleId="SpecialWhite">
    <w:name w:val="Special White"/>
    <w:basedOn w:val="DefaultParagraphFont"/>
    <w:uiPriority w:val="1"/>
    <w:qFormat/>
    <w:rsid w:val="00592D94"/>
    <w:rPr>
      <w:color w:val="FFFFFF"/>
    </w:rPr>
  </w:style>
  <w:style w:type="character" w:customStyle="1" w:styleId="E-mailSignatureChar">
    <w:name w:val="E-mail Signature Char"/>
    <w:basedOn w:val="DefaultParagraphFont"/>
    <w:link w:val="E-mailSignature"/>
    <w:uiPriority w:val="99"/>
    <w:semiHidden/>
    <w:rsid w:val="002D1172"/>
    <w:rPr>
      <w:rFonts w:ascii="Calibri" w:hAnsi="Calibri"/>
      <w:color w:val="006AB2"/>
      <w:spacing w:val="20"/>
      <w:sz w:val="24"/>
      <w:szCs w:val="22"/>
    </w:rPr>
  </w:style>
  <w:style w:type="paragraph" w:customStyle="1" w:styleId="TableNumber">
    <w:name w:val="Table Number"/>
    <w:basedOn w:val="TableCell"/>
    <w:qFormat/>
    <w:rsid w:val="00592D94"/>
    <w:pPr>
      <w:numPr>
        <w:numId w:val="9"/>
      </w:numPr>
      <w:tabs>
        <w:tab w:val="clear" w:pos="1701"/>
        <w:tab w:val="clear" w:pos="2268"/>
        <w:tab w:val="clear" w:pos="2835"/>
        <w:tab w:val="clear" w:pos="3402"/>
        <w:tab w:val="clear" w:pos="3969"/>
        <w:tab w:val="clear" w:pos="4536"/>
        <w:tab w:val="clear" w:pos="5103"/>
      </w:tabs>
    </w:pPr>
  </w:style>
  <w:style w:type="numbering" w:customStyle="1" w:styleId="Checklists">
    <w:name w:val="Checklists"/>
    <w:uiPriority w:val="99"/>
    <w:rsid w:val="00592D94"/>
    <w:pPr>
      <w:numPr>
        <w:numId w:val="4"/>
      </w:numPr>
    </w:pPr>
  </w:style>
  <w:style w:type="numbering" w:customStyle="1" w:styleId="Instructions">
    <w:name w:val="Instructions"/>
    <w:uiPriority w:val="99"/>
    <w:rsid w:val="00592D94"/>
    <w:pPr>
      <w:numPr>
        <w:numId w:val="5"/>
      </w:numPr>
    </w:pPr>
  </w:style>
  <w:style w:type="numbering" w:customStyle="1" w:styleId="ListBullets">
    <w:name w:val="ListBullets"/>
    <w:uiPriority w:val="99"/>
    <w:rsid w:val="00592D94"/>
    <w:pPr>
      <w:numPr>
        <w:numId w:val="6"/>
      </w:numPr>
    </w:pPr>
  </w:style>
  <w:style w:type="numbering" w:customStyle="1" w:styleId="ListNumbers">
    <w:name w:val="ListNumbers"/>
    <w:uiPriority w:val="99"/>
    <w:rsid w:val="00592D94"/>
    <w:pPr>
      <w:numPr>
        <w:numId w:val="10"/>
      </w:numPr>
    </w:pPr>
  </w:style>
  <w:style w:type="paragraph" w:styleId="NoteHeading">
    <w:name w:val="Note Heading"/>
    <w:basedOn w:val="Normal"/>
    <w:next w:val="Normal"/>
    <w:link w:val="NoteHeadingChar"/>
    <w:uiPriority w:val="99"/>
    <w:unhideWhenUsed/>
    <w:rsid w:val="00A378A0"/>
    <w:pPr>
      <w:spacing w:after="0" w:line="240" w:lineRule="auto"/>
    </w:pPr>
  </w:style>
  <w:style w:type="character" w:customStyle="1" w:styleId="NoteHeadingChar">
    <w:name w:val="Note Heading Char"/>
    <w:basedOn w:val="DefaultParagraphFont"/>
    <w:link w:val="NoteHeading"/>
    <w:uiPriority w:val="99"/>
    <w:rsid w:val="00A378A0"/>
    <w:rPr>
      <w:rFonts w:asciiTheme="minorHAnsi" w:eastAsiaTheme="minorEastAsia" w:hAnsiTheme="minorHAnsi" w:cstheme="minorBidi"/>
      <w:sz w:val="22"/>
      <w:szCs w:val="22"/>
    </w:rPr>
  </w:style>
  <w:style w:type="numbering" w:customStyle="1" w:styleId="StepNumbers">
    <w:name w:val="StepNumbers"/>
    <w:uiPriority w:val="99"/>
    <w:rsid w:val="00592D94"/>
    <w:pPr>
      <w:numPr>
        <w:numId w:val="7"/>
      </w:numPr>
    </w:pPr>
  </w:style>
  <w:style w:type="numbering" w:customStyle="1" w:styleId="TableBullets">
    <w:name w:val="TableBullets"/>
    <w:uiPriority w:val="99"/>
    <w:rsid w:val="00592D94"/>
    <w:pPr>
      <w:numPr>
        <w:numId w:val="8"/>
      </w:numPr>
    </w:pPr>
  </w:style>
  <w:style w:type="paragraph" w:customStyle="1" w:styleId="TableNumber2">
    <w:name w:val="Table Number 2"/>
    <w:basedOn w:val="TableNumber"/>
    <w:qFormat/>
    <w:rsid w:val="00592D94"/>
    <w:pPr>
      <w:numPr>
        <w:ilvl w:val="1"/>
      </w:numPr>
    </w:pPr>
  </w:style>
  <w:style w:type="paragraph" w:customStyle="1" w:styleId="TableNumber3">
    <w:name w:val="Table Number 3"/>
    <w:basedOn w:val="TableNumber2"/>
    <w:qFormat/>
    <w:rsid w:val="00592D94"/>
    <w:pPr>
      <w:numPr>
        <w:ilvl w:val="2"/>
      </w:numPr>
    </w:pPr>
  </w:style>
  <w:style w:type="numbering" w:customStyle="1" w:styleId="TableNumbers">
    <w:name w:val="TableNumbers"/>
    <w:uiPriority w:val="99"/>
    <w:rsid w:val="00592D94"/>
    <w:pPr>
      <w:numPr>
        <w:numId w:val="9"/>
      </w:numPr>
    </w:pPr>
  </w:style>
  <w:style w:type="paragraph" w:styleId="TOCHeading">
    <w:name w:val="TOC Heading"/>
    <w:basedOn w:val="TitleSection"/>
    <w:next w:val="BodyText"/>
    <w:uiPriority w:val="39"/>
    <w:unhideWhenUsed/>
    <w:qFormat/>
    <w:rsid w:val="00592D94"/>
    <w:pPr>
      <w:tabs>
        <w:tab w:val="clear" w:pos="567"/>
        <w:tab w:val="clear" w:pos="1134"/>
        <w:tab w:val="clear" w:pos="1701"/>
        <w:tab w:val="clear" w:pos="2268"/>
        <w:tab w:val="clear" w:pos="2835"/>
        <w:tab w:val="clear" w:pos="3402"/>
        <w:tab w:val="clear" w:pos="3969"/>
        <w:tab w:val="clear" w:pos="4536"/>
        <w:tab w:val="clear" w:pos="5103"/>
      </w:tabs>
      <w:spacing w:before="480" w:after="0" w:line="276" w:lineRule="auto"/>
      <w:jc w:val="center"/>
    </w:pPr>
    <w:rPr>
      <w:spacing w:val="0"/>
      <w:kern w:val="0"/>
    </w:rPr>
  </w:style>
  <w:style w:type="paragraph" w:customStyle="1" w:styleId="FooterLandscape">
    <w:name w:val="Footer Landscape"/>
    <w:basedOn w:val="Footer"/>
    <w:qFormat/>
    <w:rsid w:val="00A378A0"/>
    <w:pPr>
      <w:tabs>
        <w:tab w:val="left" w:pos="6662"/>
        <w:tab w:val="right" w:pos="13325"/>
      </w:tabs>
    </w:pPr>
  </w:style>
  <w:style w:type="paragraph" w:customStyle="1" w:styleId="ChecklistCross">
    <w:name w:val="Checklist Cross"/>
    <w:basedOn w:val="Checklist"/>
    <w:qFormat/>
    <w:rsid w:val="00592D94"/>
    <w:pPr>
      <w:numPr>
        <w:numId w:val="14"/>
      </w:numPr>
    </w:pPr>
  </w:style>
  <w:style w:type="paragraph" w:customStyle="1" w:styleId="ChecklistTick">
    <w:name w:val="Checklist Tick"/>
    <w:basedOn w:val="Checklist"/>
    <w:qFormat/>
    <w:rsid w:val="00592D94"/>
    <w:pPr>
      <w:numPr>
        <w:numId w:val="15"/>
      </w:numPr>
    </w:pPr>
  </w:style>
  <w:style w:type="paragraph" w:customStyle="1" w:styleId="Disclaimer">
    <w:name w:val="Disclaimer"/>
    <w:qFormat/>
    <w:rsid w:val="00592D94"/>
    <w:pPr>
      <w:spacing w:before="120" w:after="120"/>
      <w:ind w:left="624" w:right="624"/>
    </w:pPr>
    <w:rPr>
      <w:rFonts w:ascii="Century Gothic" w:eastAsiaTheme="minorEastAsia" w:hAnsi="Century Gothic" w:cstheme="minorBidi"/>
      <w:color w:val="737373"/>
      <w:spacing w:val="4"/>
      <w:szCs w:val="22"/>
    </w:rPr>
  </w:style>
  <w:style w:type="paragraph" w:customStyle="1" w:styleId="FooterLandscapeA4">
    <w:name w:val="Footer Landscape A4"/>
    <w:basedOn w:val="Footer"/>
    <w:qFormat/>
    <w:rsid w:val="00592D94"/>
    <w:pPr>
      <w:tabs>
        <w:tab w:val="right" w:pos="13466"/>
      </w:tabs>
    </w:pPr>
  </w:style>
  <w:style w:type="paragraph" w:customStyle="1" w:styleId="HeaderFax">
    <w:name w:val="Header Fax"/>
    <w:basedOn w:val="Header"/>
    <w:qFormat/>
    <w:rsid w:val="00592D94"/>
  </w:style>
  <w:style w:type="paragraph" w:customStyle="1" w:styleId="HeaderOffices">
    <w:name w:val="Header Offices"/>
    <w:basedOn w:val="Header"/>
    <w:qFormat/>
    <w:rsid w:val="00592D94"/>
    <w:pPr>
      <w:spacing w:before="60" w:after="60"/>
      <w:jc w:val="right"/>
    </w:pPr>
    <w:rPr>
      <w:b w:val="0"/>
      <w:caps w:val="0"/>
      <w:color w:val="737373"/>
      <w:spacing w:val="4"/>
    </w:rPr>
  </w:style>
  <w:style w:type="paragraph" w:customStyle="1" w:styleId="HeaderSubheader">
    <w:name w:val="Header Subheader"/>
    <w:basedOn w:val="Header"/>
    <w:qFormat/>
    <w:rsid w:val="00592D94"/>
    <w:pPr>
      <w:jc w:val="right"/>
    </w:pPr>
    <w:rPr>
      <w:b w:val="0"/>
      <w:i/>
      <w:color w:val="000000" w:themeColor="text1"/>
      <w:spacing w:val="20"/>
      <w:sz w:val="20"/>
    </w:rPr>
  </w:style>
  <w:style w:type="numbering" w:customStyle="1" w:styleId="Headings">
    <w:name w:val="Headings"/>
    <w:uiPriority w:val="99"/>
    <w:rsid w:val="00592D94"/>
    <w:pPr>
      <w:numPr>
        <w:numId w:val="11"/>
      </w:numPr>
    </w:pPr>
  </w:style>
  <w:style w:type="character" w:customStyle="1" w:styleId="P2Blue">
    <w:name w:val="P2 Blue"/>
    <w:basedOn w:val="DefaultParagraphFont"/>
    <w:uiPriority w:val="1"/>
    <w:qFormat/>
    <w:rsid w:val="00592D94"/>
    <w:rPr>
      <w:color w:val="00A1DE"/>
    </w:rPr>
  </w:style>
  <w:style w:type="character" w:customStyle="1" w:styleId="P2Green">
    <w:name w:val="P2 Green"/>
    <w:basedOn w:val="DefaultParagraphFont"/>
    <w:uiPriority w:val="1"/>
    <w:qFormat/>
    <w:rsid w:val="00592D94"/>
    <w:rPr>
      <w:color w:val="82BE5A"/>
    </w:rPr>
  </w:style>
  <w:style w:type="character" w:customStyle="1" w:styleId="P2Grey">
    <w:name w:val="P2 Grey"/>
    <w:basedOn w:val="DefaultParagraphFont"/>
    <w:uiPriority w:val="1"/>
    <w:qFormat/>
    <w:rsid w:val="00592D94"/>
    <w:rPr>
      <w:color w:val="737373"/>
    </w:rPr>
  </w:style>
  <w:style w:type="paragraph" w:customStyle="1" w:styleId="TableBullet2">
    <w:name w:val="Table Bullet 2"/>
    <w:basedOn w:val="TableBullet"/>
    <w:qFormat/>
    <w:rsid w:val="00592D94"/>
    <w:pPr>
      <w:numPr>
        <w:ilvl w:val="1"/>
      </w:numPr>
    </w:pPr>
  </w:style>
  <w:style w:type="paragraph" w:customStyle="1" w:styleId="TableBullet3">
    <w:name w:val="Table Bullet 3"/>
    <w:basedOn w:val="TableBullet2"/>
    <w:qFormat/>
    <w:rsid w:val="00592D94"/>
    <w:pPr>
      <w:numPr>
        <w:ilvl w:val="2"/>
      </w:numPr>
    </w:pPr>
  </w:style>
  <w:style w:type="paragraph" w:customStyle="1" w:styleId="ThingstoNoticeBullet2">
    <w:name w:val="Things to Notice Bullet 2"/>
    <w:basedOn w:val="ThingstoNoticeBullet"/>
    <w:qFormat/>
    <w:rsid w:val="00592D94"/>
    <w:pPr>
      <w:ind w:left="568"/>
    </w:pPr>
  </w:style>
  <w:style w:type="paragraph" w:customStyle="1" w:styleId="ThingstoNoticeBullet3">
    <w:name w:val="Things to Notice Bullet 3"/>
    <w:basedOn w:val="ThingstoNoticeBullet2"/>
    <w:qFormat/>
    <w:rsid w:val="00592D94"/>
    <w:pPr>
      <w:ind w:left="851"/>
    </w:pPr>
  </w:style>
  <w:style w:type="table" w:customStyle="1" w:styleId="P2Table">
    <w:name w:val="P2 Table"/>
    <w:basedOn w:val="TableNormal"/>
    <w:uiPriority w:val="99"/>
    <w:rsid w:val="00592D94"/>
    <w:rPr>
      <w:rFonts w:asciiTheme="minorHAnsi" w:eastAsiaTheme="minorEastAsia" w:hAnsiTheme="minorHAnsi" w:cstheme="minorBidi"/>
      <w:szCs w:val="22"/>
    </w:rPr>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blStylePr w:type="firstRow">
      <w:pPr>
        <w:keepNext/>
        <w:wordWrap/>
      </w:pPr>
      <w:rPr>
        <w:b/>
        <w:color w:val="FFFFFF"/>
      </w:rPr>
      <w:tblPr/>
      <w:trPr>
        <w:tblHeader/>
      </w:trPr>
      <w:tcPr>
        <w:shd w:val="clear" w:color="auto" w:fill="0073CF"/>
      </w:tcPr>
    </w:tblStylePr>
  </w:style>
  <w:style w:type="paragraph" w:customStyle="1" w:styleId="TableCellRight">
    <w:name w:val="Table Cell Right"/>
    <w:basedOn w:val="TableCell"/>
    <w:qFormat/>
    <w:rsid w:val="00592D94"/>
    <w:pPr>
      <w:tabs>
        <w:tab w:val="clear" w:pos="1701"/>
        <w:tab w:val="clear" w:pos="2268"/>
        <w:tab w:val="clear" w:pos="2835"/>
        <w:tab w:val="clear" w:pos="3402"/>
        <w:tab w:val="clear" w:pos="3969"/>
        <w:tab w:val="clear" w:pos="4536"/>
        <w:tab w:val="clear" w:pos="5103"/>
      </w:tabs>
      <w:jc w:val="right"/>
    </w:pPr>
  </w:style>
  <w:style w:type="paragraph" w:customStyle="1" w:styleId="FooterLandscapeLetter">
    <w:name w:val="Footer Landscape Letter"/>
    <w:basedOn w:val="FooterLandscapeA4"/>
    <w:qFormat/>
    <w:rsid w:val="00592D94"/>
    <w:pPr>
      <w:tabs>
        <w:tab w:val="right" w:pos="12899"/>
      </w:tabs>
    </w:pPr>
  </w:style>
  <w:style w:type="numbering" w:customStyle="1" w:styleId="ChecklistsCross">
    <w:name w:val="ChecklistsCross"/>
    <w:uiPriority w:val="99"/>
    <w:rsid w:val="00592D94"/>
    <w:pPr>
      <w:numPr>
        <w:numId w:val="13"/>
      </w:numPr>
    </w:pPr>
  </w:style>
  <w:style w:type="numbering" w:customStyle="1" w:styleId="ChecklistsTick">
    <w:name w:val="ChecklistsTick"/>
    <w:uiPriority w:val="99"/>
    <w:rsid w:val="00592D94"/>
    <w:pPr>
      <w:numPr>
        <w:numId w:val="15"/>
      </w:numPr>
    </w:pPr>
  </w:style>
  <w:style w:type="paragraph" w:styleId="ListParagraph">
    <w:name w:val="List Paragraph"/>
    <w:basedOn w:val="Normal"/>
    <w:uiPriority w:val="34"/>
    <w:qFormat/>
    <w:rsid w:val="00695053"/>
    <w:pPr>
      <w:spacing w:after="0" w:line="240" w:lineRule="auto"/>
      <w:ind w:left="720"/>
      <w:contextualSpacing/>
    </w:pPr>
    <w:rPr>
      <w:rFonts w:ascii="Times New Roman" w:eastAsia="Times New Roman" w:hAnsi="Times New Roman" w:cs="Times New Roman"/>
      <w:spacing w:val="0"/>
      <w:kern w:val="0"/>
      <w:sz w:val="24"/>
      <w:szCs w:val="24"/>
    </w:rPr>
  </w:style>
  <w:style w:type="paragraph" w:customStyle="1" w:styleId="Default">
    <w:name w:val="Default"/>
    <w:rsid w:val="003E14D8"/>
    <w:pPr>
      <w:autoSpaceDE w:val="0"/>
      <w:autoSpaceDN w:val="0"/>
      <w:adjustRightInd w:val="0"/>
    </w:pPr>
    <w:rPr>
      <w:rFonts w:ascii="Century Gothic" w:hAnsi="Century Gothic" w:cs="Century Gothic"/>
      <w:color w:val="000000"/>
      <w:sz w:val="24"/>
      <w:szCs w:val="24"/>
    </w:rPr>
  </w:style>
  <w:style w:type="paragraph" w:styleId="CommentSubject">
    <w:name w:val="annotation subject"/>
    <w:basedOn w:val="CommentText"/>
    <w:next w:val="CommentText"/>
    <w:link w:val="CommentSubjectChar"/>
    <w:rsid w:val="007F73B0"/>
    <w:pPr>
      <w:tabs>
        <w:tab w:val="clear" w:pos="187"/>
      </w:tabs>
      <w:spacing w:after="160" w:line="240" w:lineRule="auto"/>
      <w:ind w:left="0" w:firstLine="0"/>
    </w:pPr>
    <w:rPr>
      <w:b/>
      <w:bCs/>
      <w:sz w:val="20"/>
      <w:szCs w:val="20"/>
    </w:rPr>
  </w:style>
  <w:style w:type="character" w:customStyle="1" w:styleId="CommentSubjectChar">
    <w:name w:val="Comment Subject Char"/>
    <w:basedOn w:val="CommentTextChar"/>
    <w:link w:val="CommentSubject"/>
    <w:rsid w:val="007F73B0"/>
    <w:rPr>
      <w:rFonts w:ascii="Century Gothic" w:eastAsiaTheme="minorEastAsia" w:hAnsi="Century Gothic" w:cstheme="minorBidi"/>
      <w:b/>
      <w:bCs/>
      <w:spacing w:val="4"/>
      <w:kern w:val="18"/>
      <w:sz w:val="22"/>
      <w:szCs w:val="24"/>
    </w:rPr>
  </w:style>
  <w:style w:type="character" w:customStyle="1" w:styleId="HotSpot">
    <w:name w:val="HotSpot"/>
    <w:uiPriority w:val="1"/>
    <w:rsid w:val="0093040E"/>
    <w:rPr>
      <w:color w:val="auto"/>
      <w:u w:val="none"/>
    </w:rPr>
  </w:style>
  <w:style w:type="paragraph" w:styleId="Revision">
    <w:name w:val="Revision"/>
    <w:hidden/>
    <w:uiPriority w:val="99"/>
    <w:semiHidden/>
    <w:rsid w:val="003E182D"/>
    <w:rPr>
      <w:rFonts w:ascii="Century Gothic" w:eastAsiaTheme="minorEastAsia" w:hAnsi="Century Gothic" w:cstheme="minorBidi"/>
      <w:spacing w:val="4"/>
      <w:kern w:val="18"/>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79687">
      <w:bodyDiv w:val="1"/>
      <w:marLeft w:val="0"/>
      <w:marRight w:val="0"/>
      <w:marTop w:val="0"/>
      <w:marBottom w:val="0"/>
      <w:divBdr>
        <w:top w:val="none" w:sz="0" w:space="0" w:color="auto"/>
        <w:left w:val="none" w:sz="0" w:space="0" w:color="auto"/>
        <w:bottom w:val="none" w:sz="0" w:space="0" w:color="auto"/>
        <w:right w:val="none" w:sz="0" w:space="0" w:color="auto"/>
      </w:divBdr>
    </w:div>
    <w:div w:id="291905113">
      <w:bodyDiv w:val="1"/>
      <w:marLeft w:val="0"/>
      <w:marRight w:val="0"/>
      <w:marTop w:val="0"/>
      <w:marBottom w:val="0"/>
      <w:divBdr>
        <w:top w:val="none" w:sz="0" w:space="0" w:color="auto"/>
        <w:left w:val="none" w:sz="0" w:space="0" w:color="auto"/>
        <w:bottom w:val="none" w:sz="0" w:space="0" w:color="auto"/>
        <w:right w:val="none" w:sz="0" w:space="0" w:color="auto"/>
      </w:divBdr>
    </w:div>
    <w:div w:id="370233437">
      <w:bodyDiv w:val="1"/>
      <w:marLeft w:val="0"/>
      <w:marRight w:val="0"/>
      <w:marTop w:val="0"/>
      <w:marBottom w:val="0"/>
      <w:divBdr>
        <w:top w:val="none" w:sz="0" w:space="0" w:color="auto"/>
        <w:left w:val="none" w:sz="0" w:space="0" w:color="auto"/>
        <w:bottom w:val="none" w:sz="0" w:space="0" w:color="auto"/>
        <w:right w:val="none" w:sz="0" w:space="0" w:color="auto"/>
      </w:divBdr>
    </w:div>
    <w:div w:id="543445075">
      <w:bodyDiv w:val="1"/>
      <w:marLeft w:val="0"/>
      <w:marRight w:val="0"/>
      <w:marTop w:val="0"/>
      <w:marBottom w:val="0"/>
      <w:divBdr>
        <w:top w:val="none" w:sz="0" w:space="0" w:color="auto"/>
        <w:left w:val="none" w:sz="0" w:space="0" w:color="auto"/>
        <w:bottom w:val="none" w:sz="0" w:space="0" w:color="auto"/>
        <w:right w:val="none" w:sz="0" w:space="0" w:color="auto"/>
      </w:divBdr>
    </w:div>
    <w:div w:id="854879110">
      <w:bodyDiv w:val="1"/>
      <w:marLeft w:val="0"/>
      <w:marRight w:val="0"/>
      <w:marTop w:val="0"/>
      <w:marBottom w:val="0"/>
      <w:divBdr>
        <w:top w:val="none" w:sz="0" w:space="0" w:color="auto"/>
        <w:left w:val="none" w:sz="0" w:space="0" w:color="auto"/>
        <w:bottom w:val="none" w:sz="0" w:space="0" w:color="auto"/>
        <w:right w:val="none" w:sz="0" w:space="0" w:color="auto"/>
      </w:divBdr>
    </w:div>
    <w:div w:id="868495305">
      <w:bodyDiv w:val="1"/>
      <w:marLeft w:val="0"/>
      <w:marRight w:val="0"/>
      <w:marTop w:val="0"/>
      <w:marBottom w:val="0"/>
      <w:divBdr>
        <w:top w:val="none" w:sz="0" w:space="0" w:color="auto"/>
        <w:left w:val="none" w:sz="0" w:space="0" w:color="auto"/>
        <w:bottom w:val="none" w:sz="0" w:space="0" w:color="auto"/>
        <w:right w:val="none" w:sz="0" w:space="0" w:color="auto"/>
      </w:divBdr>
    </w:div>
    <w:div w:id="898399182">
      <w:bodyDiv w:val="1"/>
      <w:marLeft w:val="0"/>
      <w:marRight w:val="0"/>
      <w:marTop w:val="0"/>
      <w:marBottom w:val="0"/>
      <w:divBdr>
        <w:top w:val="none" w:sz="0" w:space="0" w:color="auto"/>
        <w:left w:val="none" w:sz="0" w:space="0" w:color="auto"/>
        <w:bottom w:val="none" w:sz="0" w:space="0" w:color="auto"/>
        <w:right w:val="none" w:sz="0" w:space="0" w:color="auto"/>
      </w:divBdr>
    </w:div>
    <w:div w:id="1168210714">
      <w:bodyDiv w:val="1"/>
      <w:marLeft w:val="0"/>
      <w:marRight w:val="0"/>
      <w:marTop w:val="0"/>
      <w:marBottom w:val="0"/>
      <w:divBdr>
        <w:top w:val="none" w:sz="0" w:space="0" w:color="auto"/>
        <w:left w:val="none" w:sz="0" w:space="0" w:color="auto"/>
        <w:bottom w:val="none" w:sz="0" w:space="0" w:color="auto"/>
        <w:right w:val="none" w:sz="0" w:space="0" w:color="auto"/>
      </w:divBdr>
    </w:div>
    <w:div w:id="1196120018">
      <w:bodyDiv w:val="1"/>
      <w:marLeft w:val="0"/>
      <w:marRight w:val="0"/>
      <w:marTop w:val="0"/>
      <w:marBottom w:val="0"/>
      <w:divBdr>
        <w:top w:val="none" w:sz="0" w:space="0" w:color="auto"/>
        <w:left w:val="none" w:sz="0" w:space="0" w:color="auto"/>
        <w:bottom w:val="none" w:sz="0" w:space="0" w:color="auto"/>
        <w:right w:val="none" w:sz="0" w:space="0" w:color="auto"/>
      </w:divBdr>
    </w:div>
    <w:div w:id="1392725656">
      <w:bodyDiv w:val="1"/>
      <w:marLeft w:val="0"/>
      <w:marRight w:val="0"/>
      <w:marTop w:val="0"/>
      <w:marBottom w:val="0"/>
      <w:divBdr>
        <w:top w:val="none" w:sz="0" w:space="0" w:color="auto"/>
        <w:left w:val="none" w:sz="0" w:space="0" w:color="auto"/>
        <w:bottom w:val="none" w:sz="0" w:space="0" w:color="auto"/>
        <w:right w:val="none" w:sz="0" w:space="0" w:color="auto"/>
      </w:divBdr>
    </w:div>
    <w:div w:id="1407418363">
      <w:bodyDiv w:val="1"/>
      <w:marLeft w:val="0"/>
      <w:marRight w:val="0"/>
      <w:marTop w:val="0"/>
      <w:marBottom w:val="0"/>
      <w:divBdr>
        <w:top w:val="none" w:sz="0" w:space="0" w:color="auto"/>
        <w:left w:val="none" w:sz="0" w:space="0" w:color="auto"/>
        <w:bottom w:val="none" w:sz="0" w:space="0" w:color="auto"/>
        <w:right w:val="none" w:sz="0" w:space="0" w:color="auto"/>
      </w:divBdr>
    </w:div>
    <w:div w:id="1507819160">
      <w:bodyDiv w:val="1"/>
      <w:marLeft w:val="30"/>
      <w:marRight w:val="30"/>
      <w:marTop w:val="0"/>
      <w:marBottom w:val="0"/>
      <w:divBdr>
        <w:top w:val="none" w:sz="0" w:space="0" w:color="auto"/>
        <w:left w:val="none" w:sz="0" w:space="0" w:color="auto"/>
        <w:bottom w:val="none" w:sz="0" w:space="0" w:color="auto"/>
        <w:right w:val="none" w:sz="0" w:space="0" w:color="auto"/>
      </w:divBdr>
      <w:divsChild>
        <w:div w:id="413740531">
          <w:marLeft w:val="0"/>
          <w:marRight w:val="0"/>
          <w:marTop w:val="0"/>
          <w:marBottom w:val="0"/>
          <w:divBdr>
            <w:top w:val="none" w:sz="0" w:space="0" w:color="auto"/>
            <w:left w:val="none" w:sz="0" w:space="0" w:color="auto"/>
            <w:bottom w:val="none" w:sz="0" w:space="0" w:color="auto"/>
            <w:right w:val="none" w:sz="0" w:space="0" w:color="auto"/>
          </w:divBdr>
          <w:divsChild>
            <w:div w:id="1543983747">
              <w:marLeft w:val="0"/>
              <w:marRight w:val="0"/>
              <w:marTop w:val="0"/>
              <w:marBottom w:val="0"/>
              <w:divBdr>
                <w:top w:val="none" w:sz="0" w:space="0" w:color="auto"/>
                <w:left w:val="none" w:sz="0" w:space="0" w:color="auto"/>
                <w:bottom w:val="none" w:sz="0" w:space="0" w:color="auto"/>
                <w:right w:val="none" w:sz="0" w:space="0" w:color="auto"/>
              </w:divBdr>
              <w:divsChild>
                <w:div w:id="97232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668037">
      <w:bodyDiv w:val="1"/>
      <w:marLeft w:val="0"/>
      <w:marRight w:val="0"/>
      <w:marTop w:val="0"/>
      <w:marBottom w:val="0"/>
      <w:divBdr>
        <w:top w:val="none" w:sz="0" w:space="0" w:color="auto"/>
        <w:left w:val="none" w:sz="0" w:space="0" w:color="auto"/>
        <w:bottom w:val="none" w:sz="0" w:space="0" w:color="auto"/>
        <w:right w:val="none" w:sz="0" w:space="0" w:color="auto"/>
      </w:divBdr>
      <w:divsChild>
        <w:div w:id="1008945405">
          <w:marLeft w:val="547"/>
          <w:marRight w:val="0"/>
          <w:marTop w:val="125"/>
          <w:marBottom w:val="0"/>
          <w:divBdr>
            <w:top w:val="none" w:sz="0" w:space="0" w:color="auto"/>
            <w:left w:val="none" w:sz="0" w:space="0" w:color="auto"/>
            <w:bottom w:val="none" w:sz="0" w:space="0" w:color="auto"/>
            <w:right w:val="none" w:sz="0" w:space="0" w:color="auto"/>
          </w:divBdr>
        </w:div>
        <w:div w:id="867985511">
          <w:marLeft w:val="547"/>
          <w:marRight w:val="0"/>
          <w:marTop w:val="125"/>
          <w:marBottom w:val="0"/>
          <w:divBdr>
            <w:top w:val="none" w:sz="0" w:space="0" w:color="auto"/>
            <w:left w:val="none" w:sz="0" w:space="0" w:color="auto"/>
            <w:bottom w:val="none" w:sz="0" w:space="0" w:color="auto"/>
            <w:right w:val="none" w:sz="0" w:space="0" w:color="auto"/>
          </w:divBdr>
        </w:div>
      </w:divsChild>
    </w:div>
    <w:div w:id="1950745375">
      <w:bodyDiv w:val="1"/>
      <w:marLeft w:val="0"/>
      <w:marRight w:val="0"/>
      <w:marTop w:val="0"/>
      <w:marBottom w:val="0"/>
      <w:divBdr>
        <w:top w:val="none" w:sz="0" w:space="0" w:color="auto"/>
        <w:left w:val="none" w:sz="0" w:space="0" w:color="auto"/>
        <w:bottom w:val="none" w:sz="0" w:space="0" w:color="auto"/>
        <w:right w:val="none" w:sz="0" w:space="0" w:color="auto"/>
      </w:divBdr>
    </w:div>
    <w:div w:id="2031254586">
      <w:bodyDiv w:val="1"/>
      <w:marLeft w:val="0"/>
      <w:marRight w:val="0"/>
      <w:marTop w:val="0"/>
      <w:marBottom w:val="0"/>
      <w:divBdr>
        <w:top w:val="none" w:sz="0" w:space="0" w:color="auto"/>
        <w:left w:val="none" w:sz="0" w:space="0" w:color="auto"/>
        <w:bottom w:val="none" w:sz="0" w:space="0" w:color="auto"/>
        <w:right w:val="none" w:sz="0" w:space="0" w:color="auto"/>
      </w:divBdr>
    </w:div>
    <w:div w:id="2033526687">
      <w:bodyDiv w:val="1"/>
      <w:marLeft w:val="0"/>
      <w:marRight w:val="0"/>
      <w:marTop w:val="0"/>
      <w:marBottom w:val="0"/>
      <w:divBdr>
        <w:top w:val="none" w:sz="0" w:space="0" w:color="auto"/>
        <w:left w:val="none" w:sz="0" w:space="0" w:color="auto"/>
        <w:bottom w:val="none" w:sz="0" w:space="0" w:color="auto"/>
        <w:right w:val="none" w:sz="0" w:space="0" w:color="auto"/>
      </w:divBdr>
    </w:div>
    <w:div w:id="207909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yperlink" Target="mailto:support@issgroup.com.au" TargetMode="External"/><Relationship Id="rId39" Type="http://schemas.openxmlformats.org/officeDocument/2006/relationships/image" Target="media/image18.png"/><Relationship Id="rId21" Type="http://schemas.openxmlformats.org/officeDocument/2006/relationships/header" Target="header4.xml"/><Relationship Id="rId34" Type="http://schemas.openxmlformats.org/officeDocument/2006/relationships/image" Target="media/image13.png"/><Relationship Id="rId42" Type="http://schemas.openxmlformats.org/officeDocument/2006/relationships/image" Target="media/image21.png"/><Relationship Id="rId47" Type="http://schemas.openxmlformats.org/officeDocument/2006/relationships/image" Target="media/image26.png"/><Relationship Id="rId50" Type="http://schemas.openxmlformats.org/officeDocument/2006/relationships/image" Target="media/image29.png"/><Relationship Id="rId55" Type="http://schemas.openxmlformats.org/officeDocument/2006/relationships/image" Target="media/image32.png"/><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eader" Target="header6.xml"/><Relationship Id="rId11" Type="http://schemas.openxmlformats.org/officeDocument/2006/relationships/webSettings" Target="webSettings.xml"/><Relationship Id="rId24" Type="http://schemas.openxmlformats.org/officeDocument/2006/relationships/hyperlink" Target="http://p2energysolutions.com/support" TargetMode="External"/><Relationship Id="rId32" Type="http://schemas.openxmlformats.org/officeDocument/2006/relationships/image" Target="media/image11.png"/><Relationship Id="rId37" Type="http://schemas.openxmlformats.org/officeDocument/2006/relationships/image" Target="media/image16.png"/><Relationship Id="rId40" Type="http://schemas.openxmlformats.org/officeDocument/2006/relationships/image" Target="media/image19.png"/><Relationship Id="rId45" Type="http://schemas.openxmlformats.org/officeDocument/2006/relationships/image" Target="media/image24.png"/><Relationship Id="rId53" Type="http://schemas.openxmlformats.org/officeDocument/2006/relationships/image" Target="media/image31.png"/><Relationship Id="rId58" Type="http://schemas.openxmlformats.org/officeDocument/2006/relationships/glossaryDocument" Target="glossary/document.xml"/><Relationship Id="rId5" Type="http://schemas.openxmlformats.org/officeDocument/2006/relationships/customXml" Target="../customXml/item5.xml"/><Relationship Id="rId19" Type="http://schemas.openxmlformats.org/officeDocument/2006/relationships/footer" Target="footer3.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iss.support@p2energysolutions.com" TargetMode="External"/><Relationship Id="rId30" Type="http://schemas.openxmlformats.org/officeDocument/2006/relationships/image" Target="media/image10.png"/><Relationship Id="rId35" Type="http://schemas.openxmlformats.org/officeDocument/2006/relationships/image" Target="media/image14.png"/><Relationship Id="rId43" Type="http://schemas.openxmlformats.org/officeDocument/2006/relationships/image" Target="media/image22.png"/><Relationship Id="rId48" Type="http://schemas.openxmlformats.org/officeDocument/2006/relationships/image" Target="media/image27.png"/><Relationship Id="rId56" Type="http://schemas.openxmlformats.org/officeDocument/2006/relationships/image" Target="media/image33.png"/><Relationship Id="rId8" Type="http://schemas.openxmlformats.org/officeDocument/2006/relationships/styles" Target="styles.xml"/><Relationship Id="rId51" Type="http://schemas.openxmlformats.org/officeDocument/2006/relationships/image" Target="media/image30.png"/><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yperlink" Target="http://www.p2energysolutions.com/services/customer-communities" TargetMode="External"/><Relationship Id="rId33" Type="http://schemas.openxmlformats.org/officeDocument/2006/relationships/image" Target="media/image12.png"/><Relationship Id="rId38" Type="http://schemas.openxmlformats.org/officeDocument/2006/relationships/image" Target="media/image17.png"/><Relationship Id="rId46" Type="http://schemas.openxmlformats.org/officeDocument/2006/relationships/image" Target="media/image25.png"/><Relationship Id="rId59" Type="http://schemas.openxmlformats.org/officeDocument/2006/relationships/theme" Target="theme/theme1.xml"/><Relationship Id="rId20" Type="http://schemas.openxmlformats.org/officeDocument/2006/relationships/image" Target="media/image2.wmf"/><Relationship Id="rId41" Type="http://schemas.openxmlformats.org/officeDocument/2006/relationships/image" Target="media/image20.png"/><Relationship Id="rId54"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5.xml"/><Relationship Id="rId36" Type="http://schemas.openxmlformats.org/officeDocument/2006/relationships/image" Target="media/image15.png"/><Relationship Id="rId49" Type="http://schemas.openxmlformats.org/officeDocument/2006/relationships/image" Target="media/image28.png"/><Relationship Id="rId57" Type="http://schemas.openxmlformats.org/officeDocument/2006/relationships/fontTable" Target="fontTable.xml"/><Relationship Id="rId10" Type="http://schemas.openxmlformats.org/officeDocument/2006/relationships/settings" Target="settings.xml"/><Relationship Id="rId31" Type="http://schemas.openxmlformats.org/officeDocument/2006/relationships/hyperlink" Target="mailto:iss.support@p2energysolutions.com" TargetMode="External"/><Relationship Id="rId44" Type="http://schemas.openxmlformats.org/officeDocument/2006/relationships/image" Target="media/image23.png"/><Relationship Id="rId52" Type="http://schemas.openxmlformats.org/officeDocument/2006/relationships/header" Target="header7.xml"/></Relationships>
</file>

<file path=word/_rels/foot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footer3.xml.rels><?xml version="1.0" encoding="UTF-8" standalone="yes"?>
<Relationships xmlns="http://schemas.openxmlformats.org/package/2006/relationships"><Relationship Id="rId1" Type="http://schemas.openxmlformats.org/officeDocument/2006/relationships/image" Target="media/image8.wmf"/></Relationships>
</file>

<file path=word/_rels/footer4.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footer5.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footnotes.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6" Type="http://schemas.openxmlformats.org/officeDocument/2006/relationships/image" Target="media/image6.wmf"/><Relationship Id="rId5" Type="http://schemas.openxmlformats.org/officeDocument/2006/relationships/image" Target="media/image5.wmf"/><Relationship Id="rId4" Type="http://schemas.openxmlformats.org/officeDocument/2006/relationships/image" Target="media/image4.wmf"/></Relationships>
</file>

<file path=word/_rels/header3.xml.rels><?xml version="1.0" encoding="UTF-8" standalone="yes"?>
<Relationships xmlns="http://schemas.openxmlformats.org/package/2006/relationships"><Relationship Id="rId1" Type="http://schemas.openxmlformats.org/officeDocument/2006/relationships/image" Target="media/image9.wmf"/></Relationships>
</file>

<file path=word/_rels/settings.xml.rels><?xml version="1.0" encoding="UTF-8" standalone="yes"?>
<Relationships xmlns="http://schemas.openxmlformats.org/package/2006/relationships"><Relationship Id="rId1" Type="http://schemas.openxmlformats.org/officeDocument/2006/relationships/attachedTemplate" Target="file:///C:\P2%20Templates\P2%20Us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86007AD18094473903D442FC4651675"/>
        <w:category>
          <w:name w:val="General"/>
          <w:gallery w:val="placeholder"/>
        </w:category>
        <w:types>
          <w:type w:val="bbPlcHdr"/>
        </w:types>
        <w:behaviors>
          <w:behavior w:val="content"/>
        </w:behaviors>
        <w:guid w:val="{7B34E211-CE3E-4124-9128-67EE54F4A030}"/>
      </w:docPartPr>
      <w:docPartBody>
        <w:p w:rsidR="00DD7084" w:rsidRDefault="00FC3DDF">
          <w:r w:rsidRPr="006926B3">
            <w:rPr>
              <w:rStyle w:val="PlaceholderText"/>
            </w:rPr>
            <w:t>[Product]</w:t>
          </w:r>
        </w:p>
      </w:docPartBody>
    </w:docPart>
    <w:docPart>
      <w:docPartPr>
        <w:name w:val="011D6F1ECDDD4AA1BD29D6F1DC0A892E"/>
        <w:category>
          <w:name w:val="General"/>
          <w:gallery w:val="placeholder"/>
        </w:category>
        <w:types>
          <w:type w:val="bbPlcHdr"/>
        </w:types>
        <w:behaviors>
          <w:behavior w:val="content"/>
        </w:behaviors>
        <w:guid w:val="{19CAA338-9CC4-4401-B93A-1708C0813A7C}"/>
      </w:docPartPr>
      <w:docPartBody>
        <w:p w:rsidR="00DD7084" w:rsidRDefault="00FC3DDF">
          <w:r w:rsidRPr="006926B3">
            <w:rPr>
              <w:rStyle w:val="PlaceholderText"/>
            </w:rPr>
            <w:t>[Edition]</w:t>
          </w:r>
        </w:p>
      </w:docPartBody>
    </w:docPart>
    <w:docPart>
      <w:docPartPr>
        <w:name w:val="D26D5CC1B30B42C0A282A8210499E618"/>
        <w:category>
          <w:name w:val="General"/>
          <w:gallery w:val="placeholder"/>
        </w:category>
        <w:types>
          <w:type w:val="bbPlcHdr"/>
        </w:types>
        <w:behaviors>
          <w:behavior w:val="content"/>
        </w:behaviors>
        <w:guid w:val="{496CD3C6-EC22-4D77-B09B-9B75E4304B14}"/>
      </w:docPartPr>
      <w:docPartBody>
        <w:p w:rsidR="00DD7084" w:rsidRDefault="00FC3DDF">
          <w:r w:rsidRPr="006926B3">
            <w:rPr>
              <w:rStyle w:val="PlaceholderText"/>
            </w:rPr>
            <w:t>[Issue Month]</w:t>
          </w:r>
        </w:p>
      </w:docPartBody>
    </w:docPart>
    <w:docPart>
      <w:docPartPr>
        <w:name w:val="3D06EEE1C18145169DB1E4752A9E64B6"/>
        <w:category>
          <w:name w:val="General"/>
          <w:gallery w:val="placeholder"/>
        </w:category>
        <w:types>
          <w:type w:val="bbPlcHdr"/>
        </w:types>
        <w:behaviors>
          <w:behavior w:val="content"/>
        </w:behaviors>
        <w:guid w:val="{02B9B905-DDDD-4FB5-A7C7-6D28EAE6F143}"/>
      </w:docPartPr>
      <w:docPartBody>
        <w:p w:rsidR="00DD7084" w:rsidRDefault="00FC3DDF">
          <w:r w:rsidRPr="006926B3">
            <w:rPr>
              <w:rStyle w:val="PlaceholderText"/>
            </w:rPr>
            <w:t>[Copyright Year]</w:t>
          </w:r>
        </w:p>
      </w:docPartBody>
    </w:docPart>
    <w:docPart>
      <w:docPartPr>
        <w:name w:val="15D4C86E27354565BF6CA66EE69310A9"/>
        <w:category>
          <w:name w:val="General"/>
          <w:gallery w:val="placeholder"/>
        </w:category>
        <w:types>
          <w:type w:val="bbPlcHdr"/>
        </w:types>
        <w:behaviors>
          <w:behavior w:val="content"/>
        </w:behaviors>
        <w:guid w:val="{17C85D5A-06D8-4FF9-8438-F283F9E16628}"/>
      </w:docPartPr>
      <w:docPartBody>
        <w:p w:rsidR="00DD7084" w:rsidRDefault="00FC3DDF">
          <w:r w:rsidRPr="006926B3">
            <w:rPr>
              <w:rStyle w:val="PlaceholderText"/>
            </w:rPr>
            <w:t>[Software Version]</w:t>
          </w:r>
        </w:p>
      </w:docPartBody>
    </w:docPart>
    <w:docPart>
      <w:docPartPr>
        <w:name w:val="BF2E46332F8447DFADBEEAACF68F1EC4"/>
        <w:category>
          <w:name w:val="General"/>
          <w:gallery w:val="placeholder"/>
        </w:category>
        <w:types>
          <w:type w:val="bbPlcHdr"/>
        </w:types>
        <w:behaviors>
          <w:behavior w:val="content"/>
        </w:behaviors>
        <w:guid w:val="{E0592765-82A0-4C33-96FF-6FF68A4C37F2}"/>
      </w:docPartPr>
      <w:docPartBody>
        <w:p w:rsidR="00DD7084" w:rsidRDefault="00FC3DDF">
          <w:r w:rsidRPr="006926B3">
            <w:rPr>
              <w:rStyle w:val="PlaceholderText"/>
            </w:rPr>
            <w:t>[Product]</w:t>
          </w:r>
        </w:p>
      </w:docPartBody>
    </w:docPart>
    <w:docPart>
      <w:docPartPr>
        <w:name w:val="92AC7A5118C0439BA1F7C92A5D0477DA"/>
        <w:category>
          <w:name w:val="General"/>
          <w:gallery w:val="placeholder"/>
        </w:category>
        <w:types>
          <w:type w:val="bbPlcHdr"/>
        </w:types>
        <w:behaviors>
          <w:behavior w:val="content"/>
        </w:behaviors>
        <w:guid w:val="{59783B7B-15DD-43DA-8474-5D2DAD29099E}"/>
      </w:docPartPr>
      <w:docPartBody>
        <w:p w:rsidR="00DD7084" w:rsidRDefault="00FC3DDF">
          <w:r w:rsidRPr="006926B3">
            <w:rPr>
              <w:rStyle w:val="PlaceholderText"/>
            </w:rPr>
            <w:t>[Company]</w:t>
          </w:r>
        </w:p>
      </w:docPartBody>
    </w:docPart>
    <w:docPart>
      <w:docPartPr>
        <w:name w:val="8D3A23D66ADA4F69B1E5CD9AD0A966DD"/>
        <w:category>
          <w:name w:val="General"/>
          <w:gallery w:val="placeholder"/>
        </w:category>
        <w:types>
          <w:type w:val="bbPlcHdr"/>
        </w:types>
        <w:behaviors>
          <w:behavior w:val="content"/>
        </w:behaviors>
        <w:guid w:val="{4540AC41-36BB-4C15-B5EC-91D79C964F37}"/>
      </w:docPartPr>
      <w:docPartBody>
        <w:p w:rsidR="00DD7084" w:rsidRDefault="00FC3DDF">
          <w:r w:rsidRPr="006926B3">
            <w:rPr>
              <w:rStyle w:val="PlaceholderText"/>
            </w:rPr>
            <w:t>[Copyright Year]</w:t>
          </w:r>
        </w:p>
      </w:docPartBody>
    </w:docPart>
    <w:docPart>
      <w:docPartPr>
        <w:name w:val="2C890DD5E1E24B19BBA17AF1A7AB485E"/>
        <w:category>
          <w:name w:val="General"/>
          <w:gallery w:val="placeholder"/>
        </w:category>
        <w:types>
          <w:type w:val="bbPlcHdr"/>
        </w:types>
        <w:behaviors>
          <w:behavior w:val="content"/>
        </w:behaviors>
        <w:guid w:val="{F55E71BE-BF66-459A-AAA5-39C0AEBB51AC}"/>
      </w:docPartPr>
      <w:docPartBody>
        <w:p w:rsidR="006141F1" w:rsidRDefault="00DD7084">
          <w:r w:rsidRPr="003C6171">
            <w:rPr>
              <w:rStyle w:val="PlaceholderText"/>
            </w:rPr>
            <w:t>[Product]</w:t>
          </w:r>
        </w:p>
      </w:docPartBody>
    </w:docPart>
    <w:docPart>
      <w:docPartPr>
        <w:name w:val="52DB70C79FA94D049B04BC2940F07991"/>
        <w:category>
          <w:name w:val="General"/>
          <w:gallery w:val="placeholder"/>
        </w:category>
        <w:types>
          <w:type w:val="bbPlcHdr"/>
        </w:types>
        <w:behaviors>
          <w:behavior w:val="content"/>
        </w:behaviors>
        <w:guid w:val="{46D9EC64-BB9F-46DF-9E71-DB316D4E4CBC}"/>
      </w:docPartPr>
      <w:docPartBody>
        <w:p w:rsidR="006C0B69" w:rsidRDefault="00033C7A">
          <w:r w:rsidRPr="0097101C">
            <w:rPr>
              <w:rStyle w:val="PlaceholderText"/>
            </w:rPr>
            <w:t>[Software Doc Type]</w:t>
          </w:r>
        </w:p>
      </w:docPartBody>
    </w:docPart>
    <w:docPart>
      <w:docPartPr>
        <w:name w:val="69E2D143BF7343ED8474CBCA3FC3D788"/>
        <w:category>
          <w:name w:val="General"/>
          <w:gallery w:val="placeholder"/>
        </w:category>
        <w:types>
          <w:type w:val="bbPlcHdr"/>
        </w:types>
        <w:behaviors>
          <w:behavior w:val="content"/>
        </w:behaviors>
        <w:guid w:val="{4FE9F1DE-77D6-4F34-B7EA-277098F7ED99}"/>
      </w:docPartPr>
      <w:docPartBody>
        <w:p w:rsidR="006C0B69" w:rsidRDefault="00033C7A">
          <w:r w:rsidRPr="0097101C">
            <w:rPr>
              <w:rStyle w:val="PlaceholderText"/>
            </w:rPr>
            <w:t>[Software Doc Type]</w:t>
          </w:r>
        </w:p>
      </w:docPartBody>
    </w:docPart>
    <w:docPart>
      <w:docPartPr>
        <w:name w:val="25320E09A9D84414A98408CE40FE0958"/>
        <w:category>
          <w:name w:val="General"/>
          <w:gallery w:val="placeholder"/>
        </w:category>
        <w:types>
          <w:type w:val="bbPlcHdr"/>
        </w:types>
        <w:behaviors>
          <w:behavior w:val="content"/>
        </w:behaviors>
        <w:guid w:val="{43F4DB01-484D-4682-8DAF-C105676685D8}"/>
      </w:docPartPr>
      <w:docPartBody>
        <w:p w:rsidR="000C3323" w:rsidRDefault="006C0B69" w:rsidP="006C0B69">
          <w:pPr>
            <w:pStyle w:val="25320E09A9D84414A98408CE40FE0958"/>
          </w:pPr>
          <w:r w:rsidRPr="003C6171">
            <w:rPr>
              <w:rStyle w:val="PlaceholderText"/>
            </w:rPr>
            <w:t>[Product]</w:t>
          </w:r>
        </w:p>
      </w:docPartBody>
    </w:docPart>
    <w:docPart>
      <w:docPartPr>
        <w:name w:val="D35A6B6138A84A2F9F8BAED802A294A7"/>
        <w:category>
          <w:name w:val="General"/>
          <w:gallery w:val="placeholder"/>
        </w:category>
        <w:types>
          <w:type w:val="bbPlcHdr"/>
        </w:types>
        <w:behaviors>
          <w:behavior w:val="content"/>
        </w:behaviors>
        <w:guid w:val="{38BC5E4B-C068-4E76-BD57-4ADD9BCE96AD}"/>
      </w:docPartPr>
      <w:docPartBody>
        <w:p w:rsidR="000C3323" w:rsidRDefault="006C0B69" w:rsidP="006C0B69">
          <w:pPr>
            <w:pStyle w:val="D35A6B6138A84A2F9F8BAED802A294A7"/>
          </w:pPr>
          <w:r w:rsidRPr="0097101C">
            <w:rPr>
              <w:rStyle w:val="PlaceholderText"/>
            </w:rPr>
            <w:t>[Software Doc Type]</w:t>
          </w:r>
        </w:p>
      </w:docPartBody>
    </w:docPart>
    <w:docPart>
      <w:docPartPr>
        <w:name w:val="6D927A5B701B413DB7BC41CDC7715CEF"/>
        <w:category>
          <w:name w:val="General"/>
          <w:gallery w:val="placeholder"/>
        </w:category>
        <w:types>
          <w:type w:val="bbPlcHdr"/>
        </w:types>
        <w:behaviors>
          <w:behavior w:val="content"/>
        </w:behaviors>
        <w:guid w:val="{1BDE2B06-0F7C-495A-A770-BE28B8D64872}"/>
      </w:docPartPr>
      <w:docPartBody>
        <w:p w:rsidR="000C3323" w:rsidRDefault="006C0B69" w:rsidP="006C0B69">
          <w:pPr>
            <w:pStyle w:val="6D927A5B701B413DB7BC41CDC7715CEF"/>
          </w:pPr>
          <w:r w:rsidRPr="003C6171">
            <w:rPr>
              <w:rStyle w:val="PlaceholderText"/>
            </w:rPr>
            <w:t>[Product]</w:t>
          </w:r>
        </w:p>
      </w:docPartBody>
    </w:docPart>
    <w:docPart>
      <w:docPartPr>
        <w:name w:val="00DAC671BFC846BCAE06CC19CCB7E4F0"/>
        <w:category>
          <w:name w:val="General"/>
          <w:gallery w:val="placeholder"/>
        </w:category>
        <w:types>
          <w:type w:val="bbPlcHdr"/>
        </w:types>
        <w:behaviors>
          <w:behavior w:val="content"/>
        </w:behaviors>
        <w:guid w:val="{B80056A1-2D62-4DEA-90DF-7C2BC9E1F327}"/>
      </w:docPartPr>
      <w:docPartBody>
        <w:p w:rsidR="00B21EE4" w:rsidRDefault="00B21EE4">
          <w:r w:rsidRPr="00440889">
            <w:rPr>
              <w:rStyle w:val="PlaceholderText"/>
            </w:rPr>
            <w:t>[Software Version]</w:t>
          </w:r>
        </w:p>
      </w:docPartBody>
    </w:docPart>
    <w:docPart>
      <w:docPartPr>
        <w:name w:val="0DC5BBDE49894EA99D8AE552018B0821"/>
        <w:category>
          <w:name w:val="General"/>
          <w:gallery w:val="placeholder"/>
        </w:category>
        <w:types>
          <w:type w:val="bbPlcHdr"/>
        </w:types>
        <w:behaviors>
          <w:behavior w:val="content"/>
        </w:behaviors>
        <w:guid w:val="{89E62ACE-C3F6-481A-9DD5-5383068DCD11}"/>
      </w:docPartPr>
      <w:docPartBody>
        <w:p w:rsidR="0036040C" w:rsidRDefault="00412093">
          <w:r w:rsidRPr="003633AA">
            <w:rPr>
              <w:rStyle w:val="PlaceholderText"/>
            </w:rPr>
            <w:t>[Product]</w:t>
          </w:r>
        </w:p>
      </w:docPartBody>
    </w:docPart>
    <w:docPart>
      <w:docPartPr>
        <w:name w:val="67E159C162424AB09EEEBD3C92849DF8"/>
        <w:category>
          <w:name w:val="General"/>
          <w:gallery w:val="placeholder"/>
        </w:category>
        <w:types>
          <w:type w:val="bbPlcHdr"/>
        </w:types>
        <w:behaviors>
          <w:behavior w:val="content"/>
        </w:behaviors>
        <w:guid w:val="{2A9D8C31-A52A-49B3-802D-29F64CB19A70}"/>
      </w:docPartPr>
      <w:docPartBody>
        <w:p w:rsidR="0036040C" w:rsidRDefault="00412093">
          <w:r w:rsidRPr="003633AA">
            <w:rPr>
              <w:rStyle w:val="PlaceholderText"/>
            </w:rPr>
            <w:t>[Product]</w:t>
          </w:r>
        </w:p>
      </w:docPartBody>
    </w:docPart>
    <w:docPart>
      <w:docPartPr>
        <w:name w:val="070CDFCA693E4645B9EBE2FFB212FCEF"/>
        <w:category>
          <w:name w:val="General"/>
          <w:gallery w:val="placeholder"/>
        </w:category>
        <w:types>
          <w:type w:val="bbPlcHdr"/>
        </w:types>
        <w:behaviors>
          <w:behavior w:val="content"/>
        </w:behaviors>
        <w:guid w:val="{11AD0931-50E1-41FB-BA6D-C8F93AF5432F}"/>
      </w:docPartPr>
      <w:docPartBody>
        <w:p w:rsidR="0036040C" w:rsidRDefault="00412093">
          <w:r w:rsidRPr="003633AA">
            <w:rPr>
              <w:rStyle w:val="PlaceholderText"/>
            </w:rPr>
            <w:t>[Product]</w:t>
          </w:r>
        </w:p>
      </w:docPartBody>
    </w:docPart>
    <w:docPart>
      <w:docPartPr>
        <w:name w:val="9F52F998DB154186A477615941EDC42A"/>
        <w:category>
          <w:name w:val="General"/>
          <w:gallery w:val="placeholder"/>
        </w:category>
        <w:types>
          <w:type w:val="bbPlcHdr"/>
        </w:types>
        <w:behaviors>
          <w:behavior w:val="content"/>
        </w:behaviors>
        <w:guid w:val="{718E9D3C-BB8D-4932-9999-90182FA7114A}"/>
      </w:docPartPr>
      <w:docPartBody>
        <w:p w:rsidR="0036040C" w:rsidRDefault="00412093">
          <w:r w:rsidRPr="003633AA">
            <w:rPr>
              <w:rStyle w:val="PlaceholderText"/>
            </w:rPr>
            <w:t>[Product]</w:t>
          </w:r>
        </w:p>
      </w:docPartBody>
    </w:docPart>
    <w:docPart>
      <w:docPartPr>
        <w:name w:val="805DDADE9CC345C189AC538660CCFD0E"/>
        <w:category>
          <w:name w:val="General"/>
          <w:gallery w:val="placeholder"/>
        </w:category>
        <w:types>
          <w:type w:val="bbPlcHdr"/>
        </w:types>
        <w:behaviors>
          <w:behavior w:val="content"/>
        </w:behaviors>
        <w:guid w:val="{372B0388-EF74-4CD8-8AA0-72D41E7F6869}"/>
      </w:docPartPr>
      <w:docPartBody>
        <w:p w:rsidR="0036040C" w:rsidRDefault="00412093" w:rsidP="00412093">
          <w:pPr>
            <w:pStyle w:val="805DDADE9CC345C189AC538660CCFD0E"/>
          </w:pPr>
          <w:r w:rsidRPr="003633AA">
            <w:rPr>
              <w:rStyle w:val="PlaceholderText"/>
            </w:rPr>
            <w:t>[Product]</w:t>
          </w:r>
        </w:p>
      </w:docPartBody>
    </w:docPart>
    <w:docPart>
      <w:docPartPr>
        <w:name w:val="27F4161D8D5A4491BDCBDD6469D0C48F"/>
        <w:category>
          <w:name w:val="General"/>
          <w:gallery w:val="placeholder"/>
        </w:category>
        <w:types>
          <w:type w:val="bbPlcHdr"/>
        </w:types>
        <w:behaviors>
          <w:behavior w:val="content"/>
        </w:behaviors>
        <w:guid w:val="{2AD0A8A4-7D24-4DCD-ACA7-39F5604BA115}"/>
      </w:docPartPr>
      <w:docPartBody>
        <w:p w:rsidR="0036040C" w:rsidRDefault="00412093">
          <w:r w:rsidRPr="003633AA">
            <w:rPr>
              <w:rStyle w:val="PlaceholderText"/>
            </w:rPr>
            <w:t>[Product]</w:t>
          </w:r>
        </w:p>
      </w:docPartBody>
    </w:docPart>
    <w:docPart>
      <w:docPartPr>
        <w:name w:val="28EB8F5ED4334526A25E891318DAD7E9"/>
        <w:category>
          <w:name w:val="General"/>
          <w:gallery w:val="placeholder"/>
        </w:category>
        <w:types>
          <w:type w:val="bbPlcHdr"/>
        </w:types>
        <w:behaviors>
          <w:behavior w:val="content"/>
        </w:behaviors>
        <w:guid w:val="{117041EA-FE12-42A7-9690-8C4E20C5E676}"/>
      </w:docPartPr>
      <w:docPartBody>
        <w:p w:rsidR="0036040C" w:rsidRDefault="00412093">
          <w:r w:rsidRPr="003633AA">
            <w:rPr>
              <w:rStyle w:val="PlaceholderText"/>
            </w:rPr>
            <w:t>[Product]</w:t>
          </w:r>
        </w:p>
      </w:docPartBody>
    </w:docPart>
    <w:docPart>
      <w:docPartPr>
        <w:name w:val="03694BCBD2D34F84BE027BD5EA79B779"/>
        <w:category>
          <w:name w:val="General"/>
          <w:gallery w:val="placeholder"/>
        </w:category>
        <w:types>
          <w:type w:val="bbPlcHdr"/>
        </w:types>
        <w:behaviors>
          <w:behavior w:val="content"/>
        </w:behaviors>
        <w:guid w:val="{BDD45D41-4D74-4247-9ED0-B94C61F12C80}"/>
      </w:docPartPr>
      <w:docPartBody>
        <w:p w:rsidR="0036040C" w:rsidRDefault="00412093">
          <w:r w:rsidRPr="003633AA">
            <w:rPr>
              <w:rStyle w:val="PlaceholderText"/>
            </w:rPr>
            <w:t>[Product]</w:t>
          </w:r>
        </w:p>
      </w:docPartBody>
    </w:docPart>
    <w:docPart>
      <w:docPartPr>
        <w:name w:val="288C62E6A4D9408B9E60EC372A613E0A"/>
        <w:category>
          <w:name w:val="General"/>
          <w:gallery w:val="placeholder"/>
        </w:category>
        <w:types>
          <w:type w:val="bbPlcHdr"/>
        </w:types>
        <w:behaviors>
          <w:behavior w:val="content"/>
        </w:behaviors>
        <w:guid w:val="{47086DC6-673C-4C8F-8C83-1EA5E7DFD630}"/>
      </w:docPartPr>
      <w:docPartBody>
        <w:p w:rsidR="0036040C" w:rsidRDefault="00412093">
          <w:r w:rsidRPr="003633AA">
            <w:rPr>
              <w:rStyle w:val="PlaceholderText"/>
            </w:rPr>
            <w:t>[Product]</w:t>
          </w:r>
        </w:p>
      </w:docPartBody>
    </w:docPart>
    <w:docPart>
      <w:docPartPr>
        <w:name w:val="611E99FB524D45DAA804301616E391F1"/>
        <w:category>
          <w:name w:val="General"/>
          <w:gallery w:val="placeholder"/>
        </w:category>
        <w:types>
          <w:type w:val="bbPlcHdr"/>
        </w:types>
        <w:behaviors>
          <w:behavior w:val="content"/>
        </w:behaviors>
        <w:guid w:val="{E7C4FF1D-7A9A-4BA4-9243-7277BE65A5FF}"/>
      </w:docPartPr>
      <w:docPartBody>
        <w:p w:rsidR="0036040C" w:rsidRDefault="00412093" w:rsidP="00412093">
          <w:pPr>
            <w:pStyle w:val="611E99FB524D45DAA804301616E391F1"/>
          </w:pPr>
          <w:r w:rsidRPr="003633AA">
            <w:rPr>
              <w:rStyle w:val="PlaceholderText"/>
            </w:rPr>
            <w:t>[Product]</w:t>
          </w:r>
        </w:p>
      </w:docPartBody>
    </w:docPart>
    <w:docPart>
      <w:docPartPr>
        <w:name w:val="93C4F13069BB4E21BA146EBAC863449D"/>
        <w:category>
          <w:name w:val="General"/>
          <w:gallery w:val="placeholder"/>
        </w:category>
        <w:types>
          <w:type w:val="bbPlcHdr"/>
        </w:types>
        <w:behaviors>
          <w:behavior w:val="content"/>
        </w:behaviors>
        <w:guid w:val="{A18BA596-6800-471C-B607-667FFAC5FFC5}"/>
      </w:docPartPr>
      <w:docPartBody>
        <w:p w:rsidR="0036040C" w:rsidRDefault="00412093" w:rsidP="00412093">
          <w:pPr>
            <w:pStyle w:val="93C4F13069BB4E21BA146EBAC863449D"/>
          </w:pPr>
          <w:r w:rsidRPr="003633AA">
            <w:rPr>
              <w:rStyle w:val="PlaceholderText"/>
            </w:rPr>
            <w:t>[Product]</w:t>
          </w:r>
        </w:p>
      </w:docPartBody>
    </w:docPart>
    <w:docPart>
      <w:docPartPr>
        <w:name w:val="82A7E2F4AEEA4C0594D5049FBF435BF5"/>
        <w:category>
          <w:name w:val="General"/>
          <w:gallery w:val="placeholder"/>
        </w:category>
        <w:types>
          <w:type w:val="bbPlcHdr"/>
        </w:types>
        <w:behaviors>
          <w:behavior w:val="content"/>
        </w:behaviors>
        <w:guid w:val="{C0F69670-15AA-46FF-A65B-43355A86278B}"/>
      </w:docPartPr>
      <w:docPartBody>
        <w:p w:rsidR="00BD6EB8" w:rsidRDefault="000E7419" w:rsidP="000E7419">
          <w:pPr>
            <w:pStyle w:val="82A7E2F4AEEA4C0594D5049FBF435BF5"/>
          </w:pPr>
          <w:r w:rsidRPr="006926B3">
            <w:rPr>
              <w:rStyle w:val="PlaceholderText"/>
            </w:rPr>
            <w:t>[Company]</w:t>
          </w:r>
        </w:p>
      </w:docPartBody>
    </w:docPart>
    <w:docPart>
      <w:docPartPr>
        <w:name w:val="C8289E465FB54AF9948C567EC0DB8A6A"/>
        <w:category>
          <w:name w:val="General"/>
          <w:gallery w:val="placeholder"/>
        </w:category>
        <w:types>
          <w:type w:val="bbPlcHdr"/>
        </w:types>
        <w:behaviors>
          <w:behavior w:val="content"/>
        </w:behaviors>
        <w:guid w:val="{9D72FA46-7FE9-4215-A5B5-208D0D9D671C}"/>
      </w:docPartPr>
      <w:docPartBody>
        <w:p w:rsidR="00BD6EB8" w:rsidRDefault="000E7419" w:rsidP="000E7419">
          <w:pPr>
            <w:pStyle w:val="C8289E465FB54AF9948C567EC0DB8A6A"/>
          </w:pPr>
          <w:r w:rsidRPr="006926B3">
            <w:rPr>
              <w:rStyle w:val="PlaceholderText"/>
            </w:rPr>
            <w:t>[Company]</w:t>
          </w:r>
        </w:p>
      </w:docPartBody>
    </w:docPart>
    <w:docPart>
      <w:docPartPr>
        <w:name w:val="5652584A0C4E4AC8BA99E2606EB6AB21"/>
        <w:category>
          <w:name w:val="General"/>
          <w:gallery w:val="placeholder"/>
        </w:category>
        <w:types>
          <w:type w:val="bbPlcHdr"/>
        </w:types>
        <w:behaviors>
          <w:behavior w:val="content"/>
        </w:behaviors>
        <w:guid w:val="{617133F8-E7C1-41B2-BCDB-15F5980ED492}"/>
      </w:docPartPr>
      <w:docPartBody>
        <w:p w:rsidR="00BD6EB8" w:rsidRDefault="000E7419" w:rsidP="000E7419">
          <w:pPr>
            <w:pStyle w:val="5652584A0C4E4AC8BA99E2606EB6AB21"/>
          </w:pPr>
          <w:r w:rsidRPr="006926B3">
            <w:rPr>
              <w:rStyle w:val="PlaceholderText"/>
            </w:rPr>
            <w:t>[Company]</w:t>
          </w:r>
        </w:p>
      </w:docPartBody>
    </w:docPart>
    <w:docPart>
      <w:docPartPr>
        <w:name w:val="3EE1FCCC0BDD4078A9AB14AB5C380B69"/>
        <w:category>
          <w:name w:val="General"/>
          <w:gallery w:val="placeholder"/>
        </w:category>
        <w:types>
          <w:type w:val="bbPlcHdr"/>
        </w:types>
        <w:behaviors>
          <w:behavior w:val="content"/>
        </w:behaviors>
        <w:guid w:val="{D9074829-B5CB-4C13-91DF-8AC8595E3538}"/>
      </w:docPartPr>
      <w:docPartBody>
        <w:p w:rsidR="00BD6EB8" w:rsidRDefault="000E7419" w:rsidP="000E7419">
          <w:pPr>
            <w:pStyle w:val="3EE1FCCC0BDD4078A9AB14AB5C380B69"/>
          </w:pPr>
          <w:r w:rsidRPr="006926B3">
            <w:rPr>
              <w:rStyle w:val="PlaceholderText"/>
            </w:rPr>
            <w:t>[Company]</w:t>
          </w:r>
        </w:p>
      </w:docPartBody>
    </w:docPart>
    <w:docPart>
      <w:docPartPr>
        <w:name w:val="621836C13AA949398C1C923C3EA68248"/>
        <w:category>
          <w:name w:val="General"/>
          <w:gallery w:val="placeholder"/>
        </w:category>
        <w:types>
          <w:type w:val="bbPlcHdr"/>
        </w:types>
        <w:behaviors>
          <w:behavior w:val="content"/>
        </w:behaviors>
        <w:guid w:val="{5E4F1121-DFA6-45F0-BCAB-B4E5A7069C62}"/>
      </w:docPartPr>
      <w:docPartBody>
        <w:p w:rsidR="00BD6EB8" w:rsidRDefault="000E7419" w:rsidP="000E7419">
          <w:pPr>
            <w:pStyle w:val="621836C13AA949398C1C923C3EA68248"/>
          </w:pPr>
          <w:r w:rsidRPr="006926B3">
            <w:rPr>
              <w:rStyle w:val="PlaceholderText"/>
            </w:rPr>
            <w:t>[Company]</w:t>
          </w:r>
        </w:p>
      </w:docPartBody>
    </w:docPart>
    <w:docPart>
      <w:docPartPr>
        <w:name w:val="01D7D8F600074E9FAD2B5D5E834D55DB"/>
        <w:category>
          <w:name w:val="General"/>
          <w:gallery w:val="placeholder"/>
        </w:category>
        <w:types>
          <w:type w:val="bbPlcHdr"/>
        </w:types>
        <w:behaviors>
          <w:behavior w:val="content"/>
        </w:behaviors>
        <w:guid w:val="{950DCCBD-AF87-4F45-B057-E9EAA56BEB9B}"/>
      </w:docPartPr>
      <w:docPartBody>
        <w:p w:rsidR="00CE3C23" w:rsidRDefault="00BD6EB8" w:rsidP="00BD6EB8">
          <w:pPr>
            <w:pStyle w:val="01D7D8F600074E9FAD2B5D5E834D55DB"/>
          </w:pPr>
          <w:r w:rsidRPr="006926B3">
            <w:rPr>
              <w:rStyle w:val="PlaceholderText"/>
            </w:rPr>
            <w:t>[Company]</w:t>
          </w:r>
        </w:p>
      </w:docPartBody>
    </w:docPart>
    <w:docPart>
      <w:docPartPr>
        <w:name w:val="8B577B4D77104E13AB7E229AA47B11EB"/>
        <w:category>
          <w:name w:val="General"/>
          <w:gallery w:val="placeholder"/>
        </w:category>
        <w:types>
          <w:type w:val="bbPlcHdr"/>
        </w:types>
        <w:behaviors>
          <w:behavior w:val="content"/>
        </w:behaviors>
        <w:guid w:val="{3F3FBF19-99DF-4797-8CDD-8A5BB333E3FC}"/>
      </w:docPartPr>
      <w:docPartBody>
        <w:p w:rsidR="00CE3C23" w:rsidRDefault="00BD6EB8" w:rsidP="00BD6EB8">
          <w:pPr>
            <w:pStyle w:val="8B577B4D77104E13AB7E229AA47B11EB"/>
          </w:pPr>
          <w:r w:rsidRPr="006926B3">
            <w:rPr>
              <w:rStyle w:val="PlaceholderText"/>
            </w:rPr>
            <w:t>[Company]</w:t>
          </w:r>
        </w:p>
      </w:docPartBody>
    </w:docPart>
    <w:docPart>
      <w:docPartPr>
        <w:name w:val="6B78A29A18FF428AA5E2C1501D15EEEF"/>
        <w:category>
          <w:name w:val="General"/>
          <w:gallery w:val="placeholder"/>
        </w:category>
        <w:types>
          <w:type w:val="bbPlcHdr"/>
        </w:types>
        <w:behaviors>
          <w:behavior w:val="content"/>
        </w:behaviors>
        <w:guid w:val="{C5C1D2A3-A318-4A8A-9C41-A828D6D76517}"/>
      </w:docPartPr>
      <w:docPartBody>
        <w:p w:rsidR="00CE3C23" w:rsidRDefault="00BD6EB8" w:rsidP="00BD6EB8">
          <w:pPr>
            <w:pStyle w:val="6B78A29A18FF428AA5E2C1501D15EEEF"/>
          </w:pPr>
          <w:r w:rsidRPr="006926B3">
            <w:rPr>
              <w:rStyle w:val="PlaceholderText"/>
            </w:rPr>
            <w:t>[Company]</w:t>
          </w:r>
        </w:p>
      </w:docPartBody>
    </w:docPart>
    <w:docPart>
      <w:docPartPr>
        <w:name w:val="6FA44B93DC4E46E3A7BFB8D81F58FCB9"/>
        <w:category>
          <w:name w:val="General"/>
          <w:gallery w:val="placeholder"/>
        </w:category>
        <w:types>
          <w:type w:val="bbPlcHdr"/>
        </w:types>
        <w:behaviors>
          <w:behavior w:val="content"/>
        </w:behaviors>
        <w:guid w:val="{CB2AD3A2-95E6-4940-BB76-BBEF031E6523}"/>
      </w:docPartPr>
      <w:docPartBody>
        <w:p w:rsidR="00CE3C23" w:rsidRDefault="00BD6EB8" w:rsidP="00BD6EB8">
          <w:pPr>
            <w:pStyle w:val="6FA44B93DC4E46E3A7BFB8D81F58FCB9"/>
          </w:pPr>
          <w:r w:rsidRPr="006926B3">
            <w:rPr>
              <w:rStyle w:val="PlaceholderText"/>
            </w:rPr>
            <w:t>[Company]</w:t>
          </w:r>
        </w:p>
      </w:docPartBody>
    </w:docPart>
    <w:docPart>
      <w:docPartPr>
        <w:name w:val="9580CFB7979047F2B58FA916ACB2AC42"/>
        <w:category>
          <w:name w:val="General"/>
          <w:gallery w:val="placeholder"/>
        </w:category>
        <w:types>
          <w:type w:val="bbPlcHdr"/>
        </w:types>
        <w:behaviors>
          <w:behavior w:val="content"/>
        </w:behaviors>
        <w:guid w:val="{A882C69A-5068-4304-BFFE-CFF459603320}"/>
      </w:docPartPr>
      <w:docPartBody>
        <w:p w:rsidR="00CE3C23" w:rsidRDefault="00BD6EB8" w:rsidP="00BD6EB8">
          <w:pPr>
            <w:pStyle w:val="9580CFB7979047F2B58FA916ACB2AC42"/>
          </w:pPr>
          <w:r w:rsidRPr="006926B3">
            <w:rPr>
              <w:rStyle w:val="PlaceholderText"/>
            </w:rPr>
            <w:t>[Company]</w:t>
          </w:r>
        </w:p>
      </w:docPartBody>
    </w:docPart>
    <w:docPart>
      <w:docPartPr>
        <w:name w:val="1D85EB9911BC42C1B387BC26000C89D0"/>
        <w:category>
          <w:name w:val="General"/>
          <w:gallery w:val="placeholder"/>
        </w:category>
        <w:types>
          <w:type w:val="bbPlcHdr"/>
        </w:types>
        <w:behaviors>
          <w:behavior w:val="content"/>
        </w:behaviors>
        <w:guid w:val="{7A829350-6001-4D4D-A5B6-042028704AA6}"/>
      </w:docPartPr>
      <w:docPartBody>
        <w:p w:rsidR="00CE3C23" w:rsidRDefault="00BD6EB8" w:rsidP="00BD6EB8">
          <w:pPr>
            <w:pStyle w:val="1D85EB9911BC42C1B387BC26000C89D0"/>
          </w:pPr>
          <w:r w:rsidRPr="006926B3">
            <w:rPr>
              <w:rStyle w:val="PlaceholderText"/>
            </w:rPr>
            <w:t>[Company]</w:t>
          </w:r>
        </w:p>
      </w:docPartBody>
    </w:docPart>
    <w:docPart>
      <w:docPartPr>
        <w:name w:val="B1CD419F44484701A7CC8FBCE6B01ACD"/>
        <w:category>
          <w:name w:val="General"/>
          <w:gallery w:val="placeholder"/>
        </w:category>
        <w:types>
          <w:type w:val="bbPlcHdr"/>
        </w:types>
        <w:behaviors>
          <w:behavior w:val="content"/>
        </w:behaviors>
        <w:guid w:val="{6D55C95F-01DA-45E7-8A29-32449491653D}"/>
      </w:docPartPr>
      <w:docPartBody>
        <w:p w:rsidR="00CE3C23" w:rsidRDefault="00BD6EB8" w:rsidP="00BD6EB8">
          <w:pPr>
            <w:pStyle w:val="B1CD419F44484701A7CC8FBCE6B01ACD"/>
          </w:pPr>
          <w:r w:rsidRPr="006926B3">
            <w:rPr>
              <w:rStyle w:val="PlaceholderText"/>
            </w:rPr>
            <w:t>[Company]</w:t>
          </w:r>
        </w:p>
      </w:docPartBody>
    </w:docPart>
    <w:docPart>
      <w:docPartPr>
        <w:name w:val="FC5DC31DE97D4A59AE8B17A1B030DCF5"/>
        <w:category>
          <w:name w:val="General"/>
          <w:gallery w:val="placeholder"/>
        </w:category>
        <w:types>
          <w:type w:val="bbPlcHdr"/>
        </w:types>
        <w:behaviors>
          <w:behavior w:val="content"/>
        </w:behaviors>
        <w:guid w:val="{178917AA-A25A-4A3D-8736-3FFCB9E02050}"/>
      </w:docPartPr>
      <w:docPartBody>
        <w:p w:rsidR="00466697" w:rsidRDefault="007B7B05">
          <w:r w:rsidRPr="00664D7A">
            <w:rPr>
              <w:rStyle w:val="PlaceholderText"/>
            </w:rPr>
            <w:t>[Product]</w:t>
          </w:r>
        </w:p>
      </w:docPartBody>
    </w:docPart>
    <w:docPart>
      <w:docPartPr>
        <w:name w:val="3C9D2CC0263845E0AF180FE04C1B611C"/>
        <w:category>
          <w:name w:val="General"/>
          <w:gallery w:val="placeholder"/>
        </w:category>
        <w:types>
          <w:type w:val="bbPlcHdr"/>
        </w:types>
        <w:behaviors>
          <w:behavior w:val="content"/>
        </w:behaviors>
        <w:guid w:val="{DBA1F44B-E787-402B-841A-EA579EFB957E}"/>
      </w:docPartPr>
      <w:docPartBody>
        <w:p w:rsidR="00466697" w:rsidRDefault="007B7B05">
          <w:r w:rsidRPr="00664D7A">
            <w:rPr>
              <w:rStyle w:val="PlaceholderText"/>
            </w:rPr>
            <w:t>[Product]</w:t>
          </w:r>
        </w:p>
      </w:docPartBody>
    </w:docPart>
    <w:docPart>
      <w:docPartPr>
        <w:name w:val="661468BDFA454AD6BF60FF6CFD58AF4F"/>
        <w:category>
          <w:name w:val="General"/>
          <w:gallery w:val="placeholder"/>
        </w:category>
        <w:types>
          <w:type w:val="bbPlcHdr"/>
        </w:types>
        <w:behaviors>
          <w:behavior w:val="content"/>
        </w:behaviors>
        <w:guid w:val="{54B4EA66-92E8-448B-A1B9-2ED7886BDB08}"/>
      </w:docPartPr>
      <w:docPartBody>
        <w:p w:rsidR="00466697" w:rsidRDefault="007B7B05" w:rsidP="007B7B05">
          <w:pPr>
            <w:pStyle w:val="661468BDFA454AD6BF60FF6CFD58AF4F"/>
          </w:pPr>
          <w:r w:rsidRPr="003C6171">
            <w:rPr>
              <w:rStyle w:val="PlaceholderText"/>
            </w:rPr>
            <w:t>[Product]</w:t>
          </w:r>
        </w:p>
      </w:docPartBody>
    </w:docPart>
    <w:docPart>
      <w:docPartPr>
        <w:name w:val="E9290941B65B408CA35623758946871F"/>
        <w:category>
          <w:name w:val="General"/>
          <w:gallery w:val="placeholder"/>
        </w:category>
        <w:types>
          <w:type w:val="bbPlcHdr"/>
        </w:types>
        <w:behaviors>
          <w:behavior w:val="content"/>
        </w:behaviors>
        <w:guid w:val="{FA753928-0ECF-4A0A-AD47-0DDAB73E8D7E}"/>
      </w:docPartPr>
      <w:docPartBody>
        <w:p w:rsidR="00466697" w:rsidRDefault="007B7B05">
          <w:r w:rsidRPr="00664D7A">
            <w:rPr>
              <w:rStyle w:val="PlaceholderText"/>
            </w:rPr>
            <w:t>[Product]</w:t>
          </w:r>
        </w:p>
      </w:docPartBody>
    </w:docPart>
    <w:docPart>
      <w:docPartPr>
        <w:name w:val="9593A1AD8E684E3EAAB091B81F32A04F"/>
        <w:category>
          <w:name w:val="General"/>
          <w:gallery w:val="placeholder"/>
        </w:category>
        <w:types>
          <w:type w:val="bbPlcHdr"/>
        </w:types>
        <w:behaviors>
          <w:behavior w:val="content"/>
        </w:behaviors>
        <w:guid w:val="{B53B6824-808F-40B1-82B3-622712031DA0}"/>
      </w:docPartPr>
      <w:docPartBody>
        <w:p w:rsidR="00466697" w:rsidRDefault="007B7B05">
          <w:r w:rsidRPr="00664D7A">
            <w:rPr>
              <w:rStyle w:val="PlaceholderText"/>
            </w:rPr>
            <w:t>[Product]</w:t>
          </w:r>
        </w:p>
      </w:docPartBody>
    </w:docPart>
    <w:docPart>
      <w:docPartPr>
        <w:name w:val="E107AD504845479D9D90E75BCFAE08C6"/>
        <w:category>
          <w:name w:val="General"/>
          <w:gallery w:val="placeholder"/>
        </w:category>
        <w:types>
          <w:type w:val="bbPlcHdr"/>
        </w:types>
        <w:behaviors>
          <w:behavior w:val="content"/>
        </w:behaviors>
        <w:guid w:val="{705E1950-AE4D-4478-B144-5E5651D14008}"/>
      </w:docPartPr>
      <w:docPartBody>
        <w:p w:rsidR="00466697" w:rsidRDefault="007B7B05">
          <w:r w:rsidRPr="00664D7A">
            <w:rPr>
              <w:rStyle w:val="PlaceholderText"/>
            </w:rPr>
            <w:t>[Product]</w:t>
          </w:r>
        </w:p>
      </w:docPartBody>
    </w:docPart>
    <w:docPart>
      <w:docPartPr>
        <w:name w:val="2BC5B998458B4C41B24F3C3B40F4A1F0"/>
        <w:category>
          <w:name w:val="General"/>
          <w:gallery w:val="placeholder"/>
        </w:category>
        <w:types>
          <w:type w:val="bbPlcHdr"/>
        </w:types>
        <w:behaviors>
          <w:behavior w:val="content"/>
        </w:behaviors>
        <w:guid w:val="{0010AA73-4DE3-4061-87DF-625081AA652F}"/>
      </w:docPartPr>
      <w:docPartBody>
        <w:p w:rsidR="00466697" w:rsidRDefault="007B7B05">
          <w:r w:rsidRPr="00664D7A">
            <w:rPr>
              <w:rStyle w:val="PlaceholderText"/>
            </w:rPr>
            <w:t>[Product]</w:t>
          </w:r>
        </w:p>
      </w:docPartBody>
    </w:docPart>
    <w:docPart>
      <w:docPartPr>
        <w:name w:val="171295F289C74782B647341D2D8E13E6"/>
        <w:category>
          <w:name w:val="General"/>
          <w:gallery w:val="placeholder"/>
        </w:category>
        <w:types>
          <w:type w:val="bbPlcHdr"/>
        </w:types>
        <w:behaviors>
          <w:behavior w:val="content"/>
        </w:behaviors>
        <w:guid w:val="{05FA0FF6-F503-4EB8-BBB9-0DA90754A0A8}"/>
      </w:docPartPr>
      <w:docPartBody>
        <w:p w:rsidR="00466697" w:rsidRDefault="007B7B05">
          <w:r w:rsidRPr="00664D7A">
            <w:rPr>
              <w:rStyle w:val="PlaceholderText"/>
            </w:rPr>
            <w:t>[Product]</w:t>
          </w:r>
        </w:p>
      </w:docPartBody>
    </w:docPart>
    <w:docPart>
      <w:docPartPr>
        <w:name w:val="DC385D8298BD45AABAA783DBEFCC4CB7"/>
        <w:category>
          <w:name w:val="General"/>
          <w:gallery w:val="placeholder"/>
        </w:category>
        <w:types>
          <w:type w:val="bbPlcHdr"/>
        </w:types>
        <w:behaviors>
          <w:behavior w:val="content"/>
        </w:behaviors>
        <w:guid w:val="{DBAF4F81-D495-4B61-9BC7-19E478D250EC}"/>
      </w:docPartPr>
      <w:docPartBody>
        <w:p w:rsidR="00466697" w:rsidRDefault="007B7B05">
          <w:r w:rsidRPr="00664D7A">
            <w:rPr>
              <w:rStyle w:val="PlaceholderText"/>
            </w:rPr>
            <w:t>[Product]</w:t>
          </w:r>
        </w:p>
      </w:docPartBody>
    </w:docPart>
    <w:docPart>
      <w:docPartPr>
        <w:name w:val="85DC541D2AE64232B50AF9984F2CB419"/>
        <w:category>
          <w:name w:val="General"/>
          <w:gallery w:val="placeholder"/>
        </w:category>
        <w:types>
          <w:type w:val="bbPlcHdr"/>
        </w:types>
        <w:behaviors>
          <w:behavior w:val="content"/>
        </w:behaviors>
        <w:guid w:val="{7855CA3F-467D-45BB-98CA-258DDBD72B59}"/>
      </w:docPartPr>
      <w:docPartBody>
        <w:p w:rsidR="00466697" w:rsidRDefault="007B7B05">
          <w:r w:rsidRPr="00664D7A">
            <w:rPr>
              <w:rStyle w:val="PlaceholderText"/>
            </w:rPr>
            <w:t>[Product]</w:t>
          </w:r>
        </w:p>
      </w:docPartBody>
    </w:docPart>
    <w:docPart>
      <w:docPartPr>
        <w:name w:val="2EEF73B52DCE4E0881E00C3F39CA9AC5"/>
        <w:category>
          <w:name w:val="General"/>
          <w:gallery w:val="placeholder"/>
        </w:category>
        <w:types>
          <w:type w:val="bbPlcHdr"/>
        </w:types>
        <w:behaviors>
          <w:behavior w:val="content"/>
        </w:behaviors>
        <w:guid w:val="{950C2EDF-CDBC-4115-884B-5500F4B6FB5F}"/>
      </w:docPartPr>
      <w:docPartBody>
        <w:p w:rsidR="00466697" w:rsidRDefault="007B7B05">
          <w:r w:rsidRPr="00664D7A">
            <w:rPr>
              <w:rStyle w:val="PlaceholderText"/>
            </w:rPr>
            <w:t>[Product]</w:t>
          </w:r>
        </w:p>
      </w:docPartBody>
    </w:docPart>
    <w:docPart>
      <w:docPartPr>
        <w:name w:val="DE5A1BE313E343F2BABBBB2286B3E123"/>
        <w:category>
          <w:name w:val="General"/>
          <w:gallery w:val="placeholder"/>
        </w:category>
        <w:types>
          <w:type w:val="bbPlcHdr"/>
        </w:types>
        <w:behaviors>
          <w:behavior w:val="content"/>
        </w:behaviors>
        <w:guid w:val="{4136CAAA-4535-4FC5-B897-DDF380C29BF5}"/>
      </w:docPartPr>
      <w:docPartBody>
        <w:p w:rsidR="00466697" w:rsidRDefault="007B7B05">
          <w:r w:rsidRPr="00664D7A">
            <w:rPr>
              <w:rStyle w:val="PlaceholderText"/>
            </w:rPr>
            <w:t>[Product]</w:t>
          </w:r>
        </w:p>
      </w:docPartBody>
    </w:docPart>
    <w:docPart>
      <w:docPartPr>
        <w:name w:val="37941A1DC6854C34834F86C152FFFB00"/>
        <w:category>
          <w:name w:val="General"/>
          <w:gallery w:val="placeholder"/>
        </w:category>
        <w:types>
          <w:type w:val="bbPlcHdr"/>
        </w:types>
        <w:behaviors>
          <w:behavior w:val="content"/>
        </w:behaviors>
        <w:guid w:val="{9A8A4048-E7BE-44A3-B5D9-E88807E4CA16}"/>
      </w:docPartPr>
      <w:docPartBody>
        <w:p w:rsidR="00466697" w:rsidRDefault="007B7B05">
          <w:r w:rsidRPr="00664D7A">
            <w:rPr>
              <w:rStyle w:val="PlaceholderText"/>
            </w:rPr>
            <w:t>[Product]</w:t>
          </w:r>
        </w:p>
      </w:docPartBody>
    </w:docPart>
    <w:docPart>
      <w:docPartPr>
        <w:name w:val="F4D6E4E4CC7B4C51AF82B9C22CDE03DE"/>
        <w:category>
          <w:name w:val="General"/>
          <w:gallery w:val="placeholder"/>
        </w:category>
        <w:types>
          <w:type w:val="bbPlcHdr"/>
        </w:types>
        <w:behaviors>
          <w:behavior w:val="content"/>
        </w:behaviors>
        <w:guid w:val="{36763AAE-167F-4DD5-9652-4BBDF000EC7F}"/>
      </w:docPartPr>
      <w:docPartBody>
        <w:p w:rsidR="00466697" w:rsidRDefault="007B7B05">
          <w:r w:rsidRPr="00664D7A">
            <w:rPr>
              <w:rStyle w:val="PlaceholderText"/>
            </w:rPr>
            <w:t>[Product]</w:t>
          </w:r>
        </w:p>
      </w:docPartBody>
    </w:docPart>
    <w:docPart>
      <w:docPartPr>
        <w:name w:val="0BE80C89629D466FA2147865D03CF53C"/>
        <w:category>
          <w:name w:val="General"/>
          <w:gallery w:val="placeholder"/>
        </w:category>
        <w:types>
          <w:type w:val="bbPlcHdr"/>
        </w:types>
        <w:behaviors>
          <w:behavior w:val="content"/>
        </w:behaviors>
        <w:guid w:val="{CE81D086-1663-421F-A669-8653236EF11B}"/>
      </w:docPartPr>
      <w:docPartBody>
        <w:p w:rsidR="00466697" w:rsidRDefault="007B7B05">
          <w:r w:rsidRPr="00664D7A">
            <w:rPr>
              <w:rStyle w:val="PlaceholderText"/>
            </w:rPr>
            <w:t>[Product]</w:t>
          </w:r>
        </w:p>
      </w:docPartBody>
    </w:docPart>
    <w:docPart>
      <w:docPartPr>
        <w:name w:val="DA72CEB8270144F1AEBEFD19F34367CB"/>
        <w:category>
          <w:name w:val="General"/>
          <w:gallery w:val="placeholder"/>
        </w:category>
        <w:types>
          <w:type w:val="bbPlcHdr"/>
        </w:types>
        <w:behaviors>
          <w:behavior w:val="content"/>
        </w:behaviors>
        <w:guid w:val="{DD77DDE7-82B4-41F2-AAFF-5FFC49332A61}"/>
      </w:docPartPr>
      <w:docPartBody>
        <w:p w:rsidR="00466697" w:rsidRDefault="007B7B05">
          <w:r w:rsidRPr="00664D7A">
            <w:rPr>
              <w:rStyle w:val="PlaceholderText"/>
            </w:rPr>
            <w:t>[Product]</w:t>
          </w:r>
        </w:p>
      </w:docPartBody>
    </w:docPart>
    <w:docPart>
      <w:docPartPr>
        <w:name w:val="7AA131C2F2AD428DA5831E4328B93E0F"/>
        <w:category>
          <w:name w:val="General"/>
          <w:gallery w:val="placeholder"/>
        </w:category>
        <w:types>
          <w:type w:val="bbPlcHdr"/>
        </w:types>
        <w:behaviors>
          <w:behavior w:val="content"/>
        </w:behaviors>
        <w:guid w:val="{8CA9C7D0-A70E-42FA-BD40-84E416468547}"/>
      </w:docPartPr>
      <w:docPartBody>
        <w:p w:rsidR="00441039" w:rsidRDefault="003275AB" w:rsidP="003275AB">
          <w:pPr>
            <w:pStyle w:val="7AA131C2F2AD428DA5831E4328B93E0F"/>
          </w:pPr>
          <w:r>
            <w:rPr>
              <w:rStyle w:val="PlaceholderText"/>
            </w:rPr>
            <w:t>[Product]</w:t>
          </w:r>
        </w:p>
      </w:docPartBody>
    </w:docPart>
    <w:docPart>
      <w:docPartPr>
        <w:name w:val="911657D575C446D5BA929FD840773436"/>
        <w:category>
          <w:name w:val="General"/>
          <w:gallery w:val="placeholder"/>
        </w:category>
        <w:types>
          <w:type w:val="bbPlcHdr"/>
        </w:types>
        <w:behaviors>
          <w:behavior w:val="content"/>
        </w:behaviors>
        <w:guid w:val="{8285EABE-BD71-40A7-B61C-305F4BCDF40D}"/>
      </w:docPartPr>
      <w:docPartBody>
        <w:p w:rsidR="00441039" w:rsidRDefault="003275AB" w:rsidP="003275AB">
          <w:pPr>
            <w:pStyle w:val="911657D575C446D5BA929FD840773436"/>
          </w:pPr>
          <w:r>
            <w:rPr>
              <w:rStyle w:val="PlaceholderText"/>
            </w:rPr>
            <w:t>[Product]</w:t>
          </w:r>
        </w:p>
      </w:docPartBody>
    </w:docPart>
    <w:docPart>
      <w:docPartPr>
        <w:name w:val="4921EB7B00A94D08A41738858A2D67F1"/>
        <w:category>
          <w:name w:val="General"/>
          <w:gallery w:val="placeholder"/>
        </w:category>
        <w:types>
          <w:type w:val="bbPlcHdr"/>
        </w:types>
        <w:behaviors>
          <w:behavior w:val="content"/>
        </w:behaviors>
        <w:guid w:val="{24BB33CC-99DC-4487-9BBF-1BD87226B10A}"/>
      </w:docPartPr>
      <w:docPartBody>
        <w:p w:rsidR="00441039" w:rsidRDefault="003275AB" w:rsidP="003275AB">
          <w:pPr>
            <w:pStyle w:val="4921EB7B00A94D08A41738858A2D67F1"/>
          </w:pPr>
          <w:r>
            <w:rPr>
              <w:rStyle w:val="PlaceholderText"/>
            </w:rPr>
            <w:t>[Product]</w:t>
          </w:r>
        </w:p>
      </w:docPartBody>
    </w:docPart>
    <w:docPart>
      <w:docPartPr>
        <w:name w:val="12C5B94197044842BCD8CB3C60CEF3AF"/>
        <w:category>
          <w:name w:val="General"/>
          <w:gallery w:val="placeholder"/>
        </w:category>
        <w:types>
          <w:type w:val="bbPlcHdr"/>
        </w:types>
        <w:behaviors>
          <w:behavior w:val="content"/>
        </w:behaviors>
        <w:guid w:val="{B0176E2B-60E3-4889-9CE7-59B2FB87ED7A}"/>
      </w:docPartPr>
      <w:docPartBody>
        <w:p w:rsidR="00441039" w:rsidRDefault="003275AB" w:rsidP="003275AB">
          <w:pPr>
            <w:pStyle w:val="12C5B94197044842BCD8CB3C60CEF3AF"/>
          </w:pPr>
          <w:r>
            <w:rPr>
              <w:rStyle w:val="PlaceholderText"/>
            </w:rPr>
            <w:t>[Product]</w:t>
          </w:r>
        </w:p>
      </w:docPartBody>
    </w:docPart>
    <w:docPart>
      <w:docPartPr>
        <w:name w:val="E2A2D3E7284C4BBD92617593AC21B380"/>
        <w:category>
          <w:name w:val="General"/>
          <w:gallery w:val="placeholder"/>
        </w:category>
        <w:types>
          <w:type w:val="bbPlcHdr"/>
        </w:types>
        <w:behaviors>
          <w:behavior w:val="content"/>
        </w:behaviors>
        <w:guid w:val="{05B09942-A223-4C27-B1F7-A79AB10CBEB7}"/>
      </w:docPartPr>
      <w:docPartBody>
        <w:p w:rsidR="00441039" w:rsidRDefault="003275AB" w:rsidP="003275AB">
          <w:pPr>
            <w:pStyle w:val="E2A2D3E7284C4BBD92617593AC21B380"/>
          </w:pPr>
          <w:r>
            <w:rPr>
              <w:rStyle w:val="PlaceholderText"/>
            </w:rPr>
            <w:t>[Product]</w:t>
          </w:r>
        </w:p>
      </w:docPartBody>
    </w:docPart>
    <w:docPart>
      <w:docPartPr>
        <w:name w:val="257D11FD5652435FA486F3CA11BC1551"/>
        <w:category>
          <w:name w:val="General"/>
          <w:gallery w:val="placeholder"/>
        </w:category>
        <w:types>
          <w:type w:val="bbPlcHdr"/>
        </w:types>
        <w:behaviors>
          <w:behavior w:val="content"/>
        </w:behaviors>
        <w:guid w:val="{B8E021EF-028F-4075-9DE1-43B761AC5531}"/>
      </w:docPartPr>
      <w:docPartBody>
        <w:p w:rsidR="00441039" w:rsidRDefault="003275AB" w:rsidP="003275AB">
          <w:pPr>
            <w:pStyle w:val="257D11FD5652435FA486F3CA11BC1551"/>
          </w:pPr>
          <w:r>
            <w:rPr>
              <w:rStyle w:val="PlaceholderText"/>
            </w:rPr>
            <w:t>[Product]</w:t>
          </w:r>
        </w:p>
      </w:docPartBody>
    </w:docPart>
    <w:docPart>
      <w:docPartPr>
        <w:name w:val="D42C3EE20CF54A06B6EAA836C09C65F2"/>
        <w:category>
          <w:name w:val="General"/>
          <w:gallery w:val="placeholder"/>
        </w:category>
        <w:types>
          <w:type w:val="bbPlcHdr"/>
        </w:types>
        <w:behaviors>
          <w:behavior w:val="content"/>
        </w:behaviors>
        <w:guid w:val="{055AAF35-F581-46B6-BBCB-5B87D2D4B599}"/>
      </w:docPartPr>
      <w:docPartBody>
        <w:p w:rsidR="00441039" w:rsidRDefault="003275AB" w:rsidP="003275AB">
          <w:pPr>
            <w:pStyle w:val="D42C3EE20CF54A06B6EAA836C09C65F2"/>
          </w:pPr>
          <w:r>
            <w:rPr>
              <w:rStyle w:val="PlaceholderText"/>
            </w:rPr>
            <w:t>[Product]</w:t>
          </w:r>
        </w:p>
      </w:docPartBody>
    </w:docPart>
    <w:docPart>
      <w:docPartPr>
        <w:name w:val="EADB9C2A14A04506BD93DB245056E757"/>
        <w:category>
          <w:name w:val="General"/>
          <w:gallery w:val="placeholder"/>
        </w:category>
        <w:types>
          <w:type w:val="bbPlcHdr"/>
        </w:types>
        <w:behaviors>
          <w:behavior w:val="content"/>
        </w:behaviors>
        <w:guid w:val="{1C6328E9-D3CD-49ED-A1D6-761936F1140A}"/>
      </w:docPartPr>
      <w:docPartBody>
        <w:p w:rsidR="00441039" w:rsidRDefault="003275AB" w:rsidP="003275AB">
          <w:pPr>
            <w:pStyle w:val="EADB9C2A14A04506BD93DB245056E757"/>
          </w:pPr>
          <w:r>
            <w:rPr>
              <w:rStyle w:val="PlaceholderText"/>
            </w:rPr>
            <w:t>[Product]</w:t>
          </w:r>
        </w:p>
      </w:docPartBody>
    </w:docPart>
    <w:docPart>
      <w:docPartPr>
        <w:name w:val="9F7CB48CA362493FB1CAC3BE37EEF56A"/>
        <w:category>
          <w:name w:val="General"/>
          <w:gallery w:val="placeholder"/>
        </w:category>
        <w:types>
          <w:type w:val="bbPlcHdr"/>
        </w:types>
        <w:behaviors>
          <w:behavior w:val="content"/>
        </w:behaviors>
        <w:guid w:val="{C3D70DD0-B0A1-4828-85C2-0175741896E7}"/>
      </w:docPartPr>
      <w:docPartBody>
        <w:p w:rsidR="00441039" w:rsidRDefault="003275AB" w:rsidP="003275AB">
          <w:pPr>
            <w:pStyle w:val="9F7CB48CA362493FB1CAC3BE37EEF56A"/>
          </w:pPr>
          <w:r>
            <w:rPr>
              <w:rStyle w:val="PlaceholderText"/>
            </w:rPr>
            <w:t>[Product]</w:t>
          </w:r>
        </w:p>
      </w:docPartBody>
    </w:docPart>
    <w:docPart>
      <w:docPartPr>
        <w:name w:val="53F7E8B27F9E4BD6BAD2DA37A863F17E"/>
        <w:category>
          <w:name w:val="General"/>
          <w:gallery w:val="placeholder"/>
        </w:category>
        <w:types>
          <w:type w:val="bbPlcHdr"/>
        </w:types>
        <w:behaviors>
          <w:behavior w:val="content"/>
        </w:behaviors>
        <w:guid w:val="{B8DF7D29-8DED-44EA-826F-FFAD114C8679}"/>
      </w:docPartPr>
      <w:docPartBody>
        <w:p w:rsidR="00441039" w:rsidRDefault="003275AB" w:rsidP="003275AB">
          <w:pPr>
            <w:pStyle w:val="53F7E8B27F9E4BD6BAD2DA37A863F17E"/>
          </w:pPr>
          <w:r>
            <w:rPr>
              <w:rStyle w:val="PlaceholderText"/>
            </w:rPr>
            <w:t>[Product]</w:t>
          </w:r>
        </w:p>
      </w:docPartBody>
    </w:docPart>
    <w:docPart>
      <w:docPartPr>
        <w:name w:val="AA7827AF52C24D26BA200FE2B07AD3E1"/>
        <w:category>
          <w:name w:val="General"/>
          <w:gallery w:val="placeholder"/>
        </w:category>
        <w:types>
          <w:type w:val="bbPlcHdr"/>
        </w:types>
        <w:behaviors>
          <w:behavior w:val="content"/>
        </w:behaviors>
        <w:guid w:val="{36D6BBC7-0407-47D3-B84F-A388DA204536}"/>
      </w:docPartPr>
      <w:docPartBody>
        <w:p w:rsidR="00441039" w:rsidRDefault="003275AB" w:rsidP="003275AB">
          <w:pPr>
            <w:pStyle w:val="AA7827AF52C24D26BA200FE2B07AD3E1"/>
          </w:pPr>
          <w:r>
            <w:rPr>
              <w:rStyle w:val="PlaceholderText"/>
            </w:rPr>
            <w:t>[Product]</w:t>
          </w:r>
        </w:p>
      </w:docPartBody>
    </w:docPart>
    <w:docPart>
      <w:docPartPr>
        <w:name w:val="B005793D4A2F4F5886969BAFD4641743"/>
        <w:category>
          <w:name w:val="General"/>
          <w:gallery w:val="placeholder"/>
        </w:category>
        <w:types>
          <w:type w:val="bbPlcHdr"/>
        </w:types>
        <w:behaviors>
          <w:behavior w:val="content"/>
        </w:behaviors>
        <w:guid w:val="{E9F6C170-FB3C-49A9-9E7F-1BCA68009D5F}"/>
      </w:docPartPr>
      <w:docPartBody>
        <w:p w:rsidR="00441039" w:rsidRDefault="003275AB" w:rsidP="003275AB">
          <w:pPr>
            <w:pStyle w:val="B005793D4A2F4F5886969BAFD4641743"/>
          </w:pPr>
          <w:r>
            <w:rPr>
              <w:rStyle w:val="PlaceholderText"/>
            </w:rPr>
            <w:t>[Product]</w:t>
          </w:r>
        </w:p>
      </w:docPartBody>
    </w:docPart>
    <w:docPart>
      <w:docPartPr>
        <w:name w:val="A5557CFA54F64A77BB651D5729861125"/>
        <w:category>
          <w:name w:val="General"/>
          <w:gallery w:val="placeholder"/>
        </w:category>
        <w:types>
          <w:type w:val="bbPlcHdr"/>
        </w:types>
        <w:behaviors>
          <w:behavior w:val="content"/>
        </w:behaviors>
        <w:guid w:val="{07503CB7-D92F-4C2C-90A7-F3532060686C}"/>
      </w:docPartPr>
      <w:docPartBody>
        <w:p w:rsidR="00441039" w:rsidRDefault="003275AB" w:rsidP="003275AB">
          <w:pPr>
            <w:pStyle w:val="A5557CFA54F64A77BB651D5729861125"/>
          </w:pPr>
          <w:r>
            <w:rPr>
              <w:rStyle w:val="PlaceholderText"/>
            </w:rPr>
            <w:t>[Product]</w:t>
          </w:r>
        </w:p>
      </w:docPartBody>
    </w:docPart>
    <w:docPart>
      <w:docPartPr>
        <w:name w:val="F9F99437395449C3970A5055FB6A1669"/>
        <w:category>
          <w:name w:val="General"/>
          <w:gallery w:val="placeholder"/>
        </w:category>
        <w:types>
          <w:type w:val="bbPlcHdr"/>
        </w:types>
        <w:behaviors>
          <w:behavior w:val="content"/>
        </w:behaviors>
        <w:guid w:val="{E9700C02-2797-429E-99B6-A0DE735C75EA}"/>
      </w:docPartPr>
      <w:docPartBody>
        <w:p w:rsidR="00441039" w:rsidRDefault="003275AB" w:rsidP="003275AB">
          <w:pPr>
            <w:pStyle w:val="F9F99437395449C3970A5055FB6A1669"/>
          </w:pPr>
          <w:r>
            <w:rPr>
              <w:rStyle w:val="PlaceholderText"/>
            </w:rPr>
            <w:t>[Product]</w:t>
          </w:r>
        </w:p>
      </w:docPartBody>
    </w:docPart>
    <w:docPart>
      <w:docPartPr>
        <w:name w:val="54C5F62922E34F91B823FC7BF4AB9F91"/>
        <w:category>
          <w:name w:val="General"/>
          <w:gallery w:val="placeholder"/>
        </w:category>
        <w:types>
          <w:type w:val="bbPlcHdr"/>
        </w:types>
        <w:behaviors>
          <w:behavior w:val="content"/>
        </w:behaviors>
        <w:guid w:val="{BD14909C-0884-4DF9-B48C-97EBFBCCBDE3}"/>
      </w:docPartPr>
      <w:docPartBody>
        <w:p w:rsidR="00441039" w:rsidRDefault="003275AB" w:rsidP="003275AB">
          <w:pPr>
            <w:pStyle w:val="54C5F62922E34F91B823FC7BF4AB9F91"/>
          </w:pPr>
          <w:r>
            <w:rPr>
              <w:rStyle w:val="PlaceholderText"/>
            </w:rPr>
            <w:t>[Product]</w:t>
          </w:r>
        </w:p>
      </w:docPartBody>
    </w:docPart>
    <w:docPart>
      <w:docPartPr>
        <w:name w:val="25FE37D540664E3CAF77F888E9956957"/>
        <w:category>
          <w:name w:val="General"/>
          <w:gallery w:val="placeholder"/>
        </w:category>
        <w:types>
          <w:type w:val="bbPlcHdr"/>
        </w:types>
        <w:behaviors>
          <w:behavior w:val="content"/>
        </w:behaviors>
        <w:guid w:val="{6A92C5CD-8280-4C43-A623-A39D2FD39C57}"/>
      </w:docPartPr>
      <w:docPartBody>
        <w:p w:rsidR="00441039" w:rsidRDefault="003275AB" w:rsidP="003275AB">
          <w:pPr>
            <w:pStyle w:val="25FE37D540664E3CAF77F888E9956957"/>
          </w:pPr>
          <w:r>
            <w:rPr>
              <w:rStyle w:val="PlaceholderText"/>
            </w:rPr>
            <w:t>[Product]</w:t>
          </w:r>
        </w:p>
      </w:docPartBody>
    </w:docPart>
    <w:docPart>
      <w:docPartPr>
        <w:name w:val="2700C541118F46FDAE9C7363C29D5E83"/>
        <w:category>
          <w:name w:val="General"/>
          <w:gallery w:val="placeholder"/>
        </w:category>
        <w:types>
          <w:type w:val="bbPlcHdr"/>
        </w:types>
        <w:behaviors>
          <w:behavior w:val="content"/>
        </w:behaviors>
        <w:guid w:val="{AD528F76-6357-4E7A-938F-2E22ADA858E5}"/>
      </w:docPartPr>
      <w:docPartBody>
        <w:p w:rsidR="00441039" w:rsidRDefault="003275AB" w:rsidP="003275AB">
          <w:pPr>
            <w:pStyle w:val="2700C541118F46FDAE9C7363C29D5E83"/>
          </w:pPr>
          <w:r>
            <w:rPr>
              <w:rStyle w:val="PlaceholderText"/>
            </w:rPr>
            <w:t>[Product]</w:t>
          </w:r>
        </w:p>
      </w:docPartBody>
    </w:docPart>
    <w:docPart>
      <w:docPartPr>
        <w:name w:val="99DF5707D8C444D382B25797755FB18E"/>
        <w:category>
          <w:name w:val="General"/>
          <w:gallery w:val="placeholder"/>
        </w:category>
        <w:types>
          <w:type w:val="bbPlcHdr"/>
        </w:types>
        <w:behaviors>
          <w:behavior w:val="content"/>
        </w:behaviors>
        <w:guid w:val="{4CC90AC9-CC08-4806-A667-D8948CCEFC5C}"/>
      </w:docPartPr>
      <w:docPartBody>
        <w:p w:rsidR="00441039" w:rsidRDefault="003275AB" w:rsidP="003275AB">
          <w:pPr>
            <w:pStyle w:val="99DF5707D8C444D382B25797755FB18E"/>
          </w:pPr>
          <w:r>
            <w:rPr>
              <w:rStyle w:val="PlaceholderText"/>
            </w:rPr>
            <w:t>[Product]</w:t>
          </w:r>
        </w:p>
      </w:docPartBody>
    </w:docPart>
    <w:docPart>
      <w:docPartPr>
        <w:name w:val="62F95312B55B41069ECAE25CF3804DD3"/>
        <w:category>
          <w:name w:val="General"/>
          <w:gallery w:val="placeholder"/>
        </w:category>
        <w:types>
          <w:type w:val="bbPlcHdr"/>
        </w:types>
        <w:behaviors>
          <w:behavior w:val="content"/>
        </w:behaviors>
        <w:guid w:val="{2E72B4A2-0908-4EE0-8E81-84AFC60F9032}"/>
      </w:docPartPr>
      <w:docPartBody>
        <w:p w:rsidR="00441039" w:rsidRDefault="003275AB" w:rsidP="003275AB">
          <w:pPr>
            <w:pStyle w:val="62F95312B55B41069ECAE25CF3804DD3"/>
          </w:pPr>
          <w:r>
            <w:rPr>
              <w:rStyle w:val="PlaceholderText"/>
            </w:rPr>
            <w:t>[Product]</w:t>
          </w:r>
        </w:p>
      </w:docPartBody>
    </w:docPart>
    <w:docPart>
      <w:docPartPr>
        <w:name w:val="4D8DC5C49C904B24BD6286B2C7306B16"/>
        <w:category>
          <w:name w:val="General"/>
          <w:gallery w:val="placeholder"/>
        </w:category>
        <w:types>
          <w:type w:val="bbPlcHdr"/>
        </w:types>
        <w:behaviors>
          <w:behavior w:val="content"/>
        </w:behaviors>
        <w:guid w:val="{546C98FE-4E2C-4504-8C15-572A25002D45}"/>
      </w:docPartPr>
      <w:docPartBody>
        <w:p w:rsidR="00441039" w:rsidRDefault="003275AB" w:rsidP="003275AB">
          <w:pPr>
            <w:pStyle w:val="4D8DC5C49C904B24BD6286B2C7306B16"/>
          </w:pPr>
          <w:r>
            <w:rPr>
              <w:rStyle w:val="PlaceholderText"/>
            </w:rPr>
            <w:t>[Product]</w:t>
          </w:r>
        </w:p>
      </w:docPartBody>
    </w:docPart>
    <w:docPart>
      <w:docPartPr>
        <w:name w:val="2CF0DAC3611F40BCA7054A7CFCAF9B41"/>
        <w:category>
          <w:name w:val="General"/>
          <w:gallery w:val="placeholder"/>
        </w:category>
        <w:types>
          <w:type w:val="bbPlcHdr"/>
        </w:types>
        <w:behaviors>
          <w:behavior w:val="content"/>
        </w:behaviors>
        <w:guid w:val="{8C34A607-8535-4799-A7C7-B5D1CEAC944F}"/>
      </w:docPartPr>
      <w:docPartBody>
        <w:p w:rsidR="00441039" w:rsidRDefault="003275AB" w:rsidP="003275AB">
          <w:pPr>
            <w:pStyle w:val="2CF0DAC3611F40BCA7054A7CFCAF9B41"/>
          </w:pPr>
          <w:r>
            <w:rPr>
              <w:rStyle w:val="PlaceholderText"/>
            </w:rPr>
            <w:t>[Product]</w:t>
          </w:r>
        </w:p>
      </w:docPartBody>
    </w:docPart>
    <w:docPart>
      <w:docPartPr>
        <w:name w:val="7879351A22BE4FCB899EF07A6E48EBF8"/>
        <w:category>
          <w:name w:val="General"/>
          <w:gallery w:val="placeholder"/>
        </w:category>
        <w:types>
          <w:type w:val="bbPlcHdr"/>
        </w:types>
        <w:behaviors>
          <w:behavior w:val="content"/>
        </w:behaviors>
        <w:guid w:val="{B253EB1D-41A0-4F5F-BFDD-F0023607FAC8}"/>
      </w:docPartPr>
      <w:docPartBody>
        <w:p w:rsidR="00441039" w:rsidRDefault="003275AB" w:rsidP="003275AB">
          <w:pPr>
            <w:pStyle w:val="7879351A22BE4FCB899EF07A6E48EBF8"/>
          </w:pPr>
          <w:r>
            <w:rPr>
              <w:rStyle w:val="PlaceholderText"/>
            </w:rPr>
            <w:t>[Product]</w:t>
          </w:r>
        </w:p>
      </w:docPartBody>
    </w:docPart>
    <w:docPart>
      <w:docPartPr>
        <w:name w:val="AA7AAAC1D0F941AAAF9D3F76AB1DEAC3"/>
        <w:category>
          <w:name w:val="General"/>
          <w:gallery w:val="placeholder"/>
        </w:category>
        <w:types>
          <w:type w:val="bbPlcHdr"/>
        </w:types>
        <w:behaviors>
          <w:behavior w:val="content"/>
        </w:behaviors>
        <w:guid w:val="{24781542-9A47-4799-97DA-17A7F679AA29}"/>
      </w:docPartPr>
      <w:docPartBody>
        <w:p w:rsidR="00441039" w:rsidRDefault="003275AB" w:rsidP="003275AB">
          <w:pPr>
            <w:pStyle w:val="AA7AAAC1D0F941AAAF9D3F76AB1DEAC3"/>
          </w:pPr>
          <w:r>
            <w:rPr>
              <w:rStyle w:val="PlaceholderText"/>
            </w:rPr>
            <w:t>[Product]</w:t>
          </w:r>
        </w:p>
      </w:docPartBody>
    </w:docPart>
    <w:docPart>
      <w:docPartPr>
        <w:name w:val="2110D365BA9349F78DA10DF819D3F920"/>
        <w:category>
          <w:name w:val="General"/>
          <w:gallery w:val="placeholder"/>
        </w:category>
        <w:types>
          <w:type w:val="bbPlcHdr"/>
        </w:types>
        <w:behaviors>
          <w:behavior w:val="content"/>
        </w:behaviors>
        <w:guid w:val="{715FA82B-E2D1-40EF-88D0-E15003F447BB}"/>
      </w:docPartPr>
      <w:docPartBody>
        <w:p w:rsidR="00441039" w:rsidRDefault="003275AB" w:rsidP="003275AB">
          <w:pPr>
            <w:pStyle w:val="2110D365BA9349F78DA10DF819D3F920"/>
          </w:pPr>
          <w:r>
            <w:rPr>
              <w:rStyle w:val="PlaceholderText"/>
            </w:rPr>
            <w:t>[Product]</w:t>
          </w:r>
        </w:p>
      </w:docPartBody>
    </w:docPart>
    <w:docPart>
      <w:docPartPr>
        <w:name w:val="43EB48CF53EB467896CC6E9F5A6A753D"/>
        <w:category>
          <w:name w:val="General"/>
          <w:gallery w:val="placeholder"/>
        </w:category>
        <w:types>
          <w:type w:val="bbPlcHdr"/>
        </w:types>
        <w:behaviors>
          <w:behavior w:val="content"/>
        </w:behaviors>
        <w:guid w:val="{5DDEA171-0A79-439F-A8D9-804A77D27C3A}"/>
      </w:docPartPr>
      <w:docPartBody>
        <w:p w:rsidR="00441039" w:rsidRDefault="003275AB" w:rsidP="003275AB">
          <w:pPr>
            <w:pStyle w:val="43EB48CF53EB467896CC6E9F5A6A753D"/>
          </w:pPr>
          <w:r>
            <w:rPr>
              <w:rStyle w:val="PlaceholderText"/>
            </w:rPr>
            <w:t>[Product]</w:t>
          </w:r>
        </w:p>
      </w:docPartBody>
    </w:docPart>
    <w:docPart>
      <w:docPartPr>
        <w:name w:val="C61C945C3D50465FA2402456153532D6"/>
        <w:category>
          <w:name w:val="General"/>
          <w:gallery w:val="placeholder"/>
        </w:category>
        <w:types>
          <w:type w:val="bbPlcHdr"/>
        </w:types>
        <w:behaviors>
          <w:behavior w:val="content"/>
        </w:behaviors>
        <w:guid w:val="{80CB3596-C526-4921-8B12-1E1C14F346CF}"/>
      </w:docPartPr>
      <w:docPartBody>
        <w:p w:rsidR="00441039" w:rsidRDefault="003275AB" w:rsidP="003275AB">
          <w:pPr>
            <w:pStyle w:val="C61C945C3D50465FA2402456153532D6"/>
          </w:pPr>
          <w:r>
            <w:rPr>
              <w:rStyle w:val="PlaceholderText"/>
            </w:rPr>
            <w:t>[Product]</w:t>
          </w:r>
        </w:p>
      </w:docPartBody>
    </w:docPart>
    <w:docPart>
      <w:docPartPr>
        <w:name w:val="4A39D077837A42348E533445968CBC61"/>
        <w:category>
          <w:name w:val="General"/>
          <w:gallery w:val="placeholder"/>
        </w:category>
        <w:types>
          <w:type w:val="bbPlcHdr"/>
        </w:types>
        <w:behaviors>
          <w:behavior w:val="content"/>
        </w:behaviors>
        <w:guid w:val="{0E8DAFEF-6CAF-4A29-B39E-585922D2B545}"/>
      </w:docPartPr>
      <w:docPartBody>
        <w:p w:rsidR="00441039" w:rsidRDefault="003275AB" w:rsidP="003275AB">
          <w:pPr>
            <w:pStyle w:val="4A39D077837A42348E533445968CBC61"/>
          </w:pPr>
          <w:r>
            <w:rPr>
              <w:rStyle w:val="PlaceholderText"/>
            </w:rPr>
            <w:t>[Product]</w:t>
          </w:r>
        </w:p>
      </w:docPartBody>
    </w:docPart>
    <w:docPart>
      <w:docPartPr>
        <w:name w:val="BE9B3A5D139C475C8B84F3AC848DE5C3"/>
        <w:category>
          <w:name w:val="General"/>
          <w:gallery w:val="placeholder"/>
        </w:category>
        <w:types>
          <w:type w:val="bbPlcHdr"/>
        </w:types>
        <w:behaviors>
          <w:behavior w:val="content"/>
        </w:behaviors>
        <w:guid w:val="{9861D5BB-A535-496E-9999-BD281C3945EE}"/>
      </w:docPartPr>
      <w:docPartBody>
        <w:p w:rsidR="00441039" w:rsidRDefault="003275AB" w:rsidP="003275AB">
          <w:pPr>
            <w:pStyle w:val="BE9B3A5D139C475C8B84F3AC848DE5C3"/>
          </w:pPr>
          <w:r>
            <w:rPr>
              <w:rStyle w:val="PlaceholderText"/>
            </w:rPr>
            <w:t>[Product]</w:t>
          </w:r>
        </w:p>
      </w:docPartBody>
    </w:docPart>
    <w:docPart>
      <w:docPartPr>
        <w:name w:val="5EEBEDC0FA9E4D89BE4D5173069EFDDC"/>
        <w:category>
          <w:name w:val="General"/>
          <w:gallery w:val="placeholder"/>
        </w:category>
        <w:types>
          <w:type w:val="bbPlcHdr"/>
        </w:types>
        <w:behaviors>
          <w:behavior w:val="content"/>
        </w:behaviors>
        <w:guid w:val="{A6D59FDF-0F16-4EF0-AEF1-449EE419FF43}"/>
      </w:docPartPr>
      <w:docPartBody>
        <w:p w:rsidR="00441039" w:rsidRDefault="003275AB" w:rsidP="003275AB">
          <w:pPr>
            <w:pStyle w:val="5EEBEDC0FA9E4D89BE4D5173069EFDDC"/>
          </w:pPr>
          <w:r>
            <w:rPr>
              <w:rStyle w:val="PlaceholderText"/>
            </w:rPr>
            <w:t>[Product]</w:t>
          </w:r>
        </w:p>
      </w:docPartBody>
    </w:docPart>
    <w:docPart>
      <w:docPartPr>
        <w:name w:val="E6E15D3F75E14139AB9A9DA9695E66D5"/>
        <w:category>
          <w:name w:val="General"/>
          <w:gallery w:val="placeholder"/>
        </w:category>
        <w:types>
          <w:type w:val="bbPlcHdr"/>
        </w:types>
        <w:behaviors>
          <w:behavior w:val="content"/>
        </w:behaviors>
        <w:guid w:val="{C9BE3EBA-95AF-4151-8773-2844807EF5B2}"/>
      </w:docPartPr>
      <w:docPartBody>
        <w:p w:rsidR="00464AC4" w:rsidRDefault="00464AC4">
          <w:r w:rsidRPr="00405687">
            <w:rPr>
              <w:rStyle w:val="PlaceholderText"/>
            </w:rPr>
            <w:t>[Product]</w:t>
          </w:r>
        </w:p>
      </w:docPartBody>
    </w:docPart>
    <w:docPart>
      <w:docPartPr>
        <w:name w:val="153C1A9AFA0B4D36A7977205E934896F"/>
        <w:category>
          <w:name w:val="General"/>
          <w:gallery w:val="placeholder"/>
        </w:category>
        <w:types>
          <w:type w:val="bbPlcHdr"/>
        </w:types>
        <w:behaviors>
          <w:behavior w:val="content"/>
        </w:behaviors>
        <w:guid w:val="{774255F3-1F1B-4C56-929B-36FF4EF150E6}"/>
      </w:docPartPr>
      <w:docPartBody>
        <w:p w:rsidR="00A26C9C" w:rsidRDefault="00A26C9C">
          <w:r w:rsidRPr="001B40C1">
            <w:rPr>
              <w:rStyle w:val="PlaceholderText"/>
            </w:rPr>
            <w:t>[Product]</w:t>
          </w:r>
        </w:p>
      </w:docPartBody>
    </w:docPart>
    <w:docPart>
      <w:docPartPr>
        <w:name w:val="E5B501FF51124B0B8FDEE2615E308A0E"/>
        <w:category>
          <w:name w:val="General"/>
          <w:gallery w:val="placeholder"/>
        </w:category>
        <w:types>
          <w:type w:val="bbPlcHdr"/>
        </w:types>
        <w:behaviors>
          <w:behavior w:val="content"/>
        </w:behaviors>
        <w:guid w:val="{0D4E440E-158F-4087-B646-C52345D04337}"/>
      </w:docPartPr>
      <w:docPartBody>
        <w:p w:rsidR="00A26C9C" w:rsidRDefault="00A26C9C">
          <w:r w:rsidRPr="001B40C1">
            <w:rPr>
              <w:rStyle w:val="PlaceholderText"/>
            </w:rPr>
            <w:t>[Product]</w:t>
          </w:r>
        </w:p>
      </w:docPartBody>
    </w:docPart>
    <w:docPart>
      <w:docPartPr>
        <w:name w:val="96EBB00FC13344DB9DB04762737456B9"/>
        <w:category>
          <w:name w:val="General"/>
          <w:gallery w:val="placeholder"/>
        </w:category>
        <w:types>
          <w:type w:val="bbPlcHdr"/>
        </w:types>
        <w:behaviors>
          <w:behavior w:val="content"/>
        </w:behaviors>
        <w:guid w:val="{4A96AA06-5DDB-4917-A746-DCE9287CEB52}"/>
      </w:docPartPr>
      <w:docPartBody>
        <w:p w:rsidR="00AB19FA" w:rsidRDefault="001A1142">
          <w:r w:rsidRPr="00071C23">
            <w:rPr>
              <w:rStyle w:val="PlaceholderText"/>
            </w:rPr>
            <w:t>[Product]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aiandra GD">
    <w:panose1 w:val="020E0502030308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FFC"/>
    <w:rsid w:val="00033C7A"/>
    <w:rsid w:val="000C3323"/>
    <w:rsid w:val="000E7419"/>
    <w:rsid w:val="00113617"/>
    <w:rsid w:val="001A1142"/>
    <w:rsid w:val="00203075"/>
    <w:rsid w:val="003275AB"/>
    <w:rsid w:val="0036040C"/>
    <w:rsid w:val="00412093"/>
    <w:rsid w:val="00441039"/>
    <w:rsid w:val="00464AC4"/>
    <w:rsid w:val="00466697"/>
    <w:rsid w:val="006141F1"/>
    <w:rsid w:val="00655FFC"/>
    <w:rsid w:val="006C0B69"/>
    <w:rsid w:val="006C7222"/>
    <w:rsid w:val="007B7B05"/>
    <w:rsid w:val="00826F8B"/>
    <w:rsid w:val="008A5868"/>
    <w:rsid w:val="00A12853"/>
    <w:rsid w:val="00A26C9C"/>
    <w:rsid w:val="00AB19FA"/>
    <w:rsid w:val="00B21EE4"/>
    <w:rsid w:val="00B4646E"/>
    <w:rsid w:val="00BD6EB8"/>
    <w:rsid w:val="00CE3C23"/>
    <w:rsid w:val="00DD7084"/>
    <w:rsid w:val="00FC3D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1142"/>
    <w:rPr>
      <w:color w:val="808080"/>
    </w:rPr>
  </w:style>
  <w:style w:type="paragraph" w:customStyle="1" w:styleId="3574D78CB1AA49B6A4C7087C854B0DB5">
    <w:name w:val="3574D78CB1AA49B6A4C7087C854B0DB5"/>
    <w:rsid w:val="00655FFC"/>
  </w:style>
  <w:style w:type="paragraph" w:customStyle="1" w:styleId="F0C99E59BC0244B5AAB38195658FE169">
    <w:name w:val="F0C99E59BC0244B5AAB38195658FE169"/>
    <w:rsid w:val="00655FFC"/>
  </w:style>
  <w:style w:type="paragraph" w:customStyle="1" w:styleId="767B8FE0CD8A4FF5B1F0855EB2C66B0C">
    <w:name w:val="767B8FE0CD8A4FF5B1F0855EB2C66B0C"/>
    <w:rsid w:val="00655FFC"/>
  </w:style>
  <w:style w:type="paragraph" w:customStyle="1" w:styleId="B858E4911EBD4ACCB6FD071DC0B85534">
    <w:name w:val="B858E4911EBD4ACCB6FD071DC0B85534"/>
    <w:rsid w:val="00655FFC"/>
  </w:style>
  <w:style w:type="paragraph" w:customStyle="1" w:styleId="CA4B6431C12240A9915F720DF170244F">
    <w:name w:val="CA4B6431C12240A9915F720DF170244F"/>
    <w:rsid w:val="00655FFC"/>
  </w:style>
  <w:style w:type="paragraph" w:customStyle="1" w:styleId="4DBB9A8C33C8435289F9D5C7404645D9">
    <w:name w:val="4DBB9A8C33C8435289F9D5C7404645D9"/>
    <w:rsid w:val="00FC3DDF"/>
  </w:style>
  <w:style w:type="paragraph" w:customStyle="1" w:styleId="A39C5675D66644E68B6350FBE1937BDB">
    <w:name w:val="A39C5675D66644E68B6350FBE1937BDB"/>
    <w:rsid w:val="00FC3DDF"/>
  </w:style>
  <w:style w:type="paragraph" w:customStyle="1" w:styleId="EA773DDAB3A845BCB6A5B8952C91BD3F">
    <w:name w:val="EA773DDAB3A845BCB6A5B8952C91BD3F"/>
    <w:rsid w:val="00FC3DDF"/>
  </w:style>
  <w:style w:type="paragraph" w:customStyle="1" w:styleId="4B259751BB2A467C8C2530DFF9B32A16">
    <w:name w:val="4B259751BB2A467C8C2530DFF9B32A16"/>
    <w:rsid w:val="00FC3DDF"/>
  </w:style>
  <w:style w:type="paragraph" w:customStyle="1" w:styleId="5761CFA1D6D04351BF9BC00E38F7F116">
    <w:name w:val="5761CFA1D6D04351BF9BC00E38F7F116"/>
    <w:rsid w:val="00FC3DDF"/>
  </w:style>
  <w:style w:type="paragraph" w:customStyle="1" w:styleId="9014090628834FD4A847378E828AAC44">
    <w:name w:val="9014090628834FD4A847378E828AAC44"/>
    <w:rsid w:val="00FC3DDF"/>
  </w:style>
  <w:style w:type="paragraph" w:customStyle="1" w:styleId="2D4BD231FB82456DA4B72B04E863EDC8">
    <w:name w:val="2D4BD231FB82456DA4B72B04E863EDC8"/>
    <w:rsid w:val="00FC3DDF"/>
  </w:style>
  <w:style w:type="paragraph" w:customStyle="1" w:styleId="C3AAD948CC2246F9B9FC5B14858D622C">
    <w:name w:val="C3AAD948CC2246F9B9FC5B14858D622C"/>
    <w:rsid w:val="00FC3DDF"/>
  </w:style>
  <w:style w:type="paragraph" w:customStyle="1" w:styleId="C87A14D3A5B2468C9A5613F5809D829D">
    <w:name w:val="C87A14D3A5B2468C9A5613F5809D829D"/>
    <w:rsid w:val="00FC3DDF"/>
  </w:style>
  <w:style w:type="paragraph" w:customStyle="1" w:styleId="9D18A07C11434DCBAEC116F621C13290">
    <w:name w:val="9D18A07C11434DCBAEC116F621C13290"/>
    <w:rsid w:val="00FC3DDF"/>
  </w:style>
  <w:style w:type="paragraph" w:customStyle="1" w:styleId="D32399C629A74E7D85A233607E48E40D">
    <w:name w:val="D32399C629A74E7D85A233607E48E40D"/>
    <w:rsid w:val="00FC3DDF"/>
  </w:style>
  <w:style w:type="paragraph" w:customStyle="1" w:styleId="E6F9A48BBB1F4CE691E4465BBBA63E1B">
    <w:name w:val="E6F9A48BBB1F4CE691E4465BBBA63E1B"/>
    <w:rsid w:val="00FC3DDF"/>
  </w:style>
  <w:style w:type="paragraph" w:customStyle="1" w:styleId="7824C313FFC04D54B20EBB89EAB898AE">
    <w:name w:val="7824C313FFC04D54B20EBB89EAB898AE"/>
    <w:rsid w:val="00FC3DDF"/>
  </w:style>
  <w:style w:type="paragraph" w:customStyle="1" w:styleId="D889D88A21474B9E82FFA2AA2475D6D4">
    <w:name w:val="D889D88A21474B9E82FFA2AA2475D6D4"/>
    <w:rsid w:val="00FC3DDF"/>
  </w:style>
  <w:style w:type="paragraph" w:customStyle="1" w:styleId="EEAF14912D4E4CDBB15AF7C51CDF0D70">
    <w:name w:val="EEAF14912D4E4CDBB15AF7C51CDF0D70"/>
    <w:rsid w:val="00FC3DDF"/>
  </w:style>
  <w:style w:type="paragraph" w:customStyle="1" w:styleId="E7E6E57F77CB4F659D07F35D3F6951E8">
    <w:name w:val="E7E6E57F77CB4F659D07F35D3F6951E8"/>
    <w:rsid w:val="00FC3DDF"/>
  </w:style>
  <w:style w:type="paragraph" w:customStyle="1" w:styleId="CD92C8121892401796E197FB7F219243">
    <w:name w:val="CD92C8121892401796E197FB7F219243"/>
    <w:rsid w:val="00FC3DDF"/>
  </w:style>
  <w:style w:type="paragraph" w:customStyle="1" w:styleId="3EFB9A1831504E99802136E4A5194449">
    <w:name w:val="3EFB9A1831504E99802136E4A5194449"/>
    <w:rsid w:val="00FC3DDF"/>
  </w:style>
  <w:style w:type="paragraph" w:customStyle="1" w:styleId="972075548C9048DDA0BD183CB6AB5783">
    <w:name w:val="972075548C9048DDA0BD183CB6AB5783"/>
    <w:rsid w:val="00FC3DDF"/>
  </w:style>
  <w:style w:type="paragraph" w:customStyle="1" w:styleId="6C750EC9F67747E3804C95E34A8AB065">
    <w:name w:val="6C750EC9F67747E3804C95E34A8AB065"/>
    <w:rsid w:val="00FC3DDF"/>
  </w:style>
  <w:style w:type="paragraph" w:customStyle="1" w:styleId="4D3276B2A7B04875817B1A441A1CD3A9">
    <w:name w:val="4D3276B2A7B04875817B1A441A1CD3A9"/>
    <w:rsid w:val="00FC3DDF"/>
  </w:style>
  <w:style w:type="paragraph" w:customStyle="1" w:styleId="47A2BF99E8464D43BF6DB42F070150E4">
    <w:name w:val="47A2BF99E8464D43BF6DB42F070150E4"/>
    <w:rsid w:val="00FC3DDF"/>
  </w:style>
  <w:style w:type="paragraph" w:customStyle="1" w:styleId="C05FCBBC0BE342F0A2CDFCAB0DF2B456">
    <w:name w:val="C05FCBBC0BE342F0A2CDFCAB0DF2B456"/>
    <w:rsid w:val="00DD7084"/>
  </w:style>
  <w:style w:type="paragraph" w:customStyle="1" w:styleId="43589289F184409589A97FDB3F6A998C">
    <w:name w:val="43589289F184409589A97FDB3F6A998C"/>
    <w:rsid w:val="00DD7084"/>
  </w:style>
  <w:style w:type="paragraph" w:customStyle="1" w:styleId="0937A7975BDB4757B66C022662818B70">
    <w:name w:val="0937A7975BDB4757B66C022662818B70"/>
    <w:rsid w:val="00DD7084"/>
  </w:style>
  <w:style w:type="paragraph" w:customStyle="1" w:styleId="3D804EAA4EF14A429FE92055EA1B673C">
    <w:name w:val="3D804EAA4EF14A429FE92055EA1B673C"/>
    <w:rsid w:val="006141F1"/>
  </w:style>
  <w:style w:type="paragraph" w:customStyle="1" w:styleId="F4DCEE85A4BB4A00B33FAEA89A1B09F0">
    <w:name w:val="F4DCEE85A4BB4A00B33FAEA89A1B09F0"/>
    <w:rsid w:val="006141F1"/>
  </w:style>
  <w:style w:type="paragraph" w:customStyle="1" w:styleId="589F40F529A24CC4B2A55B0289816A20">
    <w:name w:val="589F40F529A24CC4B2A55B0289816A20"/>
    <w:rsid w:val="006141F1"/>
  </w:style>
  <w:style w:type="paragraph" w:customStyle="1" w:styleId="68D1FBED2C4A4BF1BE066DE517AE5B82">
    <w:name w:val="68D1FBED2C4A4BF1BE066DE517AE5B82"/>
    <w:rsid w:val="006141F1"/>
  </w:style>
  <w:style w:type="paragraph" w:customStyle="1" w:styleId="25320E09A9D84414A98408CE40FE0958">
    <w:name w:val="25320E09A9D84414A98408CE40FE0958"/>
    <w:rsid w:val="006C0B69"/>
  </w:style>
  <w:style w:type="paragraph" w:customStyle="1" w:styleId="D35A6B6138A84A2F9F8BAED802A294A7">
    <w:name w:val="D35A6B6138A84A2F9F8BAED802A294A7"/>
    <w:rsid w:val="006C0B69"/>
  </w:style>
  <w:style w:type="paragraph" w:customStyle="1" w:styleId="6D927A5B701B413DB7BC41CDC7715CEF">
    <w:name w:val="6D927A5B701B413DB7BC41CDC7715CEF"/>
    <w:rsid w:val="006C0B69"/>
  </w:style>
  <w:style w:type="paragraph" w:customStyle="1" w:styleId="D20C58CB83C646928CE290BD5B081157">
    <w:name w:val="D20C58CB83C646928CE290BD5B081157"/>
    <w:rsid w:val="00203075"/>
  </w:style>
  <w:style w:type="paragraph" w:customStyle="1" w:styleId="FB8EF83C85894D3B8052BD1F0939581C">
    <w:name w:val="FB8EF83C85894D3B8052BD1F0939581C"/>
    <w:rsid w:val="00203075"/>
  </w:style>
  <w:style w:type="paragraph" w:customStyle="1" w:styleId="DD75B8D2786D40609D6261CCD7C0AF83">
    <w:name w:val="DD75B8D2786D40609D6261CCD7C0AF83"/>
    <w:rsid w:val="00203075"/>
  </w:style>
  <w:style w:type="paragraph" w:customStyle="1" w:styleId="805DDADE9CC345C189AC538660CCFD0E">
    <w:name w:val="805DDADE9CC345C189AC538660CCFD0E"/>
    <w:rsid w:val="00412093"/>
  </w:style>
  <w:style w:type="paragraph" w:customStyle="1" w:styleId="4030299673614D85AF550C044FCD777B">
    <w:name w:val="4030299673614D85AF550C044FCD777B"/>
    <w:rsid w:val="00412093"/>
  </w:style>
  <w:style w:type="paragraph" w:customStyle="1" w:styleId="611E99FB524D45DAA804301616E391F1">
    <w:name w:val="611E99FB524D45DAA804301616E391F1"/>
    <w:rsid w:val="00412093"/>
  </w:style>
  <w:style w:type="paragraph" w:customStyle="1" w:styleId="93C4F13069BB4E21BA146EBAC863449D">
    <w:name w:val="93C4F13069BB4E21BA146EBAC863449D"/>
    <w:rsid w:val="00412093"/>
  </w:style>
  <w:style w:type="paragraph" w:customStyle="1" w:styleId="13E7F76262FD4767BD2559CBCCDCA93C">
    <w:name w:val="13E7F76262FD4767BD2559CBCCDCA93C"/>
    <w:rsid w:val="0036040C"/>
  </w:style>
  <w:style w:type="paragraph" w:customStyle="1" w:styleId="473D20B06644417BB35275334EE71837">
    <w:name w:val="473D20B06644417BB35275334EE71837"/>
    <w:rsid w:val="0036040C"/>
  </w:style>
  <w:style w:type="paragraph" w:customStyle="1" w:styleId="F78778CC65EE4362BA18DA4FD47E4887">
    <w:name w:val="F78778CC65EE4362BA18DA4FD47E4887"/>
    <w:rsid w:val="0036040C"/>
  </w:style>
  <w:style w:type="paragraph" w:customStyle="1" w:styleId="830C9340EB1F4F7FBAB3918E12E93B48">
    <w:name w:val="830C9340EB1F4F7FBAB3918E12E93B48"/>
    <w:rsid w:val="0036040C"/>
  </w:style>
  <w:style w:type="paragraph" w:customStyle="1" w:styleId="4103BCED01694A8682345559D3D29509">
    <w:name w:val="4103BCED01694A8682345559D3D29509"/>
    <w:rsid w:val="0036040C"/>
  </w:style>
  <w:style w:type="paragraph" w:customStyle="1" w:styleId="1F18325BA8A4464D92A7403A01C71597">
    <w:name w:val="1F18325BA8A4464D92A7403A01C71597"/>
    <w:rsid w:val="0036040C"/>
  </w:style>
  <w:style w:type="paragraph" w:customStyle="1" w:styleId="213834471D53498C871FC76E0919AC44">
    <w:name w:val="213834471D53498C871FC76E0919AC44"/>
    <w:rsid w:val="0036040C"/>
  </w:style>
  <w:style w:type="paragraph" w:customStyle="1" w:styleId="6E919E5EFE7E45B6AC4E4D02D63528AF">
    <w:name w:val="6E919E5EFE7E45B6AC4E4D02D63528AF"/>
    <w:rsid w:val="0036040C"/>
  </w:style>
  <w:style w:type="paragraph" w:customStyle="1" w:styleId="ABD53FB30BC549BFA7B4B402457FA999">
    <w:name w:val="ABD53FB30BC549BFA7B4B402457FA999"/>
    <w:rsid w:val="0036040C"/>
  </w:style>
  <w:style w:type="paragraph" w:customStyle="1" w:styleId="A6387E5838124D8AA2FB2C1F3B6BD517">
    <w:name w:val="A6387E5838124D8AA2FB2C1F3B6BD517"/>
    <w:rsid w:val="0036040C"/>
  </w:style>
  <w:style w:type="paragraph" w:customStyle="1" w:styleId="57399AB4A8054FA7BB448CB7E908A4AB">
    <w:name w:val="57399AB4A8054FA7BB448CB7E908A4AB"/>
    <w:rsid w:val="0036040C"/>
  </w:style>
  <w:style w:type="paragraph" w:customStyle="1" w:styleId="C8BF8B4916F247ED91A3E6B2F2B884C7">
    <w:name w:val="C8BF8B4916F247ED91A3E6B2F2B884C7"/>
    <w:rsid w:val="0036040C"/>
  </w:style>
  <w:style w:type="paragraph" w:customStyle="1" w:styleId="1EEAE49F7F8A4136BB1D3594B3899142">
    <w:name w:val="1EEAE49F7F8A4136BB1D3594B3899142"/>
    <w:rsid w:val="000E7419"/>
  </w:style>
  <w:style w:type="paragraph" w:customStyle="1" w:styleId="A2BE8EB90BFC47DF927433C478C475E7">
    <w:name w:val="A2BE8EB90BFC47DF927433C478C475E7"/>
    <w:rsid w:val="000E7419"/>
  </w:style>
  <w:style w:type="paragraph" w:customStyle="1" w:styleId="6629472997344BE1AE9EAF64F6204942">
    <w:name w:val="6629472997344BE1AE9EAF64F6204942"/>
    <w:rsid w:val="000E7419"/>
  </w:style>
  <w:style w:type="paragraph" w:customStyle="1" w:styleId="9166FBAD947E408096FC401C1CD59D80">
    <w:name w:val="9166FBAD947E408096FC401C1CD59D80"/>
    <w:rsid w:val="000E7419"/>
  </w:style>
  <w:style w:type="paragraph" w:customStyle="1" w:styleId="16B9CA5D1D0745B98C6DA058D5605455">
    <w:name w:val="16B9CA5D1D0745B98C6DA058D5605455"/>
    <w:rsid w:val="000E7419"/>
  </w:style>
  <w:style w:type="paragraph" w:customStyle="1" w:styleId="82A7E2F4AEEA4C0594D5049FBF435BF5">
    <w:name w:val="82A7E2F4AEEA4C0594D5049FBF435BF5"/>
    <w:rsid w:val="000E7419"/>
  </w:style>
  <w:style w:type="paragraph" w:customStyle="1" w:styleId="3AC9E85842184F739DD9D6BEBF84CAC6">
    <w:name w:val="3AC9E85842184F739DD9D6BEBF84CAC6"/>
    <w:rsid w:val="000E7419"/>
  </w:style>
  <w:style w:type="paragraph" w:customStyle="1" w:styleId="C8289E465FB54AF9948C567EC0DB8A6A">
    <w:name w:val="C8289E465FB54AF9948C567EC0DB8A6A"/>
    <w:rsid w:val="000E7419"/>
  </w:style>
  <w:style w:type="paragraph" w:customStyle="1" w:styleId="5652584A0C4E4AC8BA99E2606EB6AB21">
    <w:name w:val="5652584A0C4E4AC8BA99E2606EB6AB21"/>
    <w:rsid w:val="000E7419"/>
  </w:style>
  <w:style w:type="paragraph" w:customStyle="1" w:styleId="3EE1FCCC0BDD4078A9AB14AB5C380B69">
    <w:name w:val="3EE1FCCC0BDD4078A9AB14AB5C380B69"/>
    <w:rsid w:val="000E7419"/>
  </w:style>
  <w:style w:type="paragraph" w:customStyle="1" w:styleId="621836C13AA949398C1C923C3EA68248">
    <w:name w:val="621836C13AA949398C1C923C3EA68248"/>
    <w:rsid w:val="000E7419"/>
  </w:style>
  <w:style w:type="paragraph" w:customStyle="1" w:styleId="01D7D8F600074E9FAD2B5D5E834D55DB">
    <w:name w:val="01D7D8F600074E9FAD2B5D5E834D55DB"/>
    <w:rsid w:val="00BD6EB8"/>
  </w:style>
  <w:style w:type="paragraph" w:customStyle="1" w:styleId="8B577B4D77104E13AB7E229AA47B11EB">
    <w:name w:val="8B577B4D77104E13AB7E229AA47B11EB"/>
    <w:rsid w:val="00BD6EB8"/>
  </w:style>
  <w:style w:type="paragraph" w:customStyle="1" w:styleId="6B78A29A18FF428AA5E2C1501D15EEEF">
    <w:name w:val="6B78A29A18FF428AA5E2C1501D15EEEF"/>
    <w:rsid w:val="00BD6EB8"/>
  </w:style>
  <w:style w:type="paragraph" w:customStyle="1" w:styleId="6FA44B93DC4E46E3A7BFB8D81F58FCB9">
    <w:name w:val="6FA44B93DC4E46E3A7BFB8D81F58FCB9"/>
    <w:rsid w:val="00BD6EB8"/>
  </w:style>
  <w:style w:type="paragraph" w:customStyle="1" w:styleId="9580CFB7979047F2B58FA916ACB2AC42">
    <w:name w:val="9580CFB7979047F2B58FA916ACB2AC42"/>
    <w:rsid w:val="00BD6EB8"/>
  </w:style>
  <w:style w:type="paragraph" w:customStyle="1" w:styleId="1D85EB9911BC42C1B387BC26000C89D0">
    <w:name w:val="1D85EB9911BC42C1B387BC26000C89D0"/>
    <w:rsid w:val="00BD6EB8"/>
  </w:style>
  <w:style w:type="paragraph" w:customStyle="1" w:styleId="B1CD419F44484701A7CC8FBCE6B01ACD">
    <w:name w:val="B1CD419F44484701A7CC8FBCE6B01ACD"/>
    <w:rsid w:val="00BD6EB8"/>
  </w:style>
  <w:style w:type="paragraph" w:customStyle="1" w:styleId="661468BDFA454AD6BF60FF6CFD58AF4F">
    <w:name w:val="661468BDFA454AD6BF60FF6CFD58AF4F"/>
    <w:rsid w:val="007B7B05"/>
  </w:style>
  <w:style w:type="paragraph" w:customStyle="1" w:styleId="7AA131C2F2AD428DA5831E4328B93E0F">
    <w:name w:val="7AA131C2F2AD428DA5831E4328B93E0F"/>
    <w:rsid w:val="003275AB"/>
  </w:style>
  <w:style w:type="paragraph" w:customStyle="1" w:styleId="911657D575C446D5BA929FD840773436">
    <w:name w:val="911657D575C446D5BA929FD840773436"/>
    <w:rsid w:val="003275AB"/>
  </w:style>
  <w:style w:type="paragraph" w:customStyle="1" w:styleId="4921EB7B00A94D08A41738858A2D67F1">
    <w:name w:val="4921EB7B00A94D08A41738858A2D67F1"/>
    <w:rsid w:val="003275AB"/>
  </w:style>
  <w:style w:type="paragraph" w:customStyle="1" w:styleId="12C5B94197044842BCD8CB3C60CEF3AF">
    <w:name w:val="12C5B94197044842BCD8CB3C60CEF3AF"/>
    <w:rsid w:val="003275AB"/>
  </w:style>
  <w:style w:type="paragraph" w:customStyle="1" w:styleId="E2A2D3E7284C4BBD92617593AC21B380">
    <w:name w:val="E2A2D3E7284C4BBD92617593AC21B380"/>
    <w:rsid w:val="003275AB"/>
  </w:style>
  <w:style w:type="paragraph" w:customStyle="1" w:styleId="257D11FD5652435FA486F3CA11BC1551">
    <w:name w:val="257D11FD5652435FA486F3CA11BC1551"/>
    <w:rsid w:val="003275AB"/>
  </w:style>
  <w:style w:type="paragraph" w:customStyle="1" w:styleId="D42C3EE20CF54A06B6EAA836C09C65F2">
    <w:name w:val="D42C3EE20CF54A06B6EAA836C09C65F2"/>
    <w:rsid w:val="003275AB"/>
  </w:style>
  <w:style w:type="paragraph" w:customStyle="1" w:styleId="EADB9C2A14A04506BD93DB245056E757">
    <w:name w:val="EADB9C2A14A04506BD93DB245056E757"/>
    <w:rsid w:val="003275AB"/>
  </w:style>
  <w:style w:type="paragraph" w:customStyle="1" w:styleId="9F7CB48CA362493FB1CAC3BE37EEF56A">
    <w:name w:val="9F7CB48CA362493FB1CAC3BE37EEF56A"/>
    <w:rsid w:val="003275AB"/>
  </w:style>
  <w:style w:type="paragraph" w:customStyle="1" w:styleId="53F7E8B27F9E4BD6BAD2DA37A863F17E">
    <w:name w:val="53F7E8B27F9E4BD6BAD2DA37A863F17E"/>
    <w:rsid w:val="003275AB"/>
  </w:style>
  <w:style w:type="paragraph" w:customStyle="1" w:styleId="AA7827AF52C24D26BA200FE2B07AD3E1">
    <w:name w:val="AA7827AF52C24D26BA200FE2B07AD3E1"/>
    <w:rsid w:val="003275AB"/>
  </w:style>
  <w:style w:type="paragraph" w:customStyle="1" w:styleId="B005793D4A2F4F5886969BAFD4641743">
    <w:name w:val="B005793D4A2F4F5886969BAFD4641743"/>
    <w:rsid w:val="003275AB"/>
  </w:style>
  <w:style w:type="paragraph" w:customStyle="1" w:styleId="A5557CFA54F64A77BB651D5729861125">
    <w:name w:val="A5557CFA54F64A77BB651D5729861125"/>
    <w:rsid w:val="003275AB"/>
  </w:style>
  <w:style w:type="paragraph" w:customStyle="1" w:styleId="F9F99437395449C3970A5055FB6A1669">
    <w:name w:val="F9F99437395449C3970A5055FB6A1669"/>
    <w:rsid w:val="003275AB"/>
  </w:style>
  <w:style w:type="paragraph" w:customStyle="1" w:styleId="54C5F62922E34F91B823FC7BF4AB9F91">
    <w:name w:val="54C5F62922E34F91B823FC7BF4AB9F91"/>
    <w:rsid w:val="003275AB"/>
  </w:style>
  <w:style w:type="paragraph" w:customStyle="1" w:styleId="25FE37D540664E3CAF77F888E9956957">
    <w:name w:val="25FE37D540664E3CAF77F888E9956957"/>
    <w:rsid w:val="003275AB"/>
  </w:style>
  <w:style w:type="paragraph" w:customStyle="1" w:styleId="2700C541118F46FDAE9C7363C29D5E83">
    <w:name w:val="2700C541118F46FDAE9C7363C29D5E83"/>
    <w:rsid w:val="003275AB"/>
  </w:style>
  <w:style w:type="paragraph" w:customStyle="1" w:styleId="99DF5707D8C444D382B25797755FB18E">
    <w:name w:val="99DF5707D8C444D382B25797755FB18E"/>
    <w:rsid w:val="003275AB"/>
  </w:style>
  <w:style w:type="paragraph" w:customStyle="1" w:styleId="62F95312B55B41069ECAE25CF3804DD3">
    <w:name w:val="62F95312B55B41069ECAE25CF3804DD3"/>
    <w:rsid w:val="003275AB"/>
  </w:style>
  <w:style w:type="paragraph" w:customStyle="1" w:styleId="4D8DC5C49C904B24BD6286B2C7306B16">
    <w:name w:val="4D8DC5C49C904B24BD6286B2C7306B16"/>
    <w:rsid w:val="003275AB"/>
  </w:style>
  <w:style w:type="paragraph" w:customStyle="1" w:styleId="2CF0DAC3611F40BCA7054A7CFCAF9B41">
    <w:name w:val="2CF0DAC3611F40BCA7054A7CFCAF9B41"/>
    <w:rsid w:val="003275AB"/>
  </w:style>
  <w:style w:type="paragraph" w:customStyle="1" w:styleId="477E7E7F686041FEB964478062517687">
    <w:name w:val="477E7E7F686041FEB964478062517687"/>
    <w:rsid w:val="003275AB"/>
  </w:style>
  <w:style w:type="paragraph" w:customStyle="1" w:styleId="517AFF57F8454153AF19426835A6B2E7">
    <w:name w:val="517AFF57F8454153AF19426835A6B2E7"/>
    <w:rsid w:val="003275AB"/>
  </w:style>
  <w:style w:type="paragraph" w:customStyle="1" w:styleId="00B7E2B7E5874FE590615EE5B6F7BB90">
    <w:name w:val="00B7E2B7E5874FE590615EE5B6F7BB90"/>
    <w:rsid w:val="003275AB"/>
  </w:style>
  <w:style w:type="paragraph" w:customStyle="1" w:styleId="7879351A22BE4FCB899EF07A6E48EBF8">
    <w:name w:val="7879351A22BE4FCB899EF07A6E48EBF8"/>
    <w:rsid w:val="003275AB"/>
  </w:style>
  <w:style w:type="paragraph" w:customStyle="1" w:styleId="AA7AAAC1D0F941AAAF9D3F76AB1DEAC3">
    <w:name w:val="AA7AAAC1D0F941AAAF9D3F76AB1DEAC3"/>
    <w:rsid w:val="003275AB"/>
  </w:style>
  <w:style w:type="paragraph" w:customStyle="1" w:styleId="2110D365BA9349F78DA10DF819D3F920">
    <w:name w:val="2110D365BA9349F78DA10DF819D3F920"/>
    <w:rsid w:val="003275AB"/>
  </w:style>
  <w:style w:type="paragraph" w:customStyle="1" w:styleId="43EB48CF53EB467896CC6E9F5A6A753D">
    <w:name w:val="43EB48CF53EB467896CC6E9F5A6A753D"/>
    <w:rsid w:val="003275AB"/>
  </w:style>
  <w:style w:type="paragraph" w:customStyle="1" w:styleId="C61C945C3D50465FA2402456153532D6">
    <w:name w:val="C61C945C3D50465FA2402456153532D6"/>
    <w:rsid w:val="003275AB"/>
  </w:style>
  <w:style w:type="paragraph" w:customStyle="1" w:styleId="4A39D077837A42348E533445968CBC61">
    <w:name w:val="4A39D077837A42348E533445968CBC61"/>
    <w:rsid w:val="003275AB"/>
  </w:style>
  <w:style w:type="paragraph" w:customStyle="1" w:styleId="BE9B3A5D139C475C8B84F3AC848DE5C3">
    <w:name w:val="BE9B3A5D139C475C8B84F3AC848DE5C3"/>
    <w:rsid w:val="003275AB"/>
  </w:style>
  <w:style w:type="paragraph" w:customStyle="1" w:styleId="5EEBEDC0FA9E4D89BE4D5173069EFDDC">
    <w:name w:val="5EEBEDC0FA9E4D89BE4D5173069EFDDC"/>
    <w:rsid w:val="003275AB"/>
  </w:style>
  <w:style w:type="paragraph" w:customStyle="1" w:styleId="94AE7AFAF33249C79A179CA9C6DA13BE">
    <w:name w:val="94AE7AFAF33249C79A179CA9C6DA13BE"/>
    <w:rsid w:val="003275AB"/>
  </w:style>
  <w:style w:type="paragraph" w:customStyle="1" w:styleId="08ED351375D44985A94D2DF72A6213A6">
    <w:name w:val="08ED351375D44985A94D2DF72A6213A6"/>
    <w:rsid w:val="00441039"/>
  </w:style>
  <w:style w:type="paragraph" w:customStyle="1" w:styleId="4EE07DA2E47C46E981E4C1B85DFCFE1F">
    <w:name w:val="4EE07DA2E47C46E981E4C1B85DFCFE1F"/>
    <w:rsid w:val="00464AC4"/>
  </w:style>
  <w:style w:type="paragraph" w:customStyle="1" w:styleId="966A8AA8695846A7A024C788EDED1DA4">
    <w:name w:val="966A8AA8695846A7A024C788EDED1DA4"/>
    <w:rsid w:val="00464AC4"/>
  </w:style>
  <w:style w:type="paragraph" w:customStyle="1" w:styleId="84060A8159384F0A93FEEFBD8DAB2D8F">
    <w:name w:val="84060A8159384F0A93FEEFBD8DAB2D8F"/>
    <w:rsid w:val="00A26C9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1142"/>
    <w:rPr>
      <w:color w:val="808080"/>
    </w:rPr>
  </w:style>
  <w:style w:type="paragraph" w:customStyle="1" w:styleId="3574D78CB1AA49B6A4C7087C854B0DB5">
    <w:name w:val="3574D78CB1AA49B6A4C7087C854B0DB5"/>
    <w:rsid w:val="00655FFC"/>
  </w:style>
  <w:style w:type="paragraph" w:customStyle="1" w:styleId="F0C99E59BC0244B5AAB38195658FE169">
    <w:name w:val="F0C99E59BC0244B5AAB38195658FE169"/>
    <w:rsid w:val="00655FFC"/>
  </w:style>
  <w:style w:type="paragraph" w:customStyle="1" w:styleId="767B8FE0CD8A4FF5B1F0855EB2C66B0C">
    <w:name w:val="767B8FE0CD8A4FF5B1F0855EB2C66B0C"/>
    <w:rsid w:val="00655FFC"/>
  </w:style>
  <w:style w:type="paragraph" w:customStyle="1" w:styleId="B858E4911EBD4ACCB6FD071DC0B85534">
    <w:name w:val="B858E4911EBD4ACCB6FD071DC0B85534"/>
    <w:rsid w:val="00655FFC"/>
  </w:style>
  <w:style w:type="paragraph" w:customStyle="1" w:styleId="CA4B6431C12240A9915F720DF170244F">
    <w:name w:val="CA4B6431C12240A9915F720DF170244F"/>
    <w:rsid w:val="00655FFC"/>
  </w:style>
  <w:style w:type="paragraph" w:customStyle="1" w:styleId="4DBB9A8C33C8435289F9D5C7404645D9">
    <w:name w:val="4DBB9A8C33C8435289F9D5C7404645D9"/>
    <w:rsid w:val="00FC3DDF"/>
  </w:style>
  <w:style w:type="paragraph" w:customStyle="1" w:styleId="A39C5675D66644E68B6350FBE1937BDB">
    <w:name w:val="A39C5675D66644E68B6350FBE1937BDB"/>
    <w:rsid w:val="00FC3DDF"/>
  </w:style>
  <w:style w:type="paragraph" w:customStyle="1" w:styleId="EA773DDAB3A845BCB6A5B8952C91BD3F">
    <w:name w:val="EA773DDAB3A845BCB6A5B8952C91BD3F"/>
    <w:rsid w:val="00FC3DDF"/>
  </w:style>
  <w:style w:type="paragraph" w:customStyle="1" w:styleId="4B259751BB2A467C8C2530DFF9B32A16">
    <w:name w:val="4B259751BB2A467C8C2530DFF9B32A16"/>
    <w:rsid w:val="00FC3DDF"/>
  </w:style>
  <w:style w:type="paragraph" w:customStyle="1" w:styleId="5761CFA1D6D04351BF9BC00E38F7F116">
    <w:name w:val="5761CFA1D6D04351BF9BC00E38F7F116"/>
    <w:rsid w:val="00FC3DDF"/>
  </w:style>
  <w:style w:type="paragraph" w:customStyle="1" w:styleId="9014090628834FD4A847378E828AAC44">
    <w:name w:val="9014090628834FD4A847378E828AAC44"/>
    <w:rsid w:val="00FC3DDF"/>
  </w:style>
  <w:style w:type="paragraph" w:customStyle="1" w:styleId="2D4BD231FB82456DA4B72B04E863EDC8">
    <w:name w:val="2D4BD231FB82456DA4B72B04E863EDC8"/>
    <w:rsid w:val="00FC3DDF"/>
  </w:style>
  <w:style w:type="paragraph" w:customStyle="1" w:styleId="C3AAD948CC2246F9B9FC5B14858D622C">
    <w:name w:val="C3AAD948CC2246F9B9FC5B14858D622C"/>
    <w:rsid w:val="00FC3DDF"/>
  </w:style>
  <w:style w:type="paragraph" w:customStyle="1" w:styleId="C87A14D3A5B2468C9A5613F5809D829D">
    <w:name w:val="C87A14D3A5B2468C9A5613F5809D829D"/>
    <w:rsid w:val="00FC3DDF"/>
  </w:style>
  <w:style w:type="paragraph" w:customStyle="1" w:styleId="9D18A07C11434DCBAEC116F621C13290">
    <w:name w:val="9D18A07C11434DCBAEC116F621C13290"/>
    <w:rsid w:val="00FC3DDF"/>
  </w:style>
  <w:style w:type="paragraph" w:customStyle="1" w:styleId="D32399C629A74E7D85A233607E48E40D">
    <w:name w:val="D32399C629A74E7D85A233607E48E40D"/>
    <w:rsid w:val="00FC3DDF"/>
  </w:style>
  <w:style w:type="paragraph" w:customStyle="1" w:styleId="E6F9A48BBB1F4CE691E4465BBBA63E1B">
    <w:name w:val="E6F9A48BBB1F4CE691E4465BBBA63E1B"/>
    <w:rsid w:val="00FC3DDF"/>
  </w:style>
  <w:style w:type="paragraph" w:customStyle="1" w:styleId="7824C313FFC04D54B20EBB89EAB898AE">
    <w:name w:val="7824C313FFC04D54B20EBB89EAB898AE"/>
    <w:rsid w:val="00FC3DDF"/>
  </w:style>
  <w:style w:type="paragraph" w:customStyle="1" w:styleId="D889D88A21474B9E82FFA2AA2475D6D4">
    <w:name w:val="D889D88A21474B9E82FFA2AA2475D6D4"/>
    <w:rsid w:val="00FC3DDF"/>
  </w:style>
  <w:style w:type="paragraph" w:customStyle="1" w:styleId="EEAF14912D4E4CDBB15AF7C51CDF0D70">
    <w:name w:val="EEAF14912D4E4CDBB15AF7C51CDF0D70"/>
    <w:rsid w:val="00FC3DDF"/>
  </w:style>
  <w:style w:type="paragraph" w:customStyle="1" w:styleId="E7E6E57F77CB4F659D07F35D3F6951E8">
    <w:name w:val="E7E6E57F77CB4F659D07F35D3F6951E8"/>
    <w:rsid w:val="00FC3DDF"/>
  </w:style>
  <w:style w:type="paragraph" w:customStyle="1" w:styleId="CD92C8121892401796E197FB7F219243">
    <w:name w:val="CD92C8121892401796E197FB7F219243"/>
    <w:rsid w:val="00FC3DDF"/>
  </w:style>
  <w:style w:type="paragraph" w:customStyle="1" w:styleId="3EFB9A1831504E99802136E4A5194449">
    <w:name w:val="3EFB9A1831504E99802136E4A5194449"/>
    <w:rsid w:val="00FC3DDF"/>
  </w:style>
  <w:style w:type="paragraph" w:customStyle="1" w:styleId="972075548C9048DDA0BD183CB6AB5783">
    <w:name w:val="972075548C9048DDA0BD183CB6AB5783"/>
    <w:rsid w:val="00FC3DDF"/>
  </w:style>
  <w:style w:type="paragraph" w:customStyle="1" w:styleId="6C750EC9F67747E3804C95E34A8AB065">
    <w:name w:val="6C750EC9F67747E3804C95E34A8AB065"/>
    <w:rsid w:val="00FC3DDF"/>
  </w:style>
  <w:style w:type="paragraph" w:customStyle="1" w:styleId="4D3276B2A7B04875817B1A441A1CD3A9">
    <w:name w:val="4D3276B2A7B04875817B1A441A1CD3A9"/>
    <w:rsid w:val="00FC3DDF"/>
  </w:style>
  <w:style w:type="paragraph" w:customStyle="1" w:styleId="47A2BF99E8464D43BF6DB42F070150E4">
    <w:name w:val="47A2BF99E8464D43BF6DB42F070150E4"/>
    <w:rsid w:val="00FC3DDF"/>
  </w:style>
  <w:style w:type="paragraph" w:customStyle="1" w:styleId="C05FCBBC0BE342F0A2CDFCAB0DF2B456">
    <w:name w:val="C05FCBBC0BE342F0A2CDFCAB0DF2B456"/>
    <w:rsid w:val="00DD7084"/>
  </w:style>
  <w:style w:type="paragraph" w:customStyle="1" w:styleId="43589289F184409589A97FDB3F6A998C">
    <w:name w:val="43589289F184409589A97FDB3F6A998C"/>
    <w:rsid w:val="00DD7084"/>
  </w:style>
  <w:style w:type="paragraph" w:customStyle="1" w:styleId="0937A7975BDB4757B66C022662818B70">
    <w:name w:val="0937A7975BDB4757B66C022662818B70"/>
    <w:rsid w:val="00DD7084"/>
  </w:style>
  <w:style w:type="paragraph" w:customStyle="1" w:styleId="3D804EAA4EF14A429FE92055EA1B673C">
    <w:name w:val="3D804EAA4EF14A429FE92055EA1B673C"/>
    <w:rsid w:val="006141F1"/>
  </w:style>
  <w:style w:type="paragraph" w:customStyle="1" w:styleId="F4DCEE85A4BB4A00B33FAEA89A1B09F0">
    <w:name w:val="F4DCEE85A4BB4A00B33FAEA89A1B09F0"/>
    <w:rsid w:val="006141F1"/>
  </w:style>
  <w:style w:type="paragraph" w:customStyle="1" w:styleId="589F40F529A24CC4B2A55B0289816A20">
    <w:name w:val="589F40F529A24CC4B2A55B0289816A20"/>
    <w:rsid w:val="006141F1"/>
  </w:style>
  <w:style w:type="paragraph" w:customStyle="1" w:styleId="68D1FBED2C4A4BF1BE066DE517AE5B82">
    <w:name w:val="68D1FBED2C4A4BF1BE066DE517AE5B82"/>
    <w:rsid w:val="006141F1"/>
  </w:style>
  <w:style w:type="paragraph" w:customStyle="1" w:styleId="25320E09A9D84414A98408CE40FE0958">
    <w:name w:val="25320E09A9D84414A98408CE40FE0958"/>
    <w:rsid w:val="006C0B69"/>
  </w:style>
  <w:style w:type="paragraph" w:customStyle="1" w:styleId="D35A6B6138A84A2F9F8BAED802A294A7">
    <w:name w:val="D35A6B6138A84A2F9F8BAED802A294A7"/>
    <w:rsid w:val="006C0B69"/>
  </w:style>
  <w:style w:type="paragraph" w:customStyle="1" w:styleId="6D927A5B701B413DB7BC41CDC7715CEF">
    <w:name w:val="6D927A5B701B413DB7BC41CDC7715CEF"/>
    <w:rsid w:val="006C0B69"/>
  </w:style>
  <w:style w:type="paragraph" w:customStyle="1" w:styleId="D20C58CB83C646928CE290BD5B081157">
    <w:name w:val="D20C58CB83C646928CE290BD5B081157"/>
    <w:rsid w:val="00203075"/>
  </w:style>
  <w:style w:type="paragraph" w:customStyle="1" w:styleId="FB8EF83C85894D3B8052BD1F0939581C">
    <w:name w:val="FB8EF83C85894D3B8052BD1F0939581C"/>
    <w:rsid w:val="00203075"/>
  </w:style>
  <w:style w:type="paragraph" w:customStyle="1" w:styleId="DD75B8D2786D40609D6261CCD7C0AF83">
    <w:name w:val="DD75B8D2786D40609D6261CCD7C0AF83"/>
    <w:rsid w:val="00203075"/>
  </w:style>
  <w:style w:type="paragraph" w:customStyle="1" w:styleId="805DDADE9CC345C189AC538660CCFD0E">
    <w:name w:val="805DDADE9CC345C189AC538660CCFD0E"/>
    <w:rsid w:val="00412093"/>
  </w:style>
  <w:style w:type="paragraph" w:customStyle="1" w:styleId="4030299673614D85AF550C044FCD777B">
    <w:name w:val="4030299673614D85AF550C044FCD777B"/>
    <w:rsid w:val="00412093"/>
  </w:style>
  <w:style w:type="paragraph" w:customStyle="1" w:styleId="611E99FB524D45DAA804301616E391F1">
    <w:name w:val="611E99FB524D45DAA804301616E391F1"/>
    <w:rsid w:val="00412093"/>
  </w:style>
  <w:style w:type="paragraph" w:customStyle="1" w:styleId="93C4F13069BB4E21BA146EBAC863449D">
    <w:name w:val="93C4F13069BB4E21BA146EBAC863449D"/>
    <w:rsid w:val="00412093"/>
  </w:style>
  <w:style w:type="paragraph" w:customStyle="1" w:styleId="13E7F76262FD4767BD2559CBCCDCA93C">
    <w:name w:val="13E7F76262FD4767BD2559CBCCDCA93C"/>
    <w:rsid w:val="0036040C"/>
  </w:style>
  <w:style w:type="paragraph" w:customStyle="1" w:styleId="473D20B06644417BB35275334EE71837">
    <w:name w:val="473D20B06644417BB35275334EE71837"/>
    <w:rsid w:val="0036040C"/>
  </w:style>
  <w:style w:type="paragraph" w:customStyle="1" w:styleId="F78778CC65EE4362BA18DA4FD47E4887">
    <w:name w:val="F78778CC65EE4362BA18DA4FD47E4887"/>
    <w:rsid w:val="0036040C"/>
  </w:style>
  <w:style w:type="paragraph" w:customStyle="1" w:styleId="830C9340EB1F4F7FBAB3918E12E93B48">
    <w:name w:val="830C9340EB1F4F7FBAB3918E12E93B48"/>
    <w:rsid w:val="0036040C"/>
  </w:style>
  <w:style w:type="paragraph" w:customStyle="1" w:styleId="4103BCED01694A8682345559D3D29509">
    <w:name w:val="4103BCED01694A8682345559D3D29509"/>
    <w:rsid w:val="0036040C"/>
  </w:style>
  <w:style w:type="paragraph" w:customStyle="1" w:styleId="1F18325BA8A4464D92A7403A01C71597">
    <w:name w:val="1F18325BA8A4464D92A7403A01C71597"/>
    <w:rsid w:val="0036040C"/>
  </w:style>
  <w:style w:type="paragraph" w:customStyle="1" w:styleId="213834471D53498C871FC76E0919AC44">
    <w:name w:val="213834471D53498C871FC76E0919AC44"/>
    <w:rsid w:val="0036040C"/>
  </w:style>
  <w:style w:type="paragraph" w:customStyle="1" w:styleId="6E919E5EFE7E45B6AC4E4D02D63528AF">
    <w:name w:val="6E919E5EFE7E45B6AC4E4D02D63528AF"/>
    <w:rsid w:val="0036040C"/>
  </w:style>
  <w:style w:type="paragraph" w:customStyle="1" w:styleId="ABD53FB30BC549BFA7B4B402457FA999">
    <w:name w:val="ABD53FB30BC549BFA7B4B402457FA999"/>
    <w:rsid w:val="0036040C"/>
  </w:style>
  <w:style w:type="paragraph" w:customStyle="1" w:styleId="A6387E5838124D8AA2FB2C1F3B6BD517">
    <w:name w:val="A6387E5838124D8AA2FB2C1F3B6BD517"/>
    <w:rsid w:val="0036040C"/>
  </w:style>
  <w:style w:type="paragraph" w:customStyle="1" w:styleId="57399AB4A8054FA7BB448CB7E908A4AB">
    <w:name w:val="57399AB4A8054FA7BB448CB7E908A4AB"/>
    <w:rsid w:val="0036040C"/>
  </w:style>
  <w:style w:type="paragraph" w:customStyle="1" w:styleId="C8BF8B4916F247ED91A3E6B2F2B884C7">
    <w:name w:val="C8BF8B4916F247ED91A3E6B2F2B884C7"/>
    <w:rsid w:val="0036040C"/>
  </w:style>
  <w:style w:type="paragraph" w:customStyle="1" w:styleId="1EEAE49F7F8A4136BB1D3594B3899142">
    <w:name w:val="1EEAE49F7F8A4136BB1D3594B3899142"/>
    <w:rsid w:val="000E7419"/>
  </w:style>
  <w:style w:type="paragraph" w:customStyle="1" w:styleId="A2BE8EB90BFC47DF927433C478C475E7">
    <w:name w:val="A2BE8EB90BFC47DF927433C478C475E7"/>
    <w:rsid w:val="000E7419"/>
  </w:style>
  <w:style w:type="paragraph" w:customStyle="1" w:styleId="6629472997344BE1AE9EAF64F6204942">
    <w:name w:val="6629472997344BE1AE9EAF64F6204942"/>
    <w:rsid w:val="000E7419"/>
  </w:style>
  <w:style w:type="paragraph" w:customStyle="1" w:styleId="9166FBAD947E408096FC401C1CD59D80">
    <w:name w:val="9166FBAD947E408096FC401C1CD59D80"/>
    <w:rsid w:val="000E7419"/>
  </w:style>
  <w:style w:type="paragraph" w:customStyle="1" w:styleId="16B9CA5D1D0745B98C6DA058D5605455">
    <w:name w:val="16B9CA5D1D0745B98C6DA058D5605455"/>
    <w:rsid w:val="000E7419"/>
  </w:style>
  <w:style w:type="paragraph" w:customStyle="1" w:styleId="82A7E2F4AEEA4C0594D5049FBF435BF5">
    <w:name w:val="82A7E2F4AEEA4C0594D5049FBF435BF5"/>
    <w:rsid w:val="000E7419"/>
  </w:style>
  <w:style w:type="paragraph" w:customStyle="1" w:styleId="3AC9E85842184F739DD9D6BEBF84CAC6">
    <w:name w:val="3AC9E85842184F739DD9D6BEBF84CAC6"/>
    <w:rsid w:val="000E7419"/>
  </w:style>
  <w:style w:type="paragraph" w:customStyle="1" w:styleId="C8289E465FB54AF9948C567EC0DB8A6A">
    <w:name w:val="C8289E465FB54AF9948C567EC0DB8A6A"/>
    <w:rsid w:val="000E7419"/>
  </w:style>
  <w:style w:type="paragraph" w:customStyle="1" w:styleId="5652584A0C4E4AC8BA99E2606EB6AB21">
    <w:name w:val="5652584A0C4E4AC8BA99E2606EB6AB21"/>
    <w:rsid w:val="000E7419"/>
  </w:style>
  <w:style w:type="paragraph" w:customStyle="1" w:styleId="3EE1FCCC0BDD4078A9AB14AB5C380B69">
    <w:name w:val="3EE1FCCC0BDD4078A9AB14AB5C380B69"/>
    <w:rsid w:val="000E7419"/>
  </w:style>
  <w:style w:type="paragraph" w:customStyle="1" w:styleId="621836C13AA949398C1C923C3EA68248">
    <w:name w:val="621836C13AA949398C1C923C3EA68248"/>
    <w:rsid w:val="000E7419"/>
  </w:style>
  <w:style w:type="paragraph" w:customStyle="1" w:styleId="01D7D8F600074E9FAD2B5D5E834D55DB">
    <w:name w:val="01D7D8F600074E9FAD2B5D5E834D55DB"/>
    <w:rsid w:val="00BD6EB8"/>
  </w:style>
  <w:style w:type="paragraph" w:customStyle="1" w:styleId="8B577B4D77104E13AB7E229AA47B11EB">
    <w:name w:val="8B577B4D77104E13AB7E229AA47B11EB"/>
    <w:rsid w:val="00BD6EB8"/>
  </w:style>
  <w:style w:type="paragraph" w:customStyle="1" w:styleId="6B78A29A18FF428AA5E2C1501D15EEEF">
    <w:name w:val="6B78A29A18FF428AA5E2C1501D15EEEF"/>
    <w:rsid w:val="00BD6EB8"/>
  </w:style>
  <w:style w:type="paragraph" w:customStyle="1" w:styleId="6FA44B93DC4E46E3A7BFB8D81F58FCB9">
    <w:name w:val="6FA44B93DC4E46E3A7BFB8D81F58FCB9"/>
    <w:rsid w:val="00BD6EB8"/>
  </w:style>
  <w:style w:type="paragraph" w:customStyle="1" w:styleId="9580CFB7979047F2B58FA916ACB2AC42">
    <w:name w:val="9580CFB7979047F2B58FA916ACB2AC42"/>
    <w:rsid w:val="00BD6EB8"/>
  </w:style>
  <w:style w:type="paragraph" w:customStyle="1" w:styleId="1D85EB9911BC42C1B387BC26000C89D0">
    <w:name w:val="1D85EB9911BC42C1B387BC26000C89D0"/>
    <w:rsid w:val="00BD6EB8"/>
  </w:style>
  <w:style w:type="paragraph" w:customStyle="1" w:styleId="B1CD419F44484701A7CC8FBCE6B01ACD">
    <w:name w:val="B1CD419F44484701A7CC8FBCE6B01ACD"/>
    <w:rsid w:val="00BD6EB8"/>
  </w:style>
  <w:style w:type="paragraph" w:customStyle="1" w:styleId="661468BDFA454AD6BF60FF6CFD58AF4F">
    <w:name w:val="661468BDFA454AD6BF60FF6CFD58AF4F"/>
    <w:rsid w:val="007B7B05"/>
  </w:style>
  <w:style w:type="paragraph" w:customStyle="1" w:styleId="7AA131C2F2AD428DA5831E4328B93E0F">
    <w:name w:val="7AA131C2F2AD428DA5831E4328B93E0F"/>
    <w:rsid w:val="003275AB"/>
  </w:style>
  <w:style w:type="paragraph" w:customStyle="1" w:styleId="911657D575C446D5BA929FD840773436">
    <w:name w:val="911657D575C446D5BA929FD840773436"/>
    <w:rsid w:val="003275AB"/>
  </w:style>
  <w:style w:type="paragraph" w:customStyle="1" w:styleId="4921EB7B00A94D08A41738858A2D67F1">
    <w:name w:val="4921EB7B00A94D08A41738858A2D67F1"/>
    <w:rsid w:val="003275AB"/>
  </w:style>
  <w:style w:type="paragraph" w:customStyle="1" w:styleId="12C5B94197044842BCD8CB3C60CEF3AF">
    <w:name w:val="12C5B94197044842BCD8CB3C60CEF3AF"/>
    <w:rsid w:val="003275AB"/>
  </w:style>
  <w:style w:type="paragraph" w:customStyle="1" w:styleId="E2A2D3E7284C4BBD92617593AC21B380">
    <w:name w:val="E2A2D3E7284C4BBD92617593AC21B380"/>
    <w:rsid w:val="003275AB"/>
  </w:style>
  <w:style w:type="paragraph" w:customStyle="1" w:styleId="257D11FD5652435FA486F3CA11BC1551">
    <w:name w:val="257D11FD5652435FA486F3CA11BC1551"/>
    <w:rsid w:val="003275AB"/>
  </w:style>
  <w:style w:type="paragraph" w:customStyle="1" w:styleId="D42C3EE20CF54A06B6EAA836C09C65F2">
    <w:name w:val="D42C3EE20CF54A06B6EAA836C09C65F2"/>
    <w:rsid w:val="003275AB"/>
  </w:style>
  <w:style w:type="paragraph" w:customStyle="1" w:styleId="EADB9C2A14A04506BD93DB245056E757">
    <w:name w:val="EADB9C2A14A04506BD93DB245056E757"/>
    <w:rsid w:val="003275AB"/>
  </w:style>
  <w:style w:type="paragraph" w:customStyle="1" w:styleId="9F7CB48CA362493FB1CAC3BE37EEF56A">
    <w:name w:val="9F7CB48CA362493FB1CAC3BE37EEF56A"/>
    <w:rsid w:val="003275AB"/>
  </w:style>
  <w:style w:type="paragraph" w:customStyle="1" w:styleId="53F7E8B27F9E4BD6BAD2DA37A863F17E">
    <w:name w:val="53F7E8B27F9E4BD6BAD2DA37A863F17E"/>
    <w:rsid w:val="003275AB"/>
  </w:style>
  <w:style w:type="paragraph" w:customStyle="1" w:styleId="AA7827AF52C24D26BA200FE2B07AD3E1">
    <w:name w:val="AA7827AF52C24D26BA200FE2B07AD3E1"/>
    <w:rsid w:val="003275AB"/>
  </w:style>
  <w:style w:type="paragraph" w:customStyle="1" w:styleId="B005793D4A2F4F5886969BAFD4641743">
    <w:name w:val="B005793D4A2F4F5886969BAFD4641743"/>
    <w:rsid w:val="003275AB"/>
  </w:style>
  <w:style w:type="paragraph" w:customStyle="1" w:styleId="A5557CFA54F64A77BB651D5729861125">
    <w:name w:val="A5557CFA54F64A77BB651D5729861125"/>
    <w:rsid w:val="003275AB"/>
  </w:style>
  <w:style w:type="paragraph" w:customStyle="1" w:styleId="F9F99437395449C3970A5055FB6A1669">
    <w:name w:val="F9F99437395449C3970A5055FB6A1669"/>
    <w:rsid w:val="003275AB"/>
  </w:style>
  <w:style w:type="paragraph" w:customStyle="1" w:styleId="54C5F62922E34F91B823FC7BF4AB9F91">
    <w:name w:val="54C5F62922E34F91B823FC7BF4AB9F91"/>
    <w:rsid w:val="003275AB"/>
  </w:style>
  <w:style w:type="paragraph" w:customStyle="1" w:styleId="25FE37D540664E3CAF77F888E9956957">
    <w:name w:val="25FE37D540664E3CAF77F888E9956957"/>
    <w:rsid w:val="003275AB"/>
  </w:style>
  <w:style w:type="paragraph" w:customStyle="1" w:styleId="2700C541118F46FDAE9C7363C29D5E83">
    <w:name w:val="2700C541118F46FDAE9C7363C29D5E83"/>
    <w:rsid w:val="003275AB"/>
  </w:style>
  <w:style w:type="paragraph" w:customStyle="1" w:styleId="99DF5707D8C444D382B25797755FB18E">
    <w:name w:val="99DF5707D8C444D382B25797755FB18E"/>
    <w:rsid w:val="003275AB"/>
  </w:style>
  <w:style w:type="paragraph" w:customStyle="1" w:styleId="62F95312B55B41069ECAE25CF3804DD3">
    <w:name w:val="62F95312B55B41069ECAE25CF3804DD3"/>
    <w:rsid w:val="003275AB"/>
  </w:style>
  <w:style w:type="paragraph" w:customStyle="1" w:styleId="4D8DC5C49C904B24BD6286B2C7306B16">
    <w:name w:val="4D8DC5C49C904B24BD6286B2C7306B16"/>
    <w:rsid w:val="003275AB"/>
  </w:style>
  <w:style w:type="paragraph" w:customStyle="1" w:styleId="2CF0DAC3611F40BCA7054A7CFCAF9B41">
    <w:name w:val="2CF0DAC3611F40BCA7054A7CFCAF9B41"/>
    <w:rsid w:val="003275AB"/>
  </w:style>
  <w:style w:type="paragraph" w:customStyle="1" w:styleId="477E7E7F686041FEB964478062517687">
    <w:name w:val="477E7E7F686041FEB964478062517687"/>
    <w:rsid w:val="003275AB"/>
  </w:style>
  <w:style w:type="paragraph" w:customStyle="1" w:styleId="517AFF57F8454153AF19426835A6B2E7">
    <w:name w:val="517AFF57F8454153AF19426835A6B2E7"/>
    <w:rsid w:val="003275AB"/>
  </w:style>
  <w:style w:type="paragraph" w:customStyle="1" w:styleId="00B7E2B7E5874FE590615EE5B6F7BB90">
    <w:name w:val="00B7E2B7E5874FE590615EE5B6F7BB90"/>
    <w:rsid w:val="003275AB"/>
  </w:style>
  <w:style w:type="paragraph" w:customStyle="1" w:styleId="7879351A22BE4FCB899EF07A6E48EBF8">
    <w:name w:val="7879351A22BE4FCB899EF07A6E48EBF8"/>
    <w:rsid w:val="003275AB"/>
  </w:style>
  <w:style w:type="paragraph" w:customStyle="1" w:styleId="AA7AAAC1D0F941AAAF9D3F76AB1DEAC3">
    <w:name w:val="AA7AAAC1D0F941AAAF9D3F76AB1DEAC3"/>
    <w:rsid w:val="003275AB"/>
  </w:style>
  <w:style w:type="paragraph" w:customStyle="1" w:styleId="2110D365BA9349F78DA10DF819D3F920">
    <w:name w:val="2110D365BA9349F78DA10DF819D3F920"/>
    <w:rsid w:val="003275AB"/>
  </w:style>
  <w:style w:type="paragraph" w:customStyle="1" w:styleId="43EB48CF53EB467896CC6E9F5A6A753D">
    <w:name w:val="43EB48CF53EB467896CC6E9F5A6A753D"/>
    <w:rsid w:val="003275AB"/>
  </w:style>
  <w:style w:type="paragraph" w:customStyle="1" w:styleId="C61C945C3D50465FA2402456153532D6">
    <w:name w:val="C61C945C3D50465FA2402456153532D6"/>
    <w:rsid w:val="003275AB"/>
  </w:style>
  <w:style w:type="paragraph" w:customStyle="1" w:styleId="4A39D077837A42348E533445968CBC61">
    <w:name w:val="4A39D077837A42348E533445968CBC61"/>
    <w:rsid w:val="003275AB"/>
  </w:style>
  <w:style w:type="paragraph" w:customStyle="1" w:styleId="BE9B3A5D139C475C8B84F3AC848DE5C3">
    <w:name w:val="BE9B3A5D139C475C8B84F3AC848DE5C3"/>
    <w:rsid w:val="003275AB"/>
  </w:style>
  <w:style w:type="paragraph" w:customStyle="1" w:styleId="5EEBEDC0FA9E4D89BE4D5173069EFDDC">
    <w:name w:val="5EEBEDC0FA9E4D89BE4D5173069EFDDC"/>
    <w:rsid w:val="003275AB"/>
  </w:style>
  <w:style w:type="paragraph" w:customStyle="1" w:styleId="94AE7AFAF33249C79A179CA9C6DA13BE">
    <w:name w:val="94AE7AFAF33249C79A179CA9C6DA13BE"/>
    <w:rsid w:val="003275AB"/>
  </w:style>
  <w:style w:type="paragraph" w:customStyle="1" w:styleId="08ED351375D44985A94D2DF72A6213A6">
    <w:name w:val="08ED351375D44985A94D2DF72A6213A6"/>
    <w:rsid w:val="00441039"/>
  </w:style>
  <w:style w:type="paragraph" w:customStyle="1" w:styleId="4EE07DA2E47C46E981E4C1B85DFCFE1F">
    <w:name w:val="4EE07DA2E47C46E981E4C1B85DFCFE1F"/>
    <w:rsid w:val="00464AC4"/>
  </w:style>
  <w:style w:type="paragraph" w:customStyle="1" w:styleId="966A8AA8695846A7A024C788EDED1DA4">
    <w:name w:val="966A8AA8695846A7A024C788EDED1DA4"/>
    <w:rsid w:val="00464AC4"/>
  </w:style>
  <w:style w:type="paragraph" w:customStyle="1" w:styleId="84060A8159384F0A93FEEFBD8DAB2D8F">
    <w:name w:val="84060A8159384F0A93FEEFBD8DAB2D8F"/>
    <w:rsid w:val="00A26C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Software Documentation" ma:contentTypeID="0x010100EBF5A323BDC6B34CA36DE65A1CC1A531092600FE995F5527C8994CA534BF8979C2887B" ma:contentTypeVersion="19" ma:contentTypeDescription="End user documentation including install guide, admin guide, user guide, developer guide, release notes, readme files, and other notes intended to help users use a particular product. " ma:contentTypeScope="" ma:versionID="3764b42c3d3447b6f9042abe553b7470">
  <xsd:schema xmlns:xsd="http://www.w3.org/2001/XMLSchema" xmlns:xs="http://www.w3.org/2001/XMLSchema" xmlns:p="http://schemas.microsoft.com/office/2006/metadata/properties" xmlns:ns1="http://schemas.microsoft.com/sharepoint/v3" xmlns:ns3="123014a7-a100-4d54-b927-1560aa753183" xmlns:ns4="1a9aceae-bc06-48ed-8bbf-c3deb125c9b6" targetNamespace="http://schemas.microsoft.com/office/2006/metadata/properties" ma:root="true" ma:fieldsID="290680ef14fc42ad4b7036ab93c644f6" ns1:_="" ns3:_="" ns4:_="">
    <xsd:import namespace="http://schemas.microsoft.com/sharepoint/v3"/>
    <xsd:import namespace="123014a7-a100-4d54-b927-1560aa753183"/>
    <xsd:import namespace="1a9aceae-bc06-48ed-8bbf-c3deb125c9b6"/>
    <xsd:element name="properties">
      <xsd:complexType>
        <xsd:sequence>
          <xsd:element name="documentManagement">
            <xsd:complexType>
              <xsd:all>
                <xsd:element ref="ns3:Software_x0020_Doc_x0020_Type" minOccurs="0"/>
                <xsd:element ref="ns3:Software_x0020_Version" minOccurs="0"/>
                <xsd:element ref="ns3:Issue_x0020_Month" minOccurs="0"/>
                <xsd:element ref="ns3:Edition" minOccurs="0"/>
                <xsd:element ref="ns3:Greentree_x0020_Project_x0020_Code" minOccurs="0"/>
                <xsd:element ref="ns3:Copyright_x0020_Year" minOccurs="0"/>
                <xsd:element ref="ns3:Security_x0020_Footer" minOccurs="0"/>
                <xsd:element ref="ns3:Release_x0020_Status" minOccurs="0"/>
                <xsd:element ref="ns1:KpiDescription" minOccurs="0"/>
                <xsd:element ref="ns3:a47f71b388294fb8a56a347e98a422c0" minOccurs="0"/>
                <xsd:element ref="ns3:_dlc_DocIdPersistId" minOccurs="0"/>
                <xsd:element ref="ns3:jc8d627da75d464c8963119b38368a17" minOccurs="0"/>
                <xsd:element ref="ns3:n5315f18a9684322b0e781af77f3fa92" minOccurs="0"/>
                <xsd:element ref="ns3:TaxCatchAll" minOccurs="0"/>
                <xsd:element ref="ns3:j7e7b800099f4ad4b7003f2a6724bc88" minOccurs="0"/>
                <xsd:element ref="ns3:TaxCatchAllLabel" minOccurs="0"/>
                <xsd:element ref="ns3:_dlc_DocId" minOccurs="0"/>
                <xsd:element ref="ns3:_dlc_DocIdUrl" minOccurs="0"/>
                <xsd:element ref="ns1:_dlc_Exempt" minOccurs="0"/>
                <xsd:element ref="ns4:DLCPolicyLabelValue" minOccurs="0"/>
                <xsd:element ref="ns4:DLCPolicyLabelClientValue" minOccurs="0"/>
                <xsd:element ref="ns4:DLCPolicyLabelLock" minOccurs="0"/>
                <xsd:element ref="ns3:Current_x0020_Version" minOccurs="0"/>
                <xsd:element ref="ns3:Issue_x0020_Date" minOccurs="0"/>
                <xsd:element ref="ns3:ISS_x0020_Author" minOccurs="0"/>
                <xsd:element ref="ns3:P2_x0020_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14" nillable="true" ma:displayName="Description" ma:description="The description provides information about the purpose of the goal." ma:internalName="KpiDescription">
      <xsd:simpleType>
        <xsd:restriction base="dms:Note">
          <xsd:maxLength value="255"/>
        </xsd:restriction>
      </xsd:simpleType>
    </xsd:element>
    <xsd:element name="_dlc_Exempt" ma:index="3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3014a7-a100-4d54-b927-1560aa753183" elementFormDefault="qualified">
    <xsd:import namespace="http://schemas.microsoft.com/office/2006/documentManagement/types"/>
    <xsd:import namespace="http://schemas.microsoft.com/office/infopath/2007/PartnerControls"/>
    <xsd:element name="Software_x0020_Doc_x0020_Type" ma:index="2" nillable="true" ma:displayName="Software Doc Type" ma:default="Installation Guide" ma:description="Type of software user documentation, e.g. admin guide, install guide etc." ma:format="Dropdown" ma:internalName="Software_x0020_Doc_x0020_Type">
      <xsd:simpleType>
        <xsd:restriction base="dms:Choice">
          <xsd:enumeration value="Administrator's Guide"/>
          <xsd:enumeration value="As Built Document"/>
          <xsd:enumeration value="Developer's Guide"/>
          <xsd:enumeration value="Configuration Guide"/>
          <xsd:enumeration value="Installation Guide"/>
          <xsd:enumeration value="Installation and Administration Guide"/>
          <xsd:enumeration value="Quick Reference Guide"/>
          <xsd:enumeration value="Release Notes"/>
          <xsd:enumeration value="User's Guide"/>
        </xsd:restriction>
      </xsd:simpleType>
    </xsd:element>
    <xsd:element name="Software_x0020_Version" ma:index="4" nillable="true" ma:displayName="Software Version" ma:description="ISS product software version, customer solution version or project work package." ma:internalName="Software_x0020_Version" ma:readOnly="false">
      <xsd:simpleType>
        <xsd:restriction base="dms:Text">
          <xsd:maxLength value="10"/>
        </xsd:restriction>
      </xsd:simpleType>
    </xsd:element>
    <xsd:element name="Issue_x0020_Month" ma:index="5" nillable="true" ma:displayName="Issue Month" ma:default="January" ma:description="The month that this document is issued." ma:format="Dropdown" ma:internalName="Issue_x0020_Month" ma:readOnly="false">
      <xsd:simpleType>
        <xsd:restriction base="dms:Choice">
          <xsd:enumeration value="January"/>
          <xsd:enumeration value="February"/>
          <xsd:enumeration value="March"/>
          <xsd:enumeration value="April"/>
          <xsd:enumeration value="May"/>
          <xsd:enumeration value="June"/>
          <xsd:enumeration value="July"/>
          <xsd:enumeration value="August"/>
          <xsd:enumeration value="September"/>
          <xsd:enumeration value="October"/>
          <xsd:enumeration value="November"/>
          <xsd:enumeration value="December"/>
        </xsd:restriction>
      </xsd:simpleType>
    </xsd:element>
    <xsd:element name="Edition" ma:index="6" nillable="true" ma:displayName="Edition" ma:default="First" ma:description="Enter the edition of this document, capitalise the first letter e.g. First" ma:format="Dropdown" ma:internalName="Edition" ma:readOnly="false">
      <xsd:simpleType>
        <xsd:restriction base="dms:Choice">
          <xsd:enumeration value="First"/>
          <xsd:enumeration value="Second"/>
          <xsd:enumeration value="Third"/>
          <xsd:enumeration value="Fourth"/>
          <xsd:enumeration value="Fifth"/>
        </xsd:restriction>
      </xsd:simpleType>
    </xsd:element>
    <xsd:element name="Greentree_x0020_Project_x0020_Code" ma:index="10" nillable="true" ma:displayName="Greentree Project Code" ma:description="The Greentree project code.  This is the code that you will see in your timesheets." ma:internalName="Greentree_x0020_Project_x0020_Code">
      <xsd:simpleType>
        <xsd:restriction base="dms:Text">
          <xsd:maxLength value="255"/>
        </xsd:restriction>
      </xsd:simpleType>
    </xsd:element>
    <xsd:element name="Copyright_x0020_Year" ma:index="11" nillable="true" ma:displayName="Copyright Year" ma:default="2014" ma:description="The year that this document is published." ma:internalName="Copyright_x0020_Year" ma:readOnly="false">
      <xsd:simpleType>
        <xsd:restriction base="dms:Text">
          <xsd:maxLength value="255"/>
        </xsd:restriction>
      </xsd:simpleType>
    </xsd:element>
    <xsd:element name="Security_x0020_Footer" ma:index="12" nillable="true" ma:displayName="Security Footer" ma:default="CONFIDENTIAL" ma:description="The ISS Security Footer for documents" ma:format="Dropdown" ma:internalName="Security_x0020_Footer" ma:readOnly="false">
      <xsd:simpleType>
        <xsd:restriction base="dms:Choice">
          <xsd:enumeration value="CONFIDENTIAL"/>
          <xsd:enumeration value="CONFIDENTIAL - INTERNAL USE ONLY"/>
        </xsd:restriction>
      </xsd:simpleType>
    </xsd:element>
    <xsd:element name="Release_x0020_Status" ma:index="13" nillable="true" ma:displayName="Release Status" ma:default="DRAFT" ma:format="Dropdown" ma:internalName="Release_x0020_Status">
      <xsd:simpleType>
        <xsd:restriction base="dms:Choice">
          <xsd:enumeration value="DRAFT"/>
          <xsd:enumeration value="."/>
        </xsd:restriction>
      </xsd:simpleType>
    </xsd:element>
    <xsd:element name="a47f71b388294fb8a56a347e98a422c0" ma:index="15" nillable="true" ma:taxonomy="true" ma:internalName="a47f71b388294fb8a56a347e98a422c0" ma:taxonomyFieldName="Industry1" ma:displayName="Industry" ma:default="" ma:fieldId="{a47f71b3-8829-4fb8-a56a-347e98a422c0}" ma:taxonomyMulti="true" ma:sspId="0725eb04-157d-4823-bc46-0b6a5db00767" ma:termSetId="decf3b18-a4b5-47cd-a9ec-ae345db02b7d" ma:anchorId="00000000-0000-0000-0000-000000000000" ma:open="false" ma:isKeyword="false">
      <xsd:complexType>
        <xsd:sequence>
          <xsd:element ref="pc:Terms" minOccurs="0" maxOccurs="1"/>
        </xsd:sequence>
      </xsd:complexType>
    </xsd:element>
    <xsd:element name="_dlc_DocIdPersistId" ma:index="16" nillable="true" ma:displayName="Persist ID" ma:description="Keep ID on add." ma:hidden="true" ma:internalName="_dlc_DocIdPersistId" ma:readOnly="true">
      <xsd:simpleType>
        <xsd:restriction base="dms:Boolean"/>
      </xsd:simpleType>
    </xsd:element>
    <xsd:element name="jc8d627da75d464c8963119b38368a17" ma:index="23" nillable="true" ma:taxonomy="true" ma:internalName="jc8d627da75d464c8963119b38368a17" ma:taxonomyFieldName="Project_x0020_Name" ma:displayName="Project Name" ma:default="" ma:fieldId="{3c8d627d-a75d-464c-8963-119b38368a17}" ma:sspId="0725eb04-157d-4823-bc46-0b6a5db00767" ma:termSetId="48951b00-edc2-4843-bbce-abd2f0681ba5" ma:anchorId="00000000-0000-0000-0000-000000000000" ma:open="false" ma:isKeyword="false">
      <xsd:complexType>
        <xsd:sequence>
          <xsd:element ref="pc:Terms" minOccurs="0" maxOccurs="1"/>
        </xsd:sequence>
      </xsd:complexType>
    </xsd:element>
    <xsd:element name="n5315f18a9684322b0e781af77f3fa92" ma:index="24" nillable="true" ma:taxonomy="true" ma:internalName="n5315f18a9684322b0e781af77f3fa92" ma:taxonomyFieldName="Customer" ma:displayName="Customer" ma:default="" ma:fieldId="{75315f18-a968-4322-b0e7-81af77f3fa92}" ma:sspId="0725eb04-157d-4823-bc46-0b6a5db00767" ma:termSetId="6c42964f-ef96-4b46-a405-965b865a6b6c" ma:anchorId="00000000-0000-0000-0000-000000000000" ma:open="false" ma:isKeyword="false">
      <xsd:complexType>
        <xsd:sequence>
          <xsd:element ref="pc:Terms" minOccurs="0" maxOccurs="1"/>
        </xsd:sequence>
      </xsd:complexType>
    </xsd:element>
    <xsd:element name="TaxCatchAll" ma:index="25" nillable="true" ma:displayName="Taxonomy Catch All Column" ma:hidden="true" ma:list="{77ecd6d8-4dae-459f-b43f-00427580141c}" ma:internalName="TaxCatchAll" ma:showField="CatchAllData" ma:web="123014a7-a100-4d54-b927-1560aa753183">
      <xsd:complexType>
        <xsd:complexContent>
          <xsd:extension base="dms:MultiChoiceLookup">
            <xsd:sequence>
              <xsd:element name="Value" type="dms:Lookup" maxOccurs="unbounded" minOccurs="0" nillable="true"/>
            </xsd:sequence>
          </xsd:extension>
        </xsd:complexContent>
      </xsd:complexType>
    </xsd:element>
    <xsd:element name="j7e7b800099f4ad4b7003f2a6724bc88" ma:index="26" nillable="true" ma:taxonomy="true" ma:internalName="j7e7b800099f4ad4b7003f2a6724bc88" ma:taxonomyFieldName="Product" ma:displayName="Product" ma:readOnly="false" ma:default="" ma:fieldId="{37e7b800-099f-4ad4-b700-3f2a6724bc88}" ma:taxonomyMulti="true" ma:sspId="0725eb04-157d-4823-bc46-0b6a5db00767" ma:termSetId="16ad99d4-21e5-4f98-8806-dc093ec8c88f" ma:anchorId="00000000-0000-0000-0000-000000000000" ma:open="false" ma:isKeyword="false">
      <xsd:complexType>
        <xsd:sequence>
          <xsd:element ref="pc:Terms" minOccurs="0" maxOccurs="1"/>
        </xsd:sequence>
      </xsd:complexType>
    </xsd:element>
    <xsd:element name="TaxCatchAllLabel" ma:index="27" nillable="true" ma:displayName="Taxonomy Catch All Column1" ma:hidden="true" ma:list="{77ecd6d8-4dae-459f-b43f-00427580141c}" ma:internalName="TaxCatchAllLabel" ma:readOnly="true" ma:showField="CatchAllDataLabel" ma:web="123014a7-a100-4d54-b927-1560aa753183">
      <xsd:complexType>
        <xsd:complexContent>
          <xsd:extension base="dms:MultiChoiceLookup">
            <xsd:sequence>
              <xsd:element name="Value" type="dms:Lookup" maxOccurs="unbounded" minOccurs="0" nillable="true"/>
            </xsd:sequence>
          </xsd:extension>
        </xsd:complexContent>
      </xsd:complexType>
    </xsd:element>
    <xsd:element name="_dlc_DocId" ma:index="29" nillable="true" ma:displayName="Document ID Value" ma:description="The value of the document ID assigned to this item." ma:internalName="_dlc_DocId" ma:readOnly="true">
      <xsd:simpleType>
        <xsd:restriction base="dms:Text"/>
      </xsd:simpleType>
    </xsd:element>
    <xsd:element name="_dlc_DocIdUrl" ma:index="3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Current_x0020_Version" ma:index="35" nillable="true" ma:displayName="Current Version" ma:description="The current version number of the file in SharePoint." ma:hidden="true" ma:internalName="Current_x0020_Version" ma:readOnly="false">
      <xsd:simpleType>
        <xsd:restriction base="dms:Text"/>
      </xsd:simpleType>
    </xsd:element>
    <xsd:element name="Issue_x0020_Date" ma:index="36" nillable="true" ma:displayName="Issue Date" ma:default="[today]" ma:description="The date this document is being issued." ma:format="DateOnly" ma:internalName="Issue_x0020_Date">
      <xsd:simpleType>
        <xsd:restriction base="dms:DateTime"/>
      </xsd:simpleType>
    </xsd:element>
    <xsd:element name="ISS_x0020_Author" ma:index="37" nillable="true" ma:displayName="ISS Author" ma:description="Use the people picker to specify the name of the ISS employee who is responsible for this document." ma:hidden="true" ma:list="UserInfo" ma:SharePointGroup="0" ma:internalName="ISS_x0020_Autho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2_x0020_Author" ma:index="38" nillable="true" ma:displayName="P2 Author" ma:description="Name of the author of this document (first name and last name)." ma:internalName="P2_x0020_Autho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9aceae-bc06-48ed-8bbf-c3deb125c9b6" elementFormDefault="qualified">
    <xsd:import namespace="http://schemas.microsoft.com/office/2006/documentManagement/types"/>
    <xsd:import namespace="http://schemas.microsoft.com/office/infopath/2007/PartnerControls"/>
    <xsd:element name="DLCPolicyLabelValue" ma:index="32"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3"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4"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index="1" ma:displayName="Title"/>
        <xsd:element ref="dc:subject" minOccurs="0" maxOccurs="1"/>
        <xsd:element ref="dc:description" minOccurs="0" maxOccurs="1"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p:Policy xmlns:p="office.server.policy" id="" local="true">
  <p:Name>Software Documentation</p:Name>
  <p:Description/>
  <p:Statement/>
  <p:PolicyItems>
    <p:PolicyItem featureId="Microsoft.Office.RecordsManagement.PolicyFeatures.PolicyLabel" staticId="0x010100EBF5A323BDC6B34CA36DE65A1CC1A531092600FE995F5527C8994CA534BF8979C2887B|801092262" UniqueId="15440967-eaae-4e00-bad6-ea8d69ef8bdf">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_UIVersionString</segment>
        </label>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_dlc_DocId xmlns="123014a7-a100-4d54-b927-1560aa753183">ISSDOC-2030-82</_dlc_DocId>
    <_dlc_DocIdUrl xmlns="123014a7-a100-4d54-b927-1560aa753183">
      <Url>http://marvin/products/explorer/team/_layouts/DocIdRedir.aspx?ID=ISSDOC-2030-82</Url>
      <Description>ISSDOC-2030-82</Description>
    </_dlc_DocIdUrl>
    <Security_x0020_Footer xmlns="123014a7-a100-4d54-b927-1560aa753183">CONFIDENTIAL</Security_x0020_Footer>
    <KpiDescription xmlns="http://schemas.microsoft.com/sharepoint/v3">Supporting Docs: COPY from Explorer 4.0 Development site.</KpiDescription>
    <jc8d627da75d464c8963119b38368a17 xmlns="123014a7-a100-4d54-b927-1560aa753183">
      <Terms xmlns="http://schemas.microsoft.com/office/infopath/2007/PartnerControls"/>
    </jc8d627da75d464c8963119b38368a17>
    <Greentree_x0020_Project_x0020_Code xmlns="123014a7-a100-4d54-b927-1560aa753183" xsi:nil="true"/>
    <TaxCatchAll xmlns="123014a7-a100-4d54-b927-1560aa753183">
      <Value>909</Value>
    </TaxCatchAll>
    <Edition xmlns="123014a7-a100-4d54-b927-1560aa753183">First</Edition>
    <Copyright_x0020_Year xmlns="123014a7-a100-4d54-b927-1560aa753183">2014</Copyright_x0020_Year>
    <Release_x0020_Status xmlns="123014a7-a100-4d54-b927-1560aa753183">DRAFT</Release_x0020_Status>
    <Issue_x0020_Month xmlns="123014a7-a100-4d54-b927-1560aa753183">September</Issue_x0020_Month>
    <a47f71b388294fb8a56a347e98a422c0 xmlns="123014a7-a100-4d54-b927-1560aa753183">
      <Terms xmlns="http://schemas.microsoft.com/office/infopath/2007/PartnerControls"/>
    </a47f71b388294fb8a56a347e98a422c0>
    <n5315f18a9684322b0e781af77f3fa92 xmlns="123014a7-a100-4d54-b927-1560aa753183">
      <Terms xmlns="http://schemas.microsoft.com/office/infopath/2007/PartnerControls"/>
    </n5315f18a9684322b0e781af77f3fa92>
    <j7e7b800099f4ad4b7003f2a6724bc88 xmlns="123014a7-a100-4d54-b927-1560aa753183">
      <Terms xmlns="http://schemas.microsoft.com/office/infopath/2007/PartnerControls">
        <TermInfo xmlns="http://schemas.microsoft.com/office/infopath/2007/PartnerControls">
          <TermName>P2 Explorer</TermName>
          <TermId>8a46e9da-d959-457c-8275-535a228636a0</TermId>
        </TermInfo>
      </Terms>
    </j7e7b800099f4ad4b7003f2a6724bc88>
    <Software_x0020_Version xmlns="123014a7-a100-4d54-b927-1560aa753183">4.0</Software_x0020_Version>
    <Software_x0020_Doc_x0020_Type xmlns="123014a7-a100-4d54-b927-1560aa753183">Installation Guide</Software_x0020_Doc_x0020_Type>
    <Current_x0020_Version xmlns="123014a7-a100-4d54-b927-1560aa753183">0.2</Current_x0020_Version>
    <Issue_x0020_Date xmlns="123014a7-a100-4d54-b927-1560aa753183">2014-09-23T16:00:00+00:00</Issue_x0020_Date>
    <ISS_x0020_Author xmlns="123014a7-a100-4d54-b927-1560aa753183">
      <UserInfo>
        <DisplayName/>
        <AccountId xsi:nil="true"/>
        <AccountType/>
      </UserInfo>
    </ISS_x0020_Author>
    <P2_x0020_Author xmlns="123014a7-a100-4d54-b927-1560aa753183" xsi:nil="true"/>
    <DLCPolicyLabelLock xmlns="1a9aceae-bc06-48ed-8bbf-c3deb125c9b6" xsi:nil="true"/>
    <DLCPolicyLabelClientValue xmlns="1a9aceae-bc06-48ed-8bbf-c3deb125c9b6">{_UIVersionString}</DLCPolicyLabelClientValue>
    <DLCPolicyLabelValue xmlns="1a9aceae-bc06-48ed-8bbf-c3deb125c9b6">0.2</DLCPolicyLabelVal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2F982-3257-4B5C-A336-EA536199A695}"/>
</file>

<file path=customXml/itemProps2.xml><?xml version="1.0" encoding="utf-8"?>
<ds:datastoreItem xmlns:ds="http://schemas.openxmlformats.org/officeDocument/2006/customXml" ds:itemID="{A3AF07D7-CA99-45FD-B087-ACD9781F039C}"/>
</file>

<file path=customXml/itemProps3.xml><?xml version="1.0" encoding="utf-8"?>
<ds:datastoreItem xmlns:ds="http://schemas.openxmlformats.org/officeDocument/2006/customXml" ds:itemID="{EE55AA27-8A3B-418E-9A06-045AFA4F6052}"/>
</file>

<file path=customXml/itemProps4.xml><?xml version="1.0" encoding="utf-8"?>
<ds:datastoreItem xmlns:ds="http://schemas.openxmlformats.org/officeDocument/2006/customXml" ds:itemID="{5A0A7104-EF9D-4378-AD21-31C3729F6A1A}"/>
</file>

<file path=customXml/itemProps5.xml><?xml version="1.0" encoding="utf-8"?>
<ds:datastoreItem xmlns:ds="http://schemas.openxmlformats.org/officeDocument/2006/customXml" ds:itemID="{C25B175B-AE41-4583-B473-7AD7E5487BFB}"/>
</file>

<file path=customXml/itemProps6.xml><?xml version="1.0" encoding="utf-8"?>
<ds:datastoreItem xmlns:ds="http://schemas.openxmlformats.org/officeDocument/2006/customXml" ds:itemID="{0CCD7558-E28E-475B-9C25-7A1A38A4FC23}"/>
</file>

<file path=docProps/app.xml><?xml version="1.0" encoding="utf-8"?>
<Properties xmlns="http://schemas.openxmlformats.org/officeDocument/2006/extended-properties" xmlns:vt="http://schemas.openxmlformats.org/officeDocument/2006/docPropsVTypes">
  <Template>P2 User.dotx</Template>
  <TotalTime>3925</TotalTime>
  <Pages>32</Pages>
  <Words>5050</Words>
  <Characters>28785</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P2 Explorer 4.0 Installation Guide</vt:lpstr>
    </vt:vector>
  </TitlesOfParts>
  <Company>P2</Company>
  <LinksUpToDate>false</LinksUpToDate>
  <CharactersWithSpaces>33768</CharactersWithSpaces>
  <SharedDoc>false</SharedDoc>
  <HLinks>
    <vt:vector size="156" baseType="variant">
      <vt:variant>
        <vt:i4>5898351</vt:i4>
      </vt:variant>
      <vt:variant>
        <vt:i4>207</vt:i4>
      </vt:variant>
      <vt:variant>
        <vt:i4>0</vt:i4>
      </vt:variant>
      <vt:variant>
        <vt:i4>5</vt:i4>
      </vt:variant>
      <vt:variant>
        <vt:lpwstr>H_6015</vt:lpwstr>
      </vt:variant>
      <vt:variant>
        <vt:lpwstr/>
      </vt:variant>
      <vt:variant>
        <vt:i4>5439594</vt:i4>
      </vt:variant>
      <vt:variant>
        <vt:i4>171</vt:i4>
      </vt:variant>
      <vt:variant>
        <vt:i4>0</vt:i4>
      </vt:variant>
      <vt:variant>
        <vt:i4>5</vt:i4>
      </vt:variant>
      <vt:variant>
        <vt:lpwstr>support@issgroup.com.au</vt:lpwstr>
      </vt:variant>
      <vt:variant>
        <vt:lpwstr/>
      </vt:variant>
      <vt:variant>
        <vt:i4>1572918</vt:i4>
      </vt:variant>
      <vt:variant>
        <vt:i4>155</vt:i4>
      </vt:variant>
      <vt:variant>
        <vt:i4>0</vt:i4>
      </vt:variant>
      <vt:variant>
        <vt:i4>5</vt:i4>
      </vt:variant>
      <vt:variant>
        <vt:lpwstr/>
      </vt:variant>
      <vt:variant>
        <vt:lpwstr>_Toc278199502</vt:lpwstr>
      </vt:variant>
      <vt:variant>
        <vt:i4>1572918</vt:i4>
      </vt:variant>
      <vt:variant>
        <vt:i4>149</vt:i4>
      </vt:variant>
      <vt:variant>
        <vt:i4>0</vt:i4>
      </vt:variant>
      <vt:variant>
        <vt:i4>5</vt:i4>
      </vt:variant>
      <vt:variant>
        <vt:lpwstr/>
      </vt:variant>
      <vt:variant>
        <vt:lpwstr>_Toc278199501</vt:lpwstr>
      </vt:variant>
      <vt:variant>
        <vt:i4>1572918</vt:i4>
      </vt:variant>
      <vt:variant>
        <vt:i4>143</vt:i4>
      </vt:variant>
      <vt:variant>
        <vt:i4>0</vt:i4>
      </vt:variant>
      <vt:variant>
        <vt:i4>5</vt:i4>
      </vt:variant>
      <vt:variant>
        <vt:lpwstr/>
      </vt:variant>
      <vt:variant>
        <vt:lpwstr>_Toc278199500</vt:lpwstr>
      </vt:variant>
      <vt:variant>
        <vt:i4>1114167</vt:i4>
      </vt:variant>
      <vt:variant>
        <vt:i4>137</vt:i4>
      </vt:variant>
      <vt:variant>
        <vt:i4>0</vt:i4>
      </vt:variant>
      <vt:variant>
        <vt:i4>5</vt:i4>
      </vt:variant>
      <vt:variant>
        <vt:lpwstr/>
      </vt:variant>
      <vt:variant>
        <vt:lpwstr>_Toc278199499</vt:lpwstr>
      </vt:variant>
      <vt:variant>
        <vt:i4>1114167</vt:i4>
      </vt:variant>
      <vt:variant>
        <vt:i4>131</vt:i4>
      </vt:variant>
      <vt:variant>
        <vt:i4>0</vt:i4>
      </vt:variant>
      <vt:variant>
        <vt:i4>5</vt:i4>
      </vt:variant>
      <vt:variant>
        <vt:lpwstr/>
      </vt:variant>
      <vt:variant>
        <vt:lpwstr>_Toc278199498</vt:lpwstr>
      </vt:variant>
      <vt:variant>
        <vt:i4>1114167</vt:i4>
      </vt:variant>
      <vt:variant>
        <vt:i4>125</vt:i4>
      </vt:variant>
      <vt:variant>
        <vt:i4>0</vt:i4>
      </vt:variant>
      <vt:variant>
        <vt:i4>5</vt:i4>
      </vt:variant>
      <vt:variant>
        <vt:lpwstr/>
      </vt:variant>
      <vt:variant>
        <vt:lpwstr>_Toc278199497</vt:lpwstr>
      </vt:variant>
      <vt:variant>
        <vt:i4>1114167</vt:i4>
      </vt:variant>
      <vt:variant>
        <vt:i4>119</vt:i4>
      </vt:variant>
      <vt:variant>
        <vt:i4>0</vt:i4>
      </vt:variant>
      <vt:variant>
        <vt:i4>5</vt:i4>
      </vt:variant>
      <vt:variant>
        <vt:lpwstr/>
      </vt:variant>
      <vt:variant>
        <vt:lpwstr>_Toc278199496</vt:lpwstr>
      </vt:variant>
      <vt:variant>
        <vt:i4>1114167</vt:i4>
      </vt:variant>
      <vt:variant>
        <vt:i4>113</vt:i4>
      </vt:variant>
      <vt:variant>
        <vt:i4>0</vt:i4>
      </vt:variant>
      <vt:variant>
        <vt:i4>5</vt:i4>
      </vt:variant>
      <vt:variant>
        <vt:lpwstr/>
      </vt:variant>
      <vt:variant>
        <vt:lpwstr>_Toc278199495</vt:lpwstr>
      </vt:variant>
      <vt:variant>
        <vt:i4>1114167</vt:i4>
      </vt:variant>
      <vt:variant>
        <vt:i4>107</vt:i4>
      </vt:variant>
      <vt:variant>
        <vt:i4>0</vt:i4>
      </vt:variant>
      <vt:variant>
        <vt:i4>5</vt:i4>
      </vt:variant>
      <vt:variant>
        <vt:lpwstr/>
      </vt:variant>
      <vt:variant>
        <vt:lpwstr>_Toc278199494</vt:lpwstr>
      </vt:variant>
      <vt:variant>
        <vt:i4>1114167</vt:i4>
      </vt:variant>
      <vt:variant>
        <vt:i4>101</vt:i4>
      </vt:variant>
      <vt:variant>
        <vt:i4>0</vt:i4>
      </vt:variant>
      <vt:variant>
        <vt:i4>5</vt:i4>
      </vt:variant>
      <vt:variant>
        <vt:lpwstr/>
      </vt:variant>
      <vt:variant>
        <vt:lpwstr>_Toc278199493</vt:lpwstr>
      </vt:variant>
      <vt:variant>
        <vt:i4>1114167</vt:i4>
      </vt:variant>
      <vt:variant>
        <vt:i4>95</vt:i4>
      </vt:variant>
      <vt:variant>
        <vt:i4>0</vt:i4>
      </vt:variant>
      <vt:variant>
        <vt:i4>5</vt:i4>
      </vt:variant>
      <vt:variant>
        <vt:lpwstr/>
      </vt:variant>
      <vt:variant>
        <vt:lpwstr>_Toc278199492</vt:lpwstr>
      </vt:variant>
      <vt:variant>
        <vt:i4>1114167</vt:i4>
      </vt:variant>
      <vt:variant>
        <vt:i4>89</vt:i4>
      </vt:variant>
      <vt:variant>
        <vt:i4>0</vt:i4>
      </vt:variant>
      <vt:variant>
        <vt:i4>5</vt:i4>
      </vt:variant>
      <vt:variant>
        <vt:lpwstr/>
      </vt:variant>
      <vt:variant>
        <vt:lpwstr>_Toc278199491</vt:lpwstr>
      </vt:variant>
      <vt:variant>
        <vt:i4>1114167</vt:i4>
      </vt:variant>
      <vt:variant>
        <vt:i4>83</vt:i4>
      </vt:variant>
      <vt:variant>
        <vt:i4>0</vt:i4>
      </vt:variant>
      <vt:variant>
        <vt:i4>5</vt:i4>
      </vt:variant>
      <vt:variant>
        <vt:lpwstr/>
      </vt:variant>
      <vt:variant>
        <vt:lpwstr>_Toc278199490</vt:lpwstr>
      </vt:variant>
      <vt:variant>
        <vt:i4>1048631</vt:i4>
      </vt:variant>
      <vt:variant>
        <vt:i4>77</vt:i4>
      </vt:variant>
      <vt:variant>
        <vt:i4>0</vt:i4>
      </vt:variant>
      <vt:variant>
        <vt:i4>5</vt:i4>
      </vt:variant>
      <vt:variant>
        <vt:lpwstr/>
      </vt:variant>
      <vt:variant>
        <vt:lpwstr>_Toc278199489</vt:lpwstr>
      </vt:variant>
      <vt:variant>
        <vt:i4>1048631</vt:i4>
      </vt:variant>
      <vt:variant>
        <vt:i4>71</vt:i4>
      </vt:variant>
      <vt:variant>
        <vt:i4>0</vt:i4>
      </vt:variant>
      <vt:variant>
        <vt:i4>5</vt:i4>
      </vt:variant>
      <vt:variant>
        <vt:lpwstr/>
      </vt:variant>
      <vt:variant>
        <vt:lpwstr>_Toc278199488</vt:lpwstr>
      </vt:variant>
      <vt:variant>
        <vt:i4>1048631</vt:i4>
      </vt:variant>
      <vt:variant>
        <vt:i4>65</vt:i4>
      </vt:variant>
      <vt:variant>
        <vt:i4>0</vt:i4>
      </vt:variant>
      <vt:variant>
        <vt:i4>5</vt:i4>
      </vt:variant>
      <vt:variant>
        <vt:lpwstr/>
      </vt:variant>
      <vt:variant>
        <vt:lpwstr>_Toc278199487</vt:lpwstr>
      </vt:variant>
      <vt:variant>
        <vt:i4>1048631</vt:i4>
      </vt:variant>
      <vt:variant>
        <vt:i4>59</vt:i4>
      </vt:variant>
      <vt:variant>
        <vt:i4>0</vt:i4>
      </vt:variant>
      <vt:variant>
        <vt:i4>5</vt:i4>
      </vt:variant>
      <vt:variant>
        <vt:lpwstr/>
      </vt:variant>
      <vt:variant>
        <vt:lpwstr>_Toc278199486</vt:lpwstr>
      </vt:variant>
      <vt:variant>
        <vt:i4>1048631</vt:i4>
      </vt:variant>
      <vt:variant>
        <vt:i4>53</vt:i4>
      </vt:variant>
      <vt:variant>
        <vt:i4>0</vt:i4>
      </vt:variant>
      <vt:variant>
        <vt:i4>5</vt:i4>
      </vt:variant>
      <vt:variant>
        <vt:lpwstr/>
      </vt:variant>
      <vt:variant>
        <vt:lpwstr>_Toc278199485</vt:lpwstr>
      </vt:variant>
      <vt:variant>
        <vt:i4>1048631</vt:i4>
      </vt:variant>
      <vt:variant>
        <vt:i4>47</vt:i4>
      </vt:variant>
      <vt:variant>
        <vt:i4>0</vt:i4>
      </vt:variant>
      <vt:variant>
        <vt:i4>5</vt:i4>
      </vt:variant>
      <vt:variant>
        <vt:lpwstr/>
      </vt:variant>
      <vt:variant>
        <vt:lpwstr>_Toc278199484</vt:lpwstr>
      </vt:variant>
      <vt:variant>
        <vt:i4>1048631</vt:i4>
      </vt:variant>
      <vt:variant>
        <vt:i4>41</vt:i4>
      </vt:variant>
      <vt:variant>
        <vt:i4>0</vt:i4>
      </vt:variant>
      <vt:variant>
        <vt:i4>5</vt:i4>
      </vt:variant>
      <vt:variant>
        <vt:lpwstr/>
      </vt:variant>
      <vt:variant>
        <vt:lpwstr>_Toc278199483</vt:lpwstr>
      </vt:variant>
      <vt:variant>
        <vt:i4>1048631</vt:i4>
      </vt:variant>
      <vt:variant>
        <vt:i4>35</vt:i4>
      </vt:variant>
      <vt:variant>
        <vt:i4>0</vt:i4>
      </vt:variant>
      <vt:variant>
        <vt:i4>5</vt:i4>
      </vt:variant>
      <vt:variant>
        <vt:lpwstr/>
      </vt:variant>
      <vt:variant>
        <vt:lpwstr>_Toc278199482</vt:lpwstr>
      </vt:variant>
      <vt:variant>
        <vt:i4>1048631</vt:i4>
      </vt:variant>
      <vt:variant>
        <vt:i4>29</vt:i4>
      </vt:variant>
      <vt:variant>
        <vt:i4>0</vt:i4>
      </vt:variant>
      <vt:variant>
        <vt:i4>5</vt:i4>
      </vt:variant>
      <vt:variant>
        <vt:lpwstr/>
      </vt:variant>
      <vt:variant>
        <vt:lpwstr>_Toc278199481</vt:lpwstr>
      </vt:variant>
      <vt:variant>
        <vt:i4>1048631</vt:i4>
      </vt:variant>
      <vt:variant>
        <vt:i4>23</vt:i4>
      </vt:variant>
      <vt:variant>
        <vt:i4>0</vt:i4>
      </vt:variant>
      <vt:variant>
        <vt:i4>5</vt:i4>
      </vt:variant>
      <vt:variant>
        <vt:lpwstr/>
      </vt:variant>
      <vt:variant>
        <vt:lpwstr>_Toc278199480</vt:lpwstr>
      </vt:variant>
      <vt:variant>
        <vt:i4>7929934</vt:i4>
      </vt:variant>
      <vt:variant>
        <vt:i4>0</vt:i4>
      </vt:variant>
      <vt:variant>
        <vt:i4>0</vt:i4>
      </vt:variant>
      <vt:variant>
        <vt:i4>5</vt:i4>
      </vt:variant>
      <vt:variant>
        <vt:lpwstr>mailto:trish.nanni@issgroup.com.au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P2 Explorer 4.0 Installation Guide</dc:title>
  <dc:subject>Product Name</dc:subject>
  <dc:creator>Author</dc:creator>
  <cp:lastModifiedBy>T</cp:lastModifiedBy>
  <cp:revision>218</cp:revision>
  <cp:lastPrinted>2014-08-11T02:30:00Z</cp:lastPrinted>
  <dcterms:created xsi:type="dcterms:W3CDTF">2014-08-06T01:15:00Z</dcterms:created>
  <dcterms:modified xsi:type="dcterms:W3CDTF">2014-09-26T08:06:00Z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0x010100EBF5A323BDC6B34CA36DE65A1CC1A531092600FE995F5527C8994CA534BF8979C2887B</vt:lpwstr>
  </property>
  <property fmtid="{D5CDD505-2E9C-101B-9397-08002B2CF9AE}" pid="3" name="_dlc_DocIdItemGuid">
    <vt:lpwstr>225c2250-0788-4deb-acd4-a6882d821f95</vt:lpwstr>
  </property>
  <property fmtid="{D5CDD505-2E9C-101B-9397-08002B2CF9AE}" pid="4" name="Order">
    <vt:r8>21200</vt:r8>
  </property>
  <property fmtid="{D5CDD505-2E9C-101B-9397-08002B2CF9AE}" pid="5" name="TemplateCategory">
    <vt:lpwstr>Software Documentation</vt:lpwstr>
  </property>
  <property fmtid="{D5CDD505-2E9C-101B-9397-08002B2CF9AE}" pid="6" name="Description0">
    <vt:lpwstr>Installation or Installation and  Administration manual for ISS software.</vt:lpwstr>
  </property>
  <property fmtid="{D5CDD505-2E9C-101B-9397-08002B2CF9AE}" pid="7" name="Products_ID">
    <vt:lpwstr/>
  </property>
  <property fmtid="{D5CDD505-2E9C-101B-9397-08002B2CF9AE}" pid="8" name="Software Version">
    <vt:lpwstr>0.0.0.0</vt:lpwstr>
  </property>
  <property fmtid="{D5CDD505-2E9C-101B-9397-08002B2CF9AE}" pid="9" name="Issue Month">
    <vt:lpwstr>January</vt:lpwstr>
  </property>
  <property fmtid="{D5CDD505-2E9C-101B-9397-08002B2CF9AE}" pid="10" name="Edition">
    <vt:lpwstr>First</vt:lpwstr>
  </property>
  <property fmtid="{D5CDD505-2E9C-101B-9397-08002B2CF9AE}" pid="11" name="Copyright Year">
    <vt:r8>2012</vt:r8>
  </property>
  <property fmtid="{D5CDD505-2E9C-101B-9397-08002B2CF9AE}" pid="12" name="DLCPolicyLabelValue">
    <vt:lpwstr>5.0</vt:lpwstr>
  </property>
  <property fmtid="{D5CDD505-2E9C-101B-9397-08002B2CF9AE}" pid="13" name="Product">
    <vt:lpwstr>909;#P2 Explorer|8a46e9da-d959-457c-8275-535a228636a0</vt:lpwstr>
  </property>
  <property fmtid="{D5CDD505-2E9C-101B-9397-08002B2CF9AE}" pid="14" name="Industry1">
    <vt:lpwstr/>
  </property>
  <property fmtid="{D5CDD505-2E9C-101B-9397-08002B2CF9AE}" pid="15" name="DLCPolicyLabelClientValue">
    <vt:lpwstr>{_UIVersionString}</vt:lpwstr>
  </property>
  <property fmtid="{D5CDD505-2E9C-101B-9397-08002B2CF9AE}" pid="16" name="Project_x0020_Name">
    <vt:lpwstr/>
  </property>
  <property fmtid="{D5CDD505-2E9C-101B-9397-08002B2CF9AE}" pid="17" name="Customer">
    <vt:lpwstr/>
  </property>
  <property fmtid="{D5CDD505-2E9C-101B-9397-08002B2CF9AE}" pid="18" name="Project Name">
    <vt:lpwstr/>
  </property>
</Properties>
</file>